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FADEB" w14:textId="13351727" w:rsidR="00782E63" w:rsidRPr="00776CDF" w:rsidRDefault="00782E63" w:rsidP="00F64814">
      <w:pPr>
        <w:spacing w:before="840"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  <w:r w:rsidRPr="003C7B00">
        <w:rPr>
          <w:rFonts w:ascii="Proxima Nova ExCn Rg" w:hAnsi="Proxima Nova ExCn Rg"/>
          <w:b/>
          <w:sz w:val="28"/>
          <w:szCs w:val="28"/>
          <w:lang w:eastAsia="en-US"/>
        </w:rPr>
        <w:t>Приложение №9</w:t>
      </w:r>
      <w:r w:rsidRPr="003C7B00">
        <w:rPr>
          <w:rFonts w:ascii="Proxima Nova ExCn Rg" w:hAnsi="Proxima Nova ExCn Rg"/>
          <w:b/>
          <w:sz w:val="28"/>
          <w:szCs w:val="28"/>
          <w:lang w:eastAsia="en-US"/>
        </w:rPr>
        <w:br/>
      </w:r>
      <w:r w:rsidRPr="003C7B00">
        <w:rPr>
          <w:rFonts w:ascii="Proxima Nova ExCn Rg" w:hAnsi="Proxima Nova ExCn Rg"/>
          <w:sz w:val="28"/>
          <w:szCs w:val="28"/>
          <w:lang w:eastAsia="en-US"/>
        </w:rPr>
        <w:t>к Единому Положению о закупке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br/>
      </w:r>
      <w:r w:rsidRPr="00776CDF">
        <w:rPr>
          <w:rFonts w:ascii="Proxima Nova ExCn Rg" w:hAnsi="Proxima Nova ExCn Rg"/>
          <w:sz w:val="28"/>
        </w:rPr>
        <w:t>Государственной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 «</w:t>
      </w:r>
      <w:proofErr w:type="spellStart"/>
      <w:r w:rsidRPr="00776CDF">
        <w:rPr>
          <w:rFonts w:ascii="Proxima Nova ExCn Rg" w:hAnsi="Proxima Nova ExCn Rg"/>
          <w:sz w:val="28"/>
        </w:rPr>
        <w:t>Ростех</w:t>
      </w:r>
      <w:proofErr w:type="spellEnd"/>
      <w:r w:rsidRPr="00776CDF">
        <w:rPr>
          <w:rFonts w:ascii="Proxima Nova ExCn Rg" w:hAnsi="Proxima Nova ExCn Rg"/>
          <w:sz w:val="28"/>
        </w:rPr>
        <w:t>»</w:t>
      </w:r>
      <w:r w:rsidRPr="00776CDF">
        <w:rPr>
          <w:rFonts w:ascii="Proxima Nova ExCn Rg" w:hAnsi="Proxima Nova ExCn Rg"/>
          <w:sz w:val="28"/>
        </w:rPr>
        <w:br/>
      </w:r>
    </w:p>
    <w:p w14:paraId="0EEFD861" w14:textId="77777777" w:rsidR="00011F6C" w:rsidRPr="00776CDF" w:rsidRDefault="00A453F8" w:rsidP="00A453F8">
      <w:pPr>
        <w:spacing w:after="0" w:line="240" w:lineRule="auto"/>
        <w:jc w:val="center"/>
        <w:rPr>
          <w:rFonts w:ascii="Proxima Nova ExCn Rg" w:eastAsia="Proxima Nova ExCn Rg,Calibri" w:hAnsi="Proxima Nova ExCn Rg"/>
          <w:b/>
          <w:sz w:val="28"/>
        </w:rPr>
      </w:pPr>
      <w:r w:rsidRPr="00776CDF">
        <w:rPr>
          <w:rFonts w:ascii="Proxima Nova ExCn Rg" w:eastAsia="Proxima Nova ExCn Rg,Calibri" w:hAnsi="Proxima Nova ExCn Rg"/>
          <w:b/>
          <w:sz w:val="28"/>
        </w:rPr>
        <w:t>ПОЛОЖЕНИЕ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ДЕЯТЕЛЬНОСТИ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КОМИССИЙ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ПО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РАССМОТРЕНИЮ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ЖАЛОБ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ПРИ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ОСУЩЕСТВЛЕНИИ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ЗАКУПОК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675099" w:rsidRPr="00776CDF">
        <w:rPr>
          <w:rFonts w:ascii="Proxima Nova ExCn Rg" w:eastAsia="Proxima Nova ExCn Rg,Calibri" w:hAnsi="Proxima Nova ExCn Rg"/>
          <w:b/>
          <w:sz w:val="28"/>
        </w:rPr>
        <w:t>В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ГОСУДАРСТВЕННОЙ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КОРПОРАЦИИ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«РОСТЕХ»</w:t>
      </w:r>
    </w:p>
    <w:p w14:paraId="224CCA12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</w:pPr>
    </w:p>
    <w:p w14:paraId="76F0DD4B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  <w:sectPr w:rsidR="00A453F8" w:rsidRPr="00776CDF" w:rsidSect="00F6481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567" w:bottom="567" w:left="567" w:header="709" w:footer="709" w:gutter="0"/>
          <w:cols w:space="708"/>
          <w:vAlign w:val="both"/>
          <w:titlePg/>
          <w:docGrid w:linePitch="381"/>
        </w:sectPr>
      </w:pPr>
    </w:p>
    <w:p w14:paraId="2E4C9E0F" w14:textId="77777777" w:rsidR="00011F6C" w:rsidRPr="00776CDF" w:rsidRDefault="00260244" w:rsidP="00776CDF">
      <w:pPr>
        <w:pStyle w:val="2"/>
        <w:pageBreakBefore/>
        <w:numPr>
          <w:ilvl w:val="0"/>
          <w:numId w:val="7"/>
        </w:numPr>
        <w:spacing w:after="240"/>
        <w:ind w:left="0" w:firstLine="0"/>
        <w:outlineLvl w:val="0"/>
      </w:pPr>
      <w:bookmarkStart w:id="0" w:name="_Toc443053643"/>
      <w:bookmarkStart w:id="1" w:name="_Toc443053672"/>
      <w:bookmarkStart w:id="2" w:name="_Toc443053644"/>
      <w:bookmarkStart w:id="3" w:name="_Toc443053673"/>
      <w:bookmarkStart w:id="4" w:name="_Toc443053645"/>
      <w:bookmarkStart w:id="5" w:name="_Toc443053674"/>
      <w:bookmarkStart w:id="6" w:name="_Toc443053646"/>
      <w:bookmarkStart w:id="7" w:name="_Toc443053675"/>
      <w:bookmarkStart w:id="8" w:name="_Toc443053648"/>
      <w:bookmarkStart w:id="9" w:name="_Toc443053677"/>
      <w:bookmarkStart w:id="10" w:name="_Toc443053649"/>
      <w:bookmarkStart w:id="11" w:name="_Toc443053678"/>
      <w:bookmarkStart w:id="12" w:name="_Toc443053650"/>
      <w:bookmarkStart w:id="13" w:name="_Toc443053679"/>
      <w:bookmarkStart w:id="14" w:name="_Toc443053651"/>
      <w:bookmarkStart w:id="15" w:name="_Toc443053680"/>
      <w:bookmarkStart w:id="16" w:name="_Toc443053652"/>
      <w:bookmarkStart w:id="17" w:name="_Toc443053681"/>
      <w:bookmarkStart w:id="18" w:name="_Toc443053653"/>
      <w:bookmarkStart w:id="19" w:name="_Toc443053682"/>
      <w:bookmarkStart w:id="20" w:name="_Toc443053654"/>
      <w:bookmarkStart w:id="21" w:name="_Toc443053683"/>
      <w:bookmarkStart w:id="22" w:name="_Toc443053655"/>
      <w:bookmarkStart w:id="23" w:name="_Toc443053684"/>
      <w:bookmarkStart w:id="24" w:name="_Toc443053656"/>
      <w:bookmarkStart w:id="25" w:name="_Toc443053685"/>
      <w:bookmarkStart w:id="26" w:name="_Toc443053657"/>
      <w:bookmarkStart w:id="27" w:name="_Toc443053686"/>
      <w:bookmarkStart w:id="28" w:name="_Toc443053658"/>
      <w:bookmarkStart w:id="29" w:name="_Toc443053687"/>
      <w:bookmarkStart w:id="30" w:name="_Toc443053659"/>
      <w:bookmarkStart w:id="31" w:name="_Toc443053688"/>
      <w:bookmarkStart w:id="32" w:name="_Toc443053660"/>
      <w:bookmarkStart w:id="33" w:name="_Toc443053689"/>
      <w:bookmarkStart w:id="34" w:name="_Toc443053661"/>
      <w:bookmarkStart w:id="35" w:name="_Toc443053690"/>
      <w:bookmarkStart w:id="36" w:name="_Toc443053662"/>
      <w:bookmarkStart w:id="37" w:name="_Toc443053691"/>
      <w:bookmarkStart w:id="38" w:name="_Toc422778482"/>
      <w:bookmarkStart w:id="39" w:name="_Toc422815621"/>
      <w:bookmarkStart w:id="40" w:name="_Toc443317275"/>
      <w:bookmarkStart w:id="41" w:name="_Toc247716089"/>
      <w:bookmarkStart w:id="42" w:name="_Ref263881644"/>
      <w:bookmarkStart w:id="43" w:name="_Toc24771609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776CDF">
        <w:lastRenderedPageBreak/>
        <w:t>Общие</w:t>
      </w:r>
      <w:r w:rsidR="0081217F" w:rsidRPr="00776CDF">
        <w:t xml:space="preserve"> </w:t>
      </w:r>
      <w:r w:rsidRPr="00776CDF">
        <w:t>положения</w:t>
      </w:r>
      <w:bookmarkEnd w:id="38"/>
      <w:bookmarkEnd w:id="39"/>
      <w:bookmarkEnd w:id="40"/>
    </w:p>
    <w:p w14:paraId="4C587AF1" w14:textId="28E54884" w:rsidR="00011F6C" w:rsidRPr="003C7B00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44" w:name="_Toc422778483"/>
      <w:bookmarkStart w:id="45" w:name="_Toc422815622"/>
      <w:bookmarkEnd w:id="41"/>
      <w:bookmarkEnd w:id="42"/>
      <w:r w:rsidRPr="00776CDF">
        <w:rPr>
          <w:rFonts w:eastAsia="Cambria"/>
        </w:rPr>
        <w:t>Назначение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и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сфера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действия</w:t>
      </w:r>
      <w:r w:rsidR="0081217F" w:rsidRPr="00776CDF">
        <w:rPr>
          <w:rFonts w:eastAsia="Cambria"/>
        </w:rPr>
        <w:t xml:space="preserve"> </w:t>
      </w:r>
      <w:r w:rsidRPr="003C7B00">
        <w:t>Положения</w:t>
      </w:r>
      <w:bookmarkEnd w:id="44"/>
      <w:bookmarkEnd w:id="45"/>
    </w:p>
    <w:p w14:paraId="7971530D" w14:textId="45F5E57D" w:rsidR="00011F6C" w:rsidRPr="00776CDF" w:rsidRDefault="00260244" w:rsidP="00776CDF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46" w:name="_Toc410952188"/>
      <w:bookmarkStart w:id="47" w:name="_Toc410952520"/>
      <w:bookmarkStart w:id="48" w:name="_Toc410952850"/>
      <w:bookmarkStart w:id="49" w:name="_Toc411252960"/>
      <w:bookmarkStart w:id="50" w:name="_Toc411323663"/>
      <w:bookmarkStart w:id="51" w:name="_Toc410952189"/>
      <w:bookmarkStart w:id="52" w:name="_Toc410952521"/>
      <w:bookmarkStart w:id="53" w:name="_Toc410952851"/>
      <w:bookmarkStart w:id="54" w:name="_Toc411252961"/>
      <w:bookmarkStart w:id="55" w:name="_Toc411323664"/>
      <w:bookmarkStart w:id="56" w:name="_Toc410952190"/>
      <w:bookmarkStart w:id="57" w:name="_Toc410952522"/>
      <w:bookmarkStart w:id="58" w:name="_Toc410952852"/>
      <w:bookmarkStart w:id="59" w:name="_Toc411252962"/>
      <w:bookmarkStart w:id="60" w:name="_Toc411323665"/>
      <w:bookmarkStart w:id="61" w:name="_Toc410952191"/>
      <w:bookmarkStart w:id="62" w:name="_Toc410952523"/>
      <w:bookmarkStart w:id="63" w:name="_Toc410952853"/>
      <w:bookmarkStart w:id="64" w:name="_Toc411252963"/>
      <w:bookmarkStart w:id="65" w:name="_Toc411323666"/>
      <w:bookmarkStart w:id="66" w:name="_Hlt311047328"/>
      <w:bookmarkStart w:id="67" w:name="_Toc270006882"/>
      <w:bookmarkStart w:id="68" w:name="_Toc270011090"/>
      <w:bookmarkStart w:id="69" w:name="_Toc270089354"/>
      <w:bookmarkStart w:id="70" w:name="_Toc270104519"/>
      <w:bookmarkStart w:id="71" w:name="_Toc270338110"/>
      <w:bookmarkEnd w:id="43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9566C8">
        <w:rPr>
          <w:b w:val="0"/>
        </w:rPr>
        <w:t>Положение</w:t>
      </w:r>
      <w:r w:rsidR="0081217F" w:rsidRPr="009566C8">
        <w:rPr>
          <w:b w:val="0"/>
        </w:rPr>
        <w:t xml:space="preserve"> </w:t>
      </w:r>
      <w:r w:rsidR="00E25A33" w:rsidRPr="009566C8">
        <w:rPr>
          <w:b w:val="0"/>
        </w:rPr>
        <w:t>о</w:t>
      </w:r>
      <w:r w:rsidR="004F6A90" w:rsidRPr="009566C8">
        <w:rPr>
          <w:b w:val="0"/>
        </w:rPr>
        <w:t xml:space="preserve"> деятельности комиссий</w:t>
      </w:r>
      <w:r w:rsidR="00E25A33" w:rsidRPr="009566C8">
        <w:rPr>
          <w:b w:val="0"/>
        </w:rPr>
        <w:t xml:space="preserve"> по рассмотрению жалоб </w:t>
      </w:r>
      <w:r w:rsidR="004F6A90" w:rsidRPr="009566C8">
        <w:rPr>
          <w:b w:val="0"/>
        </w:rPr>
        <w:t>при осуществлении закупок в Государственной корпорации «</w:t>
      </w:r>
      <w:proofErr w:type="spellStart"/>
      <w:r w:rsidR="004F6A90" w:rsidRPr="009566C8">
        <w:rPr>
          <w:b w:val="0"/>
        </w:rPr>
        <w:t>Ростех</w:t>
      </w:r>
      <w:proofErr w:type="spellEnd"/>
      <w:r w:rsidR="004F6A90" w:rsidRPr="009566C8">
        <w:rPr>
          <w:b w:val="0"/>
        </w:rPr>
        <w:t>»</w:t>
      </w:r>
      <w:r w:rsidR="004F6A90" w:rsidRPr="004F6A90">
        <w:rPr>
          <w:b w:val="0"/>
        </w:rPr>
        <w:t xml:space="preserve"> (далее –</w:t>
      </w:r>
      <w:r w:rsidR="004F6A90" w:rsidRPr="00776CDF">
        <w:rPr>
          <w:b w:val="0"/>
        </w:rPr>
        <w:t xml:space="preserve"> Положение</w:t>
      </w:r>
      <w:r w:rsidR="004F6A90">
        <w:rPr>
          <w:b w:val="0"/>
        </w:rPr>
        <w:t xml:space="preserve"> о комиссии по рассмотрению жалоб)</w:t>
      </w:r>
      <w:r w:rsidR="004F6A90" w:rsidRPr="00776CDF">
        <w:rPr>
          <w:b w:val="0"/>
        </w:rPr>
        <w:t xml:space="preserve"> </w:t>
      </w:r>
      <w:r w:rsidRPr="00776CDF">
        <w:rPr>
          <w:b w:val="0"/>
        </w:rPr>
        <w:t>определяет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порядок</w:t>
      </w:r>
      <w:r w:rsidR="0081217F" w:rsidRPr="00776CDF">
        <w:rPr>
          <w:b w:val="0"/>
        </w:rPr>
        <w:t xml:space="preserve"> </w:t>
      </w:r>
      <w:r w:rsidR="00C9025A">
        <w:rPr>
          <w:b w:val="0"/>
        </w:rPr>
        <w:t xml:space="preserve">создания и </w:t>
      </w:r>
      <w:r w:rsidRPr="00776CDF">
        <w:rPr>
          <w:b w:val="0"/>
        </w:rPr>
        <w:t>работы,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коллегиальных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(ИС)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(бездействие)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F80424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E2B65D4" w14:textId="3E0BA301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72" w:name="_Ref444183030"/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руководствуется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развитие.</w:t>
      </w:r>
      <w:bookmarkEnd w:id="72"/>
    </w:p>
    <w:p w14:paraId="41EE5DB7" w14:textId="07469EE8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Целью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E25A33" w:rsidRPr="00E25A33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регламентация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A6675">
        <w:rPr>
          <w:b w:val="0"/>
        </w:rPr>
        <w:t>, указанной в п. </w:t>
      </w:r>
      <w:r w:rsidR="008A6675">
        <w:rPr>
          <w:b w:val="0"/>
        </w:rPr>
        <w:fldChar w:fldCharType="begin"/>
      </w:r>
      <w:r w:rsidR="008A6675">
        <w:rPr>
          <w:b w:val="0"/>
        </w:rPr>
        <w:instrText xml:space="preserve"> REF _Ref444183030 \r \h </w:instrText>
      </w:r>
      <w:r w:rsidR="008A6675">
        <w:rPr>
          <w:b w:val="0"/>
        </w:rPr>
      </w:r>
      <w:r w:rsidR="008A6675">
        <w:rPr>
          <w:b w:val="0"/>
        </w:rPr>
        <w:fldChar w:fldCharType="separate"/>
      </w:r>
      <w:r w:rsidR="007B0AF0">
        <w:rPr>
          <w:b w:val="0"/>
        </w:rPr>
        <w:t>1.1.2</w:t>
      </w:r>
      <w:r w:rsidR="008A6675">
        <w:rPr>
          <w:b w:val="0"/>
        </w:rPr>
        <w:fldChar w:fldCharType="end"/>
      </w:r>
      <w:r w:rsidR="008A6675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заявителей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воспользовавшихся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B30B99" w:rsidRPr="00776CDF">
        <w:rPr>
          <w:b w:val="0"/>
        </w:rPr>
        <w:t>, а также иных действий (бездействия) заказчика, организатора закупки, специализированной организации, ЗК/СЗК</w:t>
      </w:r>
      <w:r w:rsidR="004F6A90" w:rsidRPr="00776CDF">
        <w:rPr>
          <w:b w:val="0"/>
        </w:rPr>
        <w:t xml:space="preserve"> (далее – </w:t>
      </w:r>
      <w:r w:rsidR="004F6A90">
        <w:rPr>
          <w:b w:val="0"/>
        </w:rPr>
        <w:t>заявитель</w:t>
      </w:r>
      <w:r w:rsidR="004F6A90" w:rsidRPr="00776CDF">
        <w:rPr>
          <w:b w:val="0"/>
        </w:rPr>
        <w:t>)</w:t>
      </w:r>
      <w:r w:rsidR="00B30B99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компетенции.</w:t>
      </w:r>
    </w:p>
    <w:p w14:paraId="708E1E4D" w14:textId="4FFD16A1" w:rsidR="00011F6C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Обращение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препятствием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(бездействия)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порядке.</w:t>
      </w:r>
    </w:p>
    <w:p w14:paraId="30736A92" w14:textId="3B59FD6C" w:rsidR="00C9025A" w:rsidRPr="002408C7" w:rsidRDefault="00C9025A" w:rsidP="00C9025A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2408C7">
        <w:rPr>
          <w:b w:val="0"/>
        </w:rPr>
        <w:t>Задача</w:t>
      </w:r>
      <w:bookmarkStart w:id="73" w:name="_GoBack"/>
      <w:bookmarkEnd w:id="73"/>
      <w:r w:rsidRPr="002408C7">
        <w:rPr>
          <w:b w:val="0"/>
        </w:rPr>
        <w:t xml:space="preserve">ми Комиссии </w:t>
      </w:r>
      <w:r w:rsidR="003902CC">
        <w:rPr>
          <w:b w:val="0"/>
        </w:rPr>
        <w:t xml:space="preserve">по рассмотрению жалоб </w:t>
      </w:r>
      <w:r w:rsidRPr="002408C7">
        <w:rPr>
          <w:b w:val="0"/>
        </w:rPr>
        <w:t>являются:</w:t>
      </w:r>
    </w:p>
    <w:p w14:paraId="56CC268C" w14:textId="77777777" w:rsidR="00C9025A" w:rsidRPr="002408C7" w:rsidRDefault="00C9025A" w:rsidP="00C9025A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разрешение спорных ситуаций при обжаловании заявителями процедуры закупки;</w:t>
      </w:r>
    </w:p>
    <w:p w14:paraId="70EFBBF2" w14:textId="77777777" w:rsidR="00C9025A" w:rsidRPr="002408C7" w:rsidRDefault="00C9025A" w:rsidP="00C9025A">
      <w:pPr>
        <w:pStyle w:val="5"/>
        <w:numPr>
          <w:ilvl w:val="3"/>
          <w:numId w:val="7"/>
        </w:numPr>
        <w:ind w:left="709" w:firstLine="709"/>
        <w:outlineLvl w:val="3"/>
      </w:pPr>
      <w:r w:rsidRPr="002408C7">
        <w:t xml:space="preserve">защита интересов Корпорации и организаций Корпорации путем снижения рисков судебных, административных разбирательств, урегулирования конфликтов, снижения </w:t>
      </w:r>
      <w:proofErr w:type="spellStart"/>
      <w:r w:rsidRPr="002408C7">
        <w:t>репутационных</w:t>
      </w:r>
      <w:proofErr w:type="spellEnd"/>
      <w:r w:rsidRPr="002408C7">
        <w:t xml:space="preserve"> рисков;</w:t>
      </w:r>
    </w:p>
    <w:p w14:paraId="0D0FB26F" w14:textId="3955A848" w:rsidR="007B28E3" w:rsidRPr="002408C7" w:rsidRDefault="00C9025A" w:rsidP="004B4236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анализ информации о выявленных нарушениях в закупочной деятельности.</w:t>
      </w:r>
    </w:p>
    <w:p w14:paraId="2BDD1A02" w14:textId="0FBC139E" w:rsidR="00EE63E2" w:rsidRPr="00776CDF" w:rsidRDefault="00260244" w:rsidP="003902CC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74" w:name="_Toc425271369"/>
      <w:bookmarkStart w:id="75" w:name="_Toc425271728"/>
      <w:bookmarkStart w:id="76" w:name="_Toc425278138"/>
      <w:bookmarkStart w:id="77" w:name="_Toc425271371"/>
      <w:bookmarkStart w:id="78" w:name="_Toc425271730"/>
      <w:bookmarkStart w:id="79" w:name="_Toc425278140"/>
      <w:bookmarkStart w:id="80" w:name="_Toc425271373"/>
      <w:bookmarkStart w:id="81" w:name="_Toc425271732"/>
      <w:bookmarkStart w:id="82" w:name="_Toc425278142"/>
      <w:bookmarkStart w:id="83" w:name="_Toc422778488"/>
      <w:bookmarkStart w:id="84" w:name="_Toc422815627"/>
      <w:bookmarkStart w:id="85" w:name="_Toc443317277"/>
      <w:bookmarkStart w:id="86" w:name="_Toc425862182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 w:rsidRP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порядок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формирования</w:t>
      </w:r>
      <w:bookmarkEnd w:id="83"/>
      <w:bookmarkEnd w:id="84"/>
      <w:bookmarkEnd w:id="85"/>
      <w:bookmarkEnd w:id="86"/>
    </w:p>
    <w:p w14:paraId="5C3B8469" w14:textId="5CA7CE07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87" w:name="_Toc422778489"/>
      <w:bookmarkStart w:id="88" w:name="_Toc422815628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bookmarkEnd w:id="87"/>
      <w:bookmarkEnd w:id="88"/>
      <w:r w:rsidR="003902CC">
        <w:t xml:space="preserve"> </w:t>
      </w:r>
      <w:r w:rsidR="003902CC" w:rsidRPr="003902CC">
        <w:t>по рассмотрению жалоб</w:t>
      </w:r>
    </w:p>
    <w:p w14:paraId="72538722" w14:textId="49ABFB3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входят:</w:t>
      </w:r>
    </w:p>
    <w:p w14:paraId="09741F23" w14:textId="564BB416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председатель</w:t>
      </w:r>
      <w:r w:rsidR="003902CC">
        <w:t>;</w:t>
      </w:r>
    </w:p>
    <w:p w14:paraId="46DB37E3" w14:textId="31489034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заместитель</w:t>
      </w:r>
      <w:r w:rsidR="0081217F" w:rsidRPr="00776CDF">
        <w:t xml:space="preserve"> </w:t>
      </w:r>
      <w:r w:rsidRPr="00776CDF">
        <w:t>председателя</w:t>
      </w:r>
      <w:r w:rsidR="003902CC">
        <w:t>;</w:t>
      </w:r>
    </w:p>
    <w:p w14:paraId="140CBC8F" w14:textId="31D72ED2" w:rsidR="00545525" w:rsidRPr="00776CDF" w:rsidRDefault="00260244" w:rsidP="003902CC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члены</w:t>
      </w:r>
      <w:r w:rsidR="0081217F" w:rsidRPr="00776CDF">
        <w:t xml:space="preserve"> </w:t>
      </w:r>
      <w:r w:rsidRPr="00776CDF">
        <w:t>Комиссии</w:t>
      </w:r>
      <w:r w:rsidR="003902CC">
        <w:t xml:space="preserve"> </w:t>
      </w:r>
      <w:r w:rsidR="003902CC" w:rsidRPr="003902CC">
        <w:t>по рассмотрению жалоб</w:t>
      </w:r>
      <w:r w:rsidR="003902CC">
        <w:t>;</w:t>
      </w:r>
    </w:p>
    <w:p w14:paraId="74AC6168" w14:textId="77777777" w:rsidR="00EE63E2" w:rsidRPr="00776CDF" w:rsidRDefault="00A453F8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секретарь.</w:t>
      </w:r>
    </w:p>
    <w:p w14:paraId="4F09FAA8" w14:textId="0ADB9A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89" w:name="_Ref414448141"/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</w:t>
      </w:r>
      <w:r w:rsidR="00EE63E2" w:rsidRPr="00776CDF">
        <w:rPr>
          <w:b w:val="0"/>
        </w:rPr>
        <w:t>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жалоба.</w:t>
      </w:r>
      <w:bookmarkEnd w:id="89"/>
    </w:p>
    <w:p w14:paraId="4CE1E0F6" w14:textId="11E7830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90" w:name="_Ref416427657"/>
      <w:bookmarkStart w:id="91" w:name="_Ref420585037"/>
      <w:r w:rsidRPr="00776CDF">
        <w:rPr>
          <w:b w:val="0"/>
        </w:rPr>
        <w:lastRenderedPageBreak/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физические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лица:</w:t>
      </w:r>
    </w:p>
    <w:p w14:paraId="108026B8" w14:textId="31D7C4C3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лично</w:t>
      </w:r>
      <w:r w:rsidR="0081217F" w:rsidRPr="00776CDF">
        <w:t xml:space="preserve"> </w:t>
      </w:r>
      <w:r w:rsidR="00260244" w:rsidRPr="00776CDF">
        <w:t>заинтересованные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результатах</w:t>
      </w:r>
      <w:r w:rsidR="0081217F" w:rsidRPr="00776CDF">
        <w:t xml:space="preserve"> </w:t>
      </w:r>
      <w:r w:rsidR="00260244" w:rsidRPr="00776CDF">
        <w:t>определения</w:t>
      </w:r>
      <w:r w:rsidR="0081217F" w:rsidRPr="00776CDF">
        <w:t xml:space="preserve"> </w:t>
      </w:r>
      <w:r w:rsidR="00260244" w:rsidRPr="00776CDF">
        <w:t>поставщиков,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подавшие</w:t>
      </w:r>
      <w:r w:rsidR="0081217F" w:rsidRPr="00776CDF">
        <w:t xml:space="preserve"> </w:t>
      </w:r>
      <w:r w:rsidR="00260244" w:rsidRPr="00776CDF">
        <w:t>заявки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участие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закупке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штате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подавших</w:t>
      </w:r>
      <w:r w:rsidR="0081217F" w:rsidRPr="00776CDF">
        <w:t xml:space="preserve"> </w:t>
      </w:r>
      <w:r w:rsidR="00260244" w:rsidRPr="00776CDF">
        <w:t>данные</w:t>
      </w:r>
      <w:r w:rsidR="0081217F" w:rsidRPr="00776CDF">
        <w:t xml:space="preserve"> </w:t>
      </w:r>
      <w:r w:rsidR="00260244" w:rsidRPr="00776CDF">
        <w:t>заявки,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которых</w:t>
      </w:r>
      <w:r w:rsidR="0081217F" w:rsidRPr="00776CDF">
        <w:t xml:space="preserve"> </w:t>
      </w:r>
      <w:r w:rsidR="00260244" w:rsidRPr="00776CDF">
        <w:t>способны</w:t>
      </w:r>
      <w:r w:rsidR="0081217F" w:rsidRPr="00776CDF">
        <w:t xml:space="preserve"> </w:t>
      </w:r>
      <w:r w:rsidR="00260244" w:rsidRPr="00776CDF">
        <w:t>оказать</w:t>
      </w:r>
      <w:r w:rsidR="0081217F" w:rsidRPr="00776CDF">
        <w:t xml:space="preserve"> </w:t>
      </w:r>
      <w:r w:rsidR="00260244" w:rsidRPr="00776CDF">
        <w:t>влияние</w:t>
      </w:r>
      <w:r w:rsidR="0081217F" w:rsidRPr="00776CDF">
        <w:t xml:space="preserve"> </w:t>
      </w:r>
      <w:r w:rsidR="00260244" w:rsidRPr="00776CDF">
        <w:t>участники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(в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участниками</w:t>
      </w:r>
      <w:r w:rsidR="0081217F" w:rsidRPr="00776CDF">
        <w:t xml:space="preserve"> </w:t>
      </w:r>
      <w:r w:rsidR="00260244" w:rsidRPr="00776CDF">
        <w:t>(акционерами)</w:t>
      </w:r>
      <w:r w:rsidR="0081217F" w:rsidRPr="00776CDF">
        <w:t xml:space="preserve"> </w:t>
      </w:r>
      <w:r w:rsidR="00260244" w:rsidRPr="00776CDF">
        <w:t>этих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членами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органов</w:t>
      </w:r>
      <w:r w:rsidR="0081217F" w:rsidRPr="00776CDF">
        <w:t xml:space="preserve"> </w:t>
      </w:r>
      <w:r w:rsidR="00260244" w:rsidRPr="00776CDF">
        <w:t>управления,</w:t>
      </w:r>
      <w:r w:rsidR="0081217F" w:rsidRPr="00776CDF">
        <w:t xml:space="preserve"> </w:t>
      </w:r>
      <w:r w:rsidR="00260244" w:rsidRPr="00776CDF">
        <w:t>кредиторами</w:t>
      </w:r>
      <w:r w:rsidR="0081217F" w:rsidRPr="00776CDF">
        <w:t xml:space="preserve"> </w:t>
      </w:r>
      <w:r w:rsidR="00260244" w:rsidRPr="00776CDF">
        <w:t>указанных</w:t>
      </w:r>
      <w:r w:rsidR="0081217F" w:rsidRPr="00776CDF">
        <w:t xml:space="preserve"> </w:t>
      </w:r>
      <w:r w:rsidR="00260244" w:rsidRPr="00776CDF">
        <w:t>участников</w:t>
      </w:r>
      <w:r w:rsidR="0081217F" w:rsidRPr="00776CDF">
        <w:t xml:space="preserve"> </w:t>
      </w:r>
      <w:r w:rsidR="00260244" w:rsidRPr="00776CDF">
        <w:t>закупки),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браке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близкими</w:t>
      </w:r>
      <w:r w:rsidR="0081217F" w:rsidRPr="00776CDF">
        <w:t xml:space="preserve"> </w:t>
      </w:r>
      <w:r w:rsidR="00260244" w:rsidRPr="00776CDF">
        <w:t>родственниками</w:t>
      </w:r>
      <w:r w:rsidR="0081217F" w:rsidRPr="00776CDF">
        <w:t xml:space="preserve"> </w:t>
      </w:r>
      <w:r w:rsidR="00260244" w:rsidRPr="00776CDF">
        <w:t>(родственниками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прямой</w:t>
      </w:r>
      <w:r w:rsidR="0081217F" w:rsidRPr="00776CDF">
        <w:t xml:space="preserve"> </w:t>
      </w:r>
      <w:r w:rsidR="00260244" w:rsidRPr="00776CDF">
        <w:t>восходящей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нисходящей</w:t>
      </w:r>
      <w:r w:rsidR="0081217F" w:rsidRPr="00776CDF">
        <w:t xml:space="preserve"> </w:t>
      </w:r>
      <w:r w:rsidR="00260244" w:rsidRPr="00776CDF">
        <w:t>линии</w:t>
      </w:r>
      <w:r w:rsidR="0081217F" w:rsidRPr="00776CDF">
        <w:t xml:space="preserve"> </w:t>
      </w:r>
      <w:r w:rsidR="00260244" w:rsidRPr="00776CDF">
        <w:t>(родителями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детьми,</w:t>
      </w:r>
      <w:r w:rsidR="0081217F" w:rsidRPr="00776CDF">
        <w:t xml:space="preserve"> </w:t>
      </w:r>
      <w:r w:rsidR="00260244" w:rsidRPr="00776CDF">
        <w:t>дедушкой,</w:t>
      </w:r>
      <w:r w:rsidR="0081217F" w:rsidRPr="00776CDF">
        <w:t xml:space="preserve"> </w:t>
      </w:r>
      <w:r w:rsidR="00260244" w:rsidRPr="00776CDF">
        <w:t>бабушкой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внуками),</w:t>
      </w:r>
      <w:r w:rsidR="0081217F" w:rsidRPr="00776CDF">
        <w:t xml:space="preserve"> </w:t>
      </w:r>
      <w:r w:rsidR="00260244" w:rsidRPr="00776CDF">
        <w:t>полнородными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proofErr w:type="spellStart"/>
      <w:r w:rsidR="00260244" w:rsidRPr="00776CDF">
        <w:t>неполнородными</w:t>
      </w:r>
      <w:proofErr w:type="spellEnd"/>
      <w:r w:rsidR="0081217F" w:rsidRPr="00776CDF">
        <w:t xml:space="preserve"> </w:t>
      </w:r>
      <w:r w:rsidR="00260244" w:rsidRPr="00776CDF">
        <w:t>(имеющими</w:t>
      </w:r>
      <w:r w:rsidR="0081217F" w:rsidRPr="00776CDF">
        <w:t xml:space="preserve"> </w:t>
      </w:r>
      <w:r w:rsidR="00260244" w:rsidRPr="00776CDF">
        <w:t>общих</w:t>
      </w:r>
      <w:r w:rsidR="0081217F" w:rsidRPr="00776CDF">
        <w:t xml:space="preserve"> </w:t>
      </w:r>
      <w:r w:rsidR="00260244" w:rsidRPr="00776CDF">
        <w:t>отца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мать)</w:t>
      </w:r>
      <w:r w:rsidR="0081217F" w:rsidRPr="00776CDF">
        <w:t xml:space="preserve"> </w:t>
      </w:r>
      <w:r w:rsidR="00260244" w:rsidRPr="00776CDF">
        <w:t>братьями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сестрами),</w:t>
      </w:r>
      <w:r w:rsidR="0081217F" w:rsidRPr="00776CDF">
        <w:t xml:space="preserve"> </w:t>
      </w:r>
      <w:r w:rsidR="00260244" w:rsidRPr="00776CDF">
        <w:t>усыновителями</w:t>
      </w:r>
      <w:r w:rsidR="0081217F" w:rsidRPr="00776CDF">
        <w:t xml:space="preserve"> </w:t>
      </w:r>
      <w:r w:rsidR="00260244" w:rsidRPr="00776CDF">
        <w:t>руководителя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усыновленными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закупки;</w:t>
      </w:r>
    </w:p>
    <w:p w14:paraId="1F5A2328" w14:textId="77777777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состоящие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браке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являющимися</w:t>
      </w:r>
      <w:r w:rsidR="0081217F" w:rsidRPr="00776CDF">
        <w:t xml:space="preserve"> </w:t>
      </w:r>
      <w:r w:rsidRPr="00776CDF">
        <w:t>выгодоприобретателями</w:t>
      </w:r>
      <w:r w:rsidR="001F743A" w:rsidRPr="00776CDF">
        <w:rPr>
          <w:vertAlign w:val="superscript"/>
        </w:rPr>
        <w:footnoteReference w:id="2"/>
      </w:r>
      <w:r w:rsidRPr="00776CDF">
        <w:t>,</w:t>
      </w:r>
      <w:r w:rsidR="0081217F" w:rsidRPr="00776CDF">
        <w:t xml:space="preserve"> </w:t>
      </w:r>
      <w:r w:rsidRPr="00776CDF">
        <w:t>единоличным</w:t>
      </w:r>
      <w:r w:rsidR="0081217F" w:rsidRPr="00776CDF">
        <w:t xml:space="preserve"> </w:t>
      </w:r>
      <w:r w:rsidRPr="00776CDF">
        <w:t>исполнительным</w:t>
      </w:r>
      <w:r w:rsidR="0081217F" w:rsidRPr="00776CDF">
        <w:t xml:space="preserve"> </w:t>
      </w:r>
      <w:r w:rsidRPr="00776CDF">
        <w:t>органом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директором,</w:t>
      </w:r>
      <w:r w:rsidR="0081217F" w:rsidRPr="00776CDF">
        <w:t xml:space="preserve"> </w:t>
      </w:r>
      <w:r w:rsidRPr="00776CDF">
        <w:t>управляющим,</w:t>
      </w:r>
      <w:r w:rsidR="0081217F" w:rsidRPr="00776CDF">
        <w:t xml:space="preserve"> </w:t>
      </w:r>
      <w:r w:rsidRPr="00776CDF">
        <w:t>президентом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другими),</w:t>
      </w:r>
      <w:r w:rsidR="0081217F" w:rsidRPr="00776CDF">
        <w:t xml:space="preserve"> </w:t>
      </w:r>
      <w:r w:rsidRPr="00776CDF">
        <w:t>членами</w:t>
      </w:r>
      <w:r w:rsidR="0081217F" w:rsidRPr="00776CDF">
        <w:t xml:space="preserve"> </w:t>
      </w:r>
      <w:r w:rsidRPr="00776CDF">
        <w:t>коллегиального</w:t>
      </w:r>
      <w:r w:rsidR="0081217F" w:rsidRPr="00776CDF">
        <w:t xml:space="preserve"> </w:t>
      </w:r>
      <w:r w:rsidRPr="00776CDF">
        <w:t>исполнительного</w:t>
      </w:r>
      <w:r w:rsidR="0081217F" w:rsidRPr="00776CDF">
        <w:t xml:space="preserve"> </w:t>
      </w:r>
      <w:r w:rsidRPr="00776CDF">
        <w:t>органа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общества,</w:t>
      </w:r>
      <w:r w:rsidR="0081217F" w:rsidRPr="00776CDF">
        <w:t xml:space="preserve"> </w:t>
      </w:r>
      <w:r w:rsidRPr="00776CDF">
        <w:t>руководителем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директором)</w:t>
      </w:r>
      <w:r w:rsidR="0081217F" w:rsidRPr="00776CDF">
        <w:t xml:space="preserve"> </w:t>
      </w:r>
      <w:r w:rsidRPr="00776CDF">
        <w:t>учреждения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унитарного</w:t>
      </w:r>
      <w:r w:rsidR="0081217F" w:rsidRPr="00776CDF">
        <w:t xml:space="preserve"> </w:t>
      </w:r>
      <w:r w:rsidRPr="00776CDF">
        <w:t>предприятия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органами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участников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зарегистрированными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</w:t>
      </w:r>
      <w:r w:rsidR="00EE63E2" w:rsidRPr="00776CDF">
        <w:t>,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участниками</w:t>
      </w:r>
      <w:r w:rsidR="0081217F" w:rsidRPr="00776CDF">
        <w:t xml:space="preserve"> </w:t>
      </w:r>
      <w:r w:rsidRPr="00776CDF">
        <w:t>закупки</w:t>
      </w:r>
      <w:r w:rsidR="00EE63E2" w:rsidRPr="00776CDF">
        <w:t>,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являющиеся</w:t>
      </w:r>
      <w:r w:rsidR="0081217F" w:rsidRPr="00776CDF">
        <w:t xml:space="preserve"> </w:t>
      </w:r>
      <w:r w:rsidRPr="00776CDF">
        <w:t>близкими</w:t>
      </w:r>
      <w:r w:rsidR="0081217F" w:rsidRPr="00776CDF">
        <w:t xml:space="preserve"> </w:t>
      </w:r>
      <w:r w:rsidRPr="00776CDF">
        <w:t>родственниками</w:t>
      </w:r>
      <w:r w:rsidR="0081217F" w:rsidRPr="00776CDF">
        <w:t xml:space="preserve"> </w:t>
      </w:r>
      <w:r w:rsidRPr="00776CDF">
        <w:t>(родственниками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прямой</w:t>
      </w:r>
      <w:r w:rsidR="0081217F" w:rsidRPr="00776CDF">
        <w:t xml:space="preserve"> </w:t>
      </w:r>
      <w:r w:rsidRPr="00776CDF">
        <w:t>восходящей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нисходящей</w:t>
      </w:r>
      <w:r w:rsidR="0081217F" w:rsidRPr="00776CDF">
        <w:t xml:space="preserve"> </w:t>
      </w:r>
      <w:r w:rsidRPr="00776CDF">
        <w:t>линии</w:t>
      </w:r>
      <w:r w:rsidR="0081217F" w:rsidRPr="00776CDF">
        <w:t xml:space="preserve"> </w:t>
      </w:r>
      <w:r w:rsidRPr="00776CDF">
        <w:t>(родителями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детьми,</w:t>
      </w:r>
      <w:r w:rsidR="0081217F" w:rsidRPr="00776CDF">
        <w:t xml:space="preserve"> </w:t>
      </w:r>
      <w:r w:rsidRPr="00776CDF">
        <w:t>дедушкой,</w:t>
      </w:r>
      <w:r w:rsidR="0081217F" w:rsidRPr="00776CDF">
        <w:t xml:space="preserve"> </w:t>
      </w:r>
      <w:r w:rsidRPr="00776CDF">
        <w:t>бабушкой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внуками),</w:t>
      </w:r>
      <w:r w:rsidR="0081217F" w:rsidRPr="00776CDF">
        <w:t xml:space="preserve"> </w:t>
      </w:r>
      <w:r w:rsidRPr="00776CDF">
        <w:t>полнородными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proofErr w:type="spellStart"/>
      <w:r w:rsidRPr="00776CDF">
        <w:t>неполнородными</w:t>
      </w:r>
      <w:proofErr w:type="spellEnd"/>
      <w:r w:rsidR="0081217F" w:rsidRPr="00776CDF">
        <w:t xml:space="preserve"> </w:t>
      </w:r>
      <w:r w:rsidRPr="00776CDF">
        <w:t>(имеющими</w:t>
      </w:r>
      <w:r w:rsidR="0081217F" w:rsidRPr="00776CDF">
        <w:t xml:space="preserve"> </w:t>
      </w:r>
      <w:r w:rsidRPr="00776CDF">
        <w:t>общих</w:t>
      </w:r>
      <w:r w:rsidR="0081217F" w:rsidRPr="00776CDF">
        <w:t xml:space="preserve"> </w:t>
      </w:r>
      <w:r w:rsidRPr="00776CDF">
        <w:t>отца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мать)</w:t>
      </w:r>
      <w:r w:rsidR="0081217F" w:rsidRPr="00776CDF">
        <w:t xml:space="preserve"> </w:t>
      </w:r>
      <w:r w:rsidRPr="00776CDF">
        <w:t>братьями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сестрами),</w:t>
      </w:r>
      <w:r w:rsidR="0081217F" w:rsidRPr="00776CDF">
        <w:t xml:space="preserve"> </w:t>
      </w:r>
      <w:r w:rsidRPr="00776CDF">
        <w:t>усыновителями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усыновле</w:t>
      </w:r>
      <w:r w:rsidR="00A453F8" w:rsidRPr="00776CDF">
        <w:t>нными</w:t>
      </w:r>
      <w:r w:rsidR="0081217F" w:rsidRPr="00776CDF">
        <w:t xml:space="preserve"> </w:t>
      </w:r>
      <w:r w:rsidR="00A453F8" w:rsidRPr="00776CDF">
        <w:t>указанных</w:t>
      </w:r>
      <w:r w:rsidR="0081217F" w:rsidRPr="00776CDF">
        <w:t xml:space="preserve"> </w:t>
      </w:r>
      <w:r w:rsidR="00A453F8" w:rsidRPr="00776CDF">
        <w:t>физических</w:t>
      </w:r>
      <w:r w:rsidR="0081217F" w:rsidRPr="00776CDF">
        <w:t xml:space="preserve"> </w:t>
      </w:r>
      <w:r w:rsidR="00A453F8" w:rsidRPr="00776CDF">
        <w:t>лиц.</w:t>
      </w:r>
    </w:p>
    <w:bookmarkEnd w:id="90"/>
    <w:bookmarkEnd w:id="91"/>
    <w:p w14:paraId="600385DA" w14:textId="799A42EF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состоять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5</w:t>
      </w:r>
      <w:r w:rsidR="0081217F" w:rsidRPr="00776CDF">
        <w:rPr>
          <w:b w:val="0"/>
        </w:rPr>
        <w:t> </w:t>
      </w:r>
      <w:r w:rsidR="00A453F8"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человек.</w:t>
      </w:r>
    </w:p>
    <w:p w14:paraId="0232F19D" w14:textId="5645B640" w:rsidR="00EE63E2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92" w:name="_Toc422778490"/>
      <w:bookmarkStart w:id="93" w:name="_Toc422815629"/>
      <w:bookmarkStart w:id="94" w:name="_Toc443317278"/>
      <w:bookmarkStart w:id="95" w:name="_Toc425862183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92"/>
      <w:r w:rsidRPr="00776CDF">
        <w:t>Комиссии</w:t>
      </w:r>
      <w:bookmarkEnd w:id="93"/>
      <w:bookmarkEnd w:id="94"/>
      <w:bookmarkEnd w:id="95"/>
      <w:r w:rsidR="003902CC">
        <w:t xml:space="preserve"> по рассмотрению жалоб</w:t>
      </w:r>
    </w:p>
    <w:p w14:paraId="776BB959" w14:textId="4B6DA019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96" w:name="_Ref422768201"/>
      <w:bookmarkStart w:id="97" w:name="_Toc422778491"/>
      <w:bookmarkStart w:id="98" w:name="_Toc422815630"/>
      <w:bookmarkStart w:id="99" w:name="_Ref422485614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bookmarkEnd w:id="96"/>
      <w:bookmarkEnd w:id="97"/>
      <w:bookmarkEnd w:id="98"/>
      <w:r w:rsidR="003902CC">
        <w:t xml:space="preserve"> по рассмотрению жалоб</w:t>
      </w:r>
    </w:p>
    <w:p w14:paraId="7AB276B4" w14:textId="47A3B9AC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обязана:</w:t>
      </w:r>
      <w:bookmarkEnd w:id="99"/>
    </w:p>
    <w:p w14:paraId="2B80D366" w14:textId="77777777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объективно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беспристрастно</w:t>
      </w:r>
      <w:r w:rsidR="0081217F" w:rsidRPr="00776CDF">
        <w:t xml:space="preserve"> </w:t>
      </w:r>
      <w:r w:rsidR="00260244" w:rsidRPr="00776CDF">
        <w:t>рассматривать</w:t>
      </w:r>
      <w:r w:rsidR="0081217F" w:rsidRPr="00776CDF">
        <w:t xml:space="preserve"> </w:t>
      </w:r>
      <w:r w:rsidR="00260244" w:rsidRPr="00776CDF">
        <w:t>поступившие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предмет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соответствия</w:t>
      </w:r>
      <w:r w:rsidR="0081217F" w:rsidRPr="00776CDF">
        <w:t xml:space="preserve"> </w:t>
      </w:r>
      <w:r w:rsidR="00260244" w:rsidRPr="00776CDF">
        <w:t>требованиям</w:t>
      </w:r>
      <w:r w:rsidR="0081217F" w:rsidRPr="00776CDF">
        <w:t xml:space="preserve"> </w:t>
      </w:r>
      <w:r w:rsidR="00260244" w:rsidRPr="00776CDF">
        <w:t>законодательства,</w:t>
      </w:r>
      <w:r w:rsidR="0081217F" w:rsidRPr="00776CDF">
        <w:t xml:space="preserve"> </w:t>
      </w:r>
      <w:r w:rsidR="00260244" w:rsidRPr="00776CDF">
        <w:t>Положению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правовым</w:t>
      </w:r>
      <w:r w:rsidR="0081217F" w:rsidRPr="00776CDF">
        <w:t xml:space="preserve"> </w:t>
      </w:r>
      <w:r w:rsidR="00260244" w:rsidRPr="00776CDF">
        <w:t>актам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организаций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пределах</w:t>
      </w:r>
      <w:r w:rsidR="0081217F" w:rsidRPr="00776CDF">
        <w:t xml:space="preserve"> </w:t>
      </w:r>
      <w:r w:rsidR="00260244" w:rsidRPr="00776CDF">
        <w:t>своей</w:t>
      </w:r>
      <w:r w:rsidR="0081217F" w:rsidRPr="00776CDF">
        <w:t xml:space="preserve"> </w:t>
      </w:r>
      <w:r w:rsidR="00260244" w:rsidRPr="00776CDF">
        <w:t>компетенции;</w:t>
      </w:r>
    </w:p>
    <w:p w14:paraId="083ABB36" w14:textId="55E11AFE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соблюдать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502CC136" w14:textId="6F16C61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55383A"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решение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срока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5FFD101A" w14:textId="01EDD8C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сбор,</w:t>
      </w:r>
      <w:r w:rsidR="0081217F" w:rsidRPr="00776CDF">
        <w:t xml:space="preserve"> </w:t>
      </w:r>
      <w:r w:rsidRPr="00776CDF">
        <w:t>обобщение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анализ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выявленных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течение</w:t>
      </w:r>
      <w:r w:rsidR="0081217F" w:rsidRPr="00776CDF">
        <w:t xml:space="preserve"> </w:t>
      </w:r>
      <w:r w:rsidRPr="00776CDF">
        <w:t>года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закупочной</w:t>
      </w:r>
      <w:r w:rsidR="0081217F" w:rsidRPr="00776CDF">
        <w:t xml:space="preserve"> </w:t>
      </w:r>
      <w:r w:rsidRPr="00776CDF">
        <w:t>деятельности,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выполнении</w:t>
      </w:r>
      <w:r w:rsidR="0081217F" w:rsidRPr="00776CDF">
        <w:t xml:space="preserve"> </w:t>
      </w:r>
      <w:r w:rsidRPr="00776CDF">
        <w:t>выданных</w:t>
      </w:r>
      <w:r w:rsidR="0081217F" w:rsidRPr="00776CDF">
        <w:t xml:space="preserve"> </w:t>
      </w:r>
      <w:r w:rsidRPr="00776CDF">
        <w:t>заключений;</w:t>
      </w:r>
    </w:p>
    <w:p w14:paraId="0A5FAD5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обеспечить</w:t>
      </w:r>
      <w:r w:rsidR="0081217F" w:rsidRPr="00776CDF">
        <w:t xml:space="preserve"> </w:t>
      </w:r>
      <w:r w:rsidRPr="00776CDF">
        <w:t>сохранение</w:t>
      </w:r>
      <w:r w:rsidR="0081217F" w:rsidRPr="00776CDF">
        <w:t xml:space="preserve"> </w:t>
      </w:r>
      <w:r w:rsidRPr="00776CDF">
        <w:t>информации,</w:t>
      </w:r>
      <w:r w:rsidR="0081217F" w:rsidRPr="00776CDF">
        <w:t xml:space="preserve"> </w:t>
      </w:r>
      <w:r w:rsidRPr="00776CDF">
        <w:t>составляющей</w:t>
      </w:r>
      <w:r w:rsidR="0081217F" w:rsidRPr="00776CDF">
        <w:t xml:space="preserve"> </w:t>
      </w:r>
      <w:r w:rsidRPr="00776CDF">
        <w:t>коммерческую</w:t>
      </w:r>
      <w:r w:rsidR="0081217F" w:rsidRPr="00776CDF">
        <w:t xml:space="preserve"> </w:t>
      </w:r>
      <w:r w:rsidRPr="00776CDF">
        <w:t>тайну</w:t>
      </w:r>
      <w:r w:rsidR="0055383A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иной</w:t>
      </w:r>
      <w:r w:rsidR="0081217F" w:rsidRPr="00776CDF">
        <w:t xml:space="preserve"> </w:t>
      </w:r>
      <w:r w:rsidRPr="00776CDF">
        <w:t>конфиденциальной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соответствующего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условии</w:t>
      </w:r>
      <w:r w:rsidR="0081217F" w:rsidRPr="00776CDF">
        <w:t xml:space="preserve"> </w:t>
      </w:r>
      <w:r w:rsidRPr="00776CDF">
        <w:t>подтверждения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</w:t>
      </w:r>
      <w:r w:rsidR="00A453F8" w:rsidRPr="00776CDF">
        <w:t>редставленным</w:t>
      </w:r>
      <w:r w:rsidR="0081217F" w:rsidRPr="00776CDF">
        <w:t xml:space="preserve"> </w:t>
      </w:r>
      <w:r w:rsidR="00A453F8" w:rsidRPr="00776CDF">
        <w:t>документам.</w:t>
      </w:r>
    </w:p>
    <w:p w14:paraId="13896156" w14:textId="57BB1D14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0" w:name="_Ref422485334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вправе:</w:t>
      </w:r>
      <w:bookmarkEnd w:id="100"/>
    </w:p>
    <w:p w14:paraId="1867D059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жалоба;</w:t>
      </w:r>
    </w:p>
    <w:p w14:paraId="61B0B155" w14:textId="374AF1E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приглашать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них</w:t>
      </w:r>
      <w:r w:rsidR="0081217F" w:rsidRPr="00776CDF">
        <w:t xml:space="preserve"> </w:t>
      </w:r>
      <w:r w:rsidRPr="00776CDF">
        <w:t>возражения</w:t>
      </w:r>
      <w:r w:rsidR="007A4212">
        <w:t xml:space="preserve"> </w:t>
      </w:r>
      <w:r w:rsidRPr="003C7B00">
        <w:t>/</w:t>
      </w:r>
      <w:r w:rsidR="007A4212">
        <w:t xml:space="preserve"> </w:t>
      </w:r>
      <w:r w:rsidRPr="00776CDF">
        <w:t>пояснения</w:t>
      </w:r>
      <w:r w:rsidR="007A4212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предмету</w:t>
      </w:r>
      <w:r w:rsidR="0081217F" w:rsidRPr="00776CDF">
        <w:t xml:space="preserve"> </w:t>
      </w:r>
      <w:r w:rsidRPr="00776CDF">
        <w:t>жалобы;</w:t>
      </w:r>
    </w:p>
    <w:p w14:paraId="52900343" w14:textId="1096656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выдавать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своими</w:t>
      </w:r>
      <w:r w:rsidR="0081217F" w:rsidRPr="00776CDF">
        <w:t xml:space="preserve"> </w:t>
      </w:r>
      <w:r w:rsidRPr="00776CDF">
        <w:t>полномочиями</w:t>
      </w:r>
      <w:r w:rsidR="0081217F" w:rsidRPr="00776CDF">
        <w:t xml:space="preserve"> </w:t>
      </w:r>
      <w:r w:rsidRPr="00776CDF">
        <w:t>обязательные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заключения;</w:t>
      </w:r>
    </w:p>
    <w:p w14:paraId="79DA0511" w14:textId="6E9C16A1" w:rsidR="00EE63E2" w:rsidRPr="00776CDF" w:rsidRDefault="00260244" w:rsidP="003C7B00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обращаться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органы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информацией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имеющихся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законодательства,</w:t>
      </w:r>
      <w:r w:rsidR="0081217F" w:rsidRPr="00776CDF">
        <w:t xml:space="preserve"> </w:t>
      </w:r>
      <w:r w:rsidRPr="00776CDF">
        <w:t>Положения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правовых</w:t>
      </w:r>
      <w:r w:rsidR="0081217F" w:rsidRPr="00776CDF">
        <w:t xml:space="preserve"> </w:t>
      </w:r>
      <w:r w:rsidRPr="00776CDF">
        <w:t>актов</w:t>
      </w:r>
      <w:r w:rsidR="0081217F" w:rsidRPr="00776CDF">
        <w:t xml:space="preserve"> </w:t>
      </w:r>
      <w:r w:rsidRPr="00776CDF">
        <w:t>Корпорации,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предложениями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применению</w:t>
      </w:r>
      <w:r w:rsidR="0081217F" w:rsidRPr="00776CDF">
        <w:t xml:space="preserve"> </w:t>
      </w:r>
      <w:r w:rsidRPr="00776CDF">
        <w:t>мер</w:t>
      </w:r>
      <w:r w:rsidR="0081217F" w:rsidRPr="00776CDF">
        <w:t xml:space="preserve"> </w:t>
      </w:r>
      <w:r w:rsidRPr="00776CDF">
        <w:t>ответственности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работников,</w:t>
      </w:r>
      <w:r w:rsidR="0081217F" w:rsidRPr="00776CDF">
        <w:t xml:space="preserve"> </w:t>
      </w:r>
      <w:r w:rsidRPr="00776CDF">
        <w:t>должностных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организации.</w:t>
      </w:r>
    </w:p>
    <w:p w14:paraId="3C015450" w14:textId="512FD595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1" w:name="_Toc422778493"/>
      <w:bookmarkStart w:id="102" w:name="_Toc422815632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101"/>
      <w:r w:rsidRPr="00776CDF">
        <w:t>Комиссии</w:t>
      </w:r>
      <w:bookmarkEnd w:id="102"/>
      <w:r w:rsidR="003902CC">
        <w:t xml:space="preserve"> по рассмотрению жалоб</w:t>
      </w:r>
    </w:p>
    <w:p w14:paraId="1A0C5390" w14:textId="33218FB8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3" w:name="_Ref414378682"/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обязан:</w:t>
      </w:r>
      <w:bookmarkEnd w:id="103"/>
    </w:p>
    <w:p w14:paraId="65EE6E43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ознакомиться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материалами</w:t>
      </w:r>
      <w:r w:rsidR="0081217F" w:rsidRPr="00776CDF">
        <w:t xml:space="preserve"> </w:t>
      </w:r>
      <w:r w:rsidRPr="00776CDF">
        <w:t>жалобы;</w:t>
      </w:r>
    </w:p>
    <w:p w14:paraId="0708EDF7" w14:textId="7703154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заявить</w:t>
      </w:r>
      <w:r w:rsidR="0081217F" w:rsidRPr="00776CDF">
        <w:t xml:space="preserve"> </w:t>
      </w:r>
      <w:r w:rsidRPr="00776CDF">
        <w:t>самоотвод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обстоятельств,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данное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входить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состав</w:t>
      </w:r>
      <w:r w:rsidR="0081217F" w:rsidRPr="00776CDF">
        <w:t xml:space="preserve"> </w:t>
      </w:r>
      <w:r w:rsidR="003902CC" w:rsidRPr="00776CDF">
        <w:t xml:space="preserve">Комиссии </w:t>
      </w:r>
      <w:r w:rsidR="003902CC">
        <w:t xml:space="preserve">по рассмотрению жалоб </w:t>
      </w:r>
      <w:r w:rsidRPr="00776CDF">
        <w:t>(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_Ref416427657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</w:p>
    <w:p w14:paraId="7C9DC63D" w14:textId="096C30F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сообщить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обстоятельств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отвода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иного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таковые</w:t>
      </w:r>
      <w:r w:rsidR="0081217F" w:rsidRPr="00776CDF">
        <w:t xml:space="preserve"> </w:t>
      </w:r>
      <w:r w:rsidRPr="00776CDF">
        <w:t>стали</w:t>
      </w:r>
      <w:r w:rsidR="0081217F" w:rsidRPr="00776CDF">
        <w:t xml:space="preserve"> </w:t>
      </w:r>
      <w:r w:rsidRPr="00776CDF">
        <w:t>ему</w:t>
      </w:r>
      <w:r w:rsidR="0081217F" w:rsidRPr="00776CDF">
        <w:t xml:space="preserve"> </w:t>
      </w:r>
      <w:r w:rsidRPr="00776CDF">
        <w:t>известны;</w:t>
      </w:r>
    </w:p>
    <w:p w14:paraId="4BCB0420" w14:textId="169FE86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уведомить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попытки</w:t>
      </w:r>
      <w:r w:rsidR="0081217F" w:rsidRPr="00776CDF">
        <w:t xml:space="preserve"> </w:t>
      </w:r>
      <w:r w:rsidRPr="00776CDF">
        <w:t>оказания</w:t>
      </w:r>
      <w:r w:rsidR="0081217F" w:rsidRPr="00776CDF">
        <w:t xml:space="preserve"> </w:t>
      </w:r>
      <w:r w:rsidRPr="00776CDF">
        <w:t>влияния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оценки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суждения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стороны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участвующих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рассмотрении</w:t>
      </w:r>
      <w:r w:rsidR="0081217F" w:rsidRPr="00776CDF">
        <w:t xml:space="preserve"> </w:t>
      </w:r>
      <w:r w:rsidRPr="00776CDF">
        <w:t>жалобы</w:t>
      </w:r>
      <w:r w:rsidR="002C75F0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день</w:t>
      </w:r>
      <w:r w:rsidR="0081217F" w:rsidRPr="00776CDF">
        <w:t xml:space="preserve"> </w:t>
      </w:r>
      <w:r w:rsidRPr="00776CDF">
        <w:t>обнаружения</w:t>
      </w:r>
      <w:r w:rsidR="0081217F" w:rsidRPr="00776CDF">
        <w:t xml:space="preserve"> </w:t>
      </w:r>
      <w:r w:rsidRPr="00776CDF">
        <w:t>данных</w:t>
      </w:r>
      <w:r w:rsidR="0081217F" w:rsidRPr="00776CDF">
        <w:t xml:space="preserve"> </w:t>
      </w:r>
      <w:r w:rsidRPr="00776CDF">
        <w:t>обстоятельств;</w:t>
      </w:r>
    </w:p>
    <w:p w14:paraId="466A241B" w14:textId="0FA2608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лично</w:t>
      </w:r>
      <w:r w:rsidR="0081217F" w:rsidRPr="00776CDF">
        <w:t xml:space="preserve"> </w:t>
      </w: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заседаниях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70F7E989" w14:textId="2119125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решений,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голосовать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протокол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заключение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результатам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71C722C7" w14:textId="59E279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выразить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«ПРОТИВ»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«ВОЗДЕРЖАЛСЯ»;</w:t>
      </w:r>
    </w:p>
    <w:p w14:paraId="7F8E2FCA" w14:textId="6051F1E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выполнять</w:t>
      </w:r>
      <w:r w:rsidR="0081217F" w:rsidRPr="00776CDF">
        <w:t xml:space="preserve"> </w:t>
      </w:r>
      <w:r w:rsidRPr="00776CDF">
        <w:t>иные</w:t>
      </w:r>
      <w:r w:rsidR="0081217F" w:rsidRPr="00776CDF">
        <w:t xml:space="preserve"> </w:t>
      </w:r>
      <w:r w:rsidRPr="00776CDF">
        <w:t>действия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CCC5032" w14:textId="11A463A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подписать</w:t>
      </w:r>
      <w:r w:rsidR="0081217F" w:rsidRPr="00776CDF">
        <w:t xml:space="preserve"> </w:t>
      </w:r>
      <w:r w:rsidRPr="00776CDF">
        <w:t>заявление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беспристрастности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(форма</w:t>
      </w:r>
      <w:r w:rsidR="0081217F" w:rsidRPr="00776CDF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</w:t>
      </w:r>
      <w:r w:rsidR="00D00BBE" w:rsidRPr="00776CDF">
        <w:t>я</w:t>
      </w:r>
      <w:r w:rsidR="0081217F" w:rsidRPr="00776CDF">
        <w:t xml:space="preserve"> </w:t>
      </w:r>
      <w:r w:rsidRPr="00776CDF">
        <w:t>№</w:t>
      </w:r>
      <w:r w:rsidR="003902CC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Положению</w:t>
      </w:r>
      <w:r w:rsidR="00E25A33" w:rsidRPr="003C7B00">
        <w:t xml:space="preserve"> о комиссии по рассмотрению жалоб</w:t>
      </w:r>
      <w:r w:rsidRPr="00776CDF">
        <w:t>).</w:t>
      </w:r>
    </w:p>
    <w:p w14:paraId="152D52BA" w14:textId="5526478F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право:</w:t>
      </w:r>
    </w:p>
    <w:p w14:paraId="06CB64C4" w14:textId="23B0006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ходатайствовать</w:t>
      </w:r>
      <w:r w:rsidR="0081217F" w:rsidRPr="00776CDF">
        <w:t xml:space="preserve"> </w:t>
      </w:r>
      <w:r w:rsidRPr="00776CDF">
        <w:t>перед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предоставлении</w:t>
      </w:r>
      <w:r w:rsidR="0081217F" w:rsidRPr="00776CDF">
        <w:t xml:space="preserve"> </w:t>
      </w:r>
      <w:r w:rsidRPr="00776CDF">
        <w:t>недостающих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приглашении</w:t>
      </w:r>
      <w:r w:rsidR="0081217F" w:rsidRPr="00776CDF">
        <w:t xml:space="preserve"> </w:t>
      </w:r>
      <w:r w:rsidRPr="00776CDF">
        <w:t>заявителя/сторонних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43E579B6" w14:textId="7589008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вносить</w:t>
      </w:r>
      <w:r w:rsidR="0081217F" w:rsidRPr="00776CDF">
        <w:t xml:space="preserve"> </w:t>
      </w:r>
      <w:r w:rsidRPr="00776CDF">
        <w:t>предложения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включении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изменении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557B1208" w14:textId="66306EB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выступать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согласия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6D6FB1B8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основе</w:t>
      </w:r>
      <w:r w:rsidR="0081217F" w:rsidRPr="00776CDF">
        <w:t xml:space="preserve"> </w:t>
      </w:r>
      <w:r w:rsidRPr="00776CDF">
        <w:t>всей</w:t>
      </w:r>
      <w:r w:rsidR="0081217F" w:rsidRPr="00776CDF">
        <w:t xml:space="preserve"> </w:t>
      </w:r>
      <w:r w:rsidRPr="00776CDF">
        <w:t>имеющейся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собственных</w:t>
      </w:r>
      <w:r w:rsidR="0081217F" w:rsidRPr="00776CDF">
        <w:t xml:space="preserve"> </w:t>
      </w:r>
      <w:r w:rsidRPr="00776CDF">
        <w:t>убеждений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оценок;</w:t>
      </w:r>
    </w:p>
    <w:p w14:paraId="7101C080" w14:textId="6B1542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выражать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«ЗА»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листах</w:t>
      </w:r>
      <w:r w:rsidR="0081217F" w:rsidRPr="00776CDF">
        <w:t xml:space="preserve"> </w:t>
      </w:r>
      <w:r w:rsidRPr="00776CDF">
        <w:t>голосования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данному</w:t>
      </w:r>
      <w:r w:rsidR="0081217F" w:rsidRPr="00776CDF">
        <w:t xml:space="preserve"> </w:t>
      </w:r>
      <w:r w:rsidRPr="00776CDF">
        <w:t>вопросу;</w:t>
      </w:r>
    </w:p>
    <w:p w14:paraId="6B42D47A" w14:textId="3D646A7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пользоваться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правами,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противоречащими</w:t>
      </w:r>
      <w:r w:rsidR="0081217F" w:rsidRPr="00776CDF">
        <w:t xml:space="preserve"> </w:t>
      </w:r>
      <w:r w:rsidRPr="00776CDF">
        <w:t>требованиям</w:t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.</w:t>
      </w:r>
    </w:p>
    <w:p w14:paraId="7DDE2E66" w14:textId="29994378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предусмотренных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.</w:t>
      </w:r>
    </w:p>
    <w:p w14:paraId="4FA6F66A" w14:textId="7CE0097C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4" w:name="_Toc422778494"/>
      <w:bookmarkStart w:id="105" w:name="_Toc422815633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председателя</w:t>
      </w:r>
      <w:bookmarkEnd w:id="104"/>
      <w:bookmarkEnd w:id="105"/>
      <w:r w:rsidR="0081217F" w:rsidRPr="00776CDF">
        <w:t xml:space="preserve"> </w:t>
      </w:r>
      <w:r w:rsidRPr="00776CDF">
        <w:t>Комиссии</w:t>
      </w:r>
      <w:r w:rsidR="00E34E2C">
        <w:t xml:space="preserve"> по рассмотрению жалоб</w:t>
      </w:r>
    </w:p>
    <w:p w14:paraId="534827FC" w14:textId="53264D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6" w:name="_Ref422486158"/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232C278" w14:textId="1C87C322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  <w:bookmarkEnd w:id="106"/>
    </w:p>
    <w:p w14:paraId="405B39DB" w14:textId="1F55BF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общее</w:t>
      </w:r>
      <w:r w:rsidR="0081217F" w:rsidRPr="00776CDF">
        <w:t xml:space="preserve"> </w:t>
      </w:r>
      <w:r w:rsidRPr="00776CDF">
        <w:t>руководство</w:t>
      </w:r>
      <w:r w:rsidR="0081217F" w:rsidRPr="00776CDF">
        <w:t xml:space="preserve"> </w:t>
      </w:r>
      <w:r w:rsidRPr="00776CDF">
        <w:t>деятельностью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планирование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организацию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работы;</w:t>
      </w:r>
    </w:p>
    <w:p w14:paraId="06C74C3F" w14:textId="37A43F0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изменения;</w:t>
      </w:r>
    </w:p>
    <w:p w14:paraId="26C4BD84" w14:textId="714357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утверждать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E651D2"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нее</w:t>
      </w:r>
      <w:r w:rsidR="0081217F" w:rsidRPr="00776CDF">
        <w:t xml:space="preserve"> </w:t>
      </w:r>
      <w:r w:rsidRPr="00776CDF">
        <w:t>изменения;</w:t>
      </w:r>
    </w:p>
    <w:p w14:paraId="64A7465F" w14:textId="6D9F0244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отстранять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стало</w:t>
      </w:r>
      <w:r w:rsidR="0081217F" w:rsidRPr="00776CDF">
        <w:t xml:space="preserve"> </w:t>
      </w:r>
      <w:r w:rsidRPr="00776CDF">
        <w:t>известно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обстоятельствах,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_Ref420585037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которыми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являться</w:t>
      </w:r>
      <w:r w:rsidR="0081217F" w:rsidRPr="00776CDF">
        <w:t xml:space="preserve"> </w:t>
      </w:r>
      <w:r w:rsidRPr="00776CDF">
        <w:t>членом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043870D" w14:textId="76C34A2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открывать,</w:t>
      </w:r>
      <w:r w:rsidR="0081217F" w:rsidRPr="00776CDF">
        <w:t xml:space="preserve"> </w:t>
      </w:r>
      <w:r w:rsidRPr="00776CDF">
        <w:t>закрывать,</w:t>
      </w:r>
      <w:r w:rsidR="0081217F" w:rsidRPr="00776CDF">
        <w:t xml:space="preserve"> </w:t>
      </w:r>
      <w:r w:rsidRPr="00776CDF">
        <w:t>вести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объявлять</w:t>
      </w:r>
      <w:r w:rsidR="0081217F" w:rsidRPr="00776CDF">
        <w:t xml:space="preserve"> </w:t>
      </w:r>
      <w:r w:rsidRPr="00776CDF">
        <w:t>перерывы,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уведомления;</w:t>
      </w:r>
    </w:p>
    <w:p w14:paraId="39A0BDB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объявлять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кворума;</w:t>
      </w:r>
    </w:p>
    <w:p w14:paraId="669ACD9A" w14:textId="3DE47EF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числа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лицо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выполнения</w:t>
      </w:r>
      <w:r w:rsidR="0081217F" w:rsidRPr="00776CDF">
        <w:t xml:space="preserve"> </w:t>
      </w:r>
      <w:r w:rsidRPr="00776CDF">
        <w:t>функций</w:t>
      </w:r>
      <w:r w:rsidR="0081217F" w:rsidRPr="00776CDF">
        <w:t xml:space="preserve"> </w:t>
      </w:r>
      <w:r w:rsidRPr="00776CDF">
        <w:t>секретаря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отсутствие;</w:t>
      </w:r>
    </w:p>
    <w:p w14:paraId="5BCE770B" w14:textId="5CFD4096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обеспечивать</w:t>
      </w:r>
      <w:r w:rsidR="0081217F" w:rsidRPr="00776CDF">
        <w:t xml:space="preserve"> </w:t>
      </w:r>
      <w:r w:rsidRPr="00776CDF">
        <w:t>соблюдение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1AB9C2A1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Отчет.</w:t>
      </w:r>
    </w:p>
    <w:p w14:paraId="636C67F6" w14:textId="1182B760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вправе:</w:t>
      </w:r>
    </w:p>
    <w:p w14:paraId="50DD4187" w14:textId="54B31E9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07" w:name="_Toc422778495"/>
      <w:r w:rsidRPr="00776CDF">
        <w:t>передать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F6452B" w:rsidRPr="00776CDF">
        <w:t>5</w:t>
      </w:r>
      <w:r w:rsidR="007B0AF0">
        <w:t>.1.10(1)</w:t>
      </w:r>
      <w:r w:rsidR="00E47F50" w:rsidRPr="00E25A33">
        <w:fldChar w:fldCharType="end"/>
      </w:r>
      <w:r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4F6A90" w:rsidRPr="00776CDF">
        <w:t>5</w:t>
      </w:r>
      <w:r w:rsidR="007B0AF0">
        <w:t>.1.10(4)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лицу,</w:t>
      </w:r>
      <w:r w:rsidR="0081217F" w:rsidRPr="00776CDF">
        <w:t xml:space="preserve"> </w:t>
      </w:r>
      <w:r w:rsidRPr="00776CDF">
        <w:t>уполномоченному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Корпорации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обращений</w:t>
      </w:r>
      <w:r w:rsidR="0081217F" w:rsidRPr="00776CDF">
        <w:t xml:space="preserve"> </w:t>
      </w:r>
      <w:r w:rsidRPr="00776CDF">
        <w:t>граждан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</w:t>
      </w:r>
      <w:r w:rsidR="0081217F" w:rsidRPr="00776CDF">
        <w:t xml:space="preserve"> </w:t>
      </w:r>
      <w:r w:rsidRPr="00776CDF">
        <w:t>общего</w:t>
      </w:r>
      <w:r w:rsidR="0081217F" w:rsidRPr="00776CDF">
        <w:t xml:space="preserve"> </w:t>
      </w:r>
      <w:r w:rsidRPr="00776CDF">
        <w:t>делопроизводства;</w:t>
      </w:r>
    </w:p>
    <w:p w14:paraId="5327A6DE" w14:textId="5EC1969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давать</w:t>
      </w:r>
      <w:r w:rsidR="0081217F" w:rsidRPr="00776CDF">
        <w:t xml:space="preserve"> </w:t>
      </w:r>
      <w:r w:rsidRPr="00776CDF">
        <w:t>поручения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по</w:t>
      </w:r>
      <w:r w:rsidR="0081217F" w:rsidRPr="00776CDF">
        <w:t xml:space="preserve"> </w:t>
      </w:r>
      <w:r w:rsidRPr="00776CDF">
        <w:t>вопросам,</w:t>
      </w:r>
      <w:r w:rsidR="0081217F" w:rsidRPr="00776CDF">
        <w:t xml:space="preserve"> </w:t>
      </w:r>
      <w:r w:rsidRPr="00776CDF">
        <w:t>связанным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="00A453F8" w:rsidRPr="00776CDF">
        <w:t>рассмотрением</w:t>
      </w:r>
      <w:r w:rsidR="0081217F" w:rsidRPr="00776CDF">
        <w:t xml:space="preserve"> </w:t>
      </w:r>
      <w:r w:rsidR="00A453F8" w:rsidRPr="00776CDF">
        <w:t>жалобы.</w:t>
      </w:r>
    </w:p>
    <w:p w14:paraId="33396FC9" w14:textId="43BB4951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</w:t>
      </w:r>
      <w:bookmarkStart w:id="108" w:name="_Toc422815634"/>
      <w:r w:rsidR="00A453F8" w:rsidRPr="00776CDF">
        <w:rPr>
          <w:b w:val="0"/>
        </w:rPr>
        <w:t>мотренных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Положением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A453F8" w:rsidRPr="00776CDF">
        <w:rPr>
          <w:b w:val="0"/>
        </w:rPr>
        <w:t>.</w:t>
      </w:r>
    </w:p>
    <w:p w14:paraId="3D824364" w14:textId="02F88B2F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bookmarkEnd w:id="107"/>
      <w:bookmarkEnd w:id="108"/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</w:p>
    <w:p w14:paraId="49603735" w14:textId="1927850A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последнего.</w:t>
      </w:r>
    </w:p>
    <w:p w14:paraId="0B32CAF8" w14:textId="509937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36A12FFC" w14:textId="20F41E92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9" w:name="_Toc422778496"/>
      <w:bookmarkStart w:id="110" w:name="_Toc422815635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секретаря</w:t>
      </w:r>
      <w:bookmarkEnd w:id="109"/>
      <w:bookmarkEnd w:id="110"/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0BAB09C" w14:textId="6A5E18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7516373F" w14:textId="2F46E945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</w:p>
    <w:p w14:paraId="70525F46" w14:textId="523B01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документальное</w:t>
      </w:r>
      <w:r w:rsidR="0081217F" w:rsidRPr="00776CDF">
        <w:t xml:space="preserve"> </w:t>
      </w:r>
      <w:r w:rsidRPr="00776CDF">
        <w:t>оформление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8A3416" w:rsidRPr="00776CDF">
        <w:t>К</w:t>
      </w:r>
      <w:r w:rsidRPr="00776CDF">
        <w:t>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заключения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протоколы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выписку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заключений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сбор</w:t>
      </w:r>
      <w:r w:rsidR="0081217F" w:rsidRPr="00776CDF">
        <w:t xml:space="preserve"> </w:t>
      </w:r>
      <w:r w:rsidRPr="00776CDF">
        <w:t>особых</w:t>
      </w:r>
      <w:r w:rsidR="0081217F" w:rsidRPr="00776CDF">
        <w:t xml:space="preserve"> </w:t>
      </w:r>
      <w:r w:rsidRPr="00776CDF">
        <w:t>мнений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(при</w:t>
      </w:r>
      <w:r w:rsidR="0081217F" w:rsidRPr="00776CDF">
        <w:t xml:space="preserve"> </w:t>
      </w:r>
      <w:r w:rsidRPr="00776CDF">
        <w:t>наличии),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подписание</w:t>
      </w:r>
      <w:r w:rsidR="0081217F" w:rsidRPr="00776CDF">
        <w:t xml:space="preserve"> </w:t>
      </w:r>
      <w:r w:rsidRPr="00776CDF">
        <w:t>заявлений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="00B30B99" w:rsidRPr="00776CDF">
        <w:t>(ф</w:t>
      </w:r>
      <w:r w:rsidRPr="00776CDF">
        <w:t>орма</w:t>
      </w:r>
      <w:r w:rsidR="004F6A90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риложения</w:t>
      </w:r>
      <w:r w:rsidR="0081217F" w:rsidRPr="00776CDF">
        <w:t xml:space="preserve"> </w:t>
      </w:r>
      <w:r w:rsidRPr="00776CDF">
        <w:t>№</w:t>
      </w:r>
      <w:r w:rsidR="004F6A90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lastRenderedPageBreak/>
        <w:t>Положению</w:t>
      </w:r>
      <w:r w:rsidR="00E25A33" w:rsidRPr="003C7B00">
        <w:t xml:space="preserve"> о комиссии по рассмотрению жалоб</w:t>
      </w:r>
      <w:r w:rsidRPr="00776CDF">
        <w:t>),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передавать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настоящем</w:t>
      </w:r>
      <w:r w:rsidR="0081217F" w:rsidRPr="00776CDF">
        <w:t xml:space="preserve"> </w:t>
      </w:r>
      <w:r w:rsidRPr="00776CDF">
        <w:t>подпункте</w:t>
      </w:r>
      <w:r w:rsidR="0081217F" w:rsidRPr="00776CDF">
        <w:t xml:space="preserve"> </w:t>
      </w:r>
      <w:r w:rsidRPr="00776CDF">
        <w:t>документы;</w:t>
      </w:r>
    </w:p>
    <w:p w14:paraId="231DF625" w14:textId="76AA97B8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направлять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случаях,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F78AAB4" w14:textId="43C1E2D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установленному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Корпорации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</w:t>
      </w:r>
      <w:r w:rsidR="00B30B99" w:rsidRPr="00776CDF">
        <w:t>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жалобы;</w:t>
      </w:r>
    </w:p>
    <w:p w14:paraId="63399D3F" w14:textId="3A9A18C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формировать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представлять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утверждение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  <w:r w:rsidR="0081217F" w:rsidRPr="00776CDF">
        <w:t xml:space="preserve"> </w:t>
      </w:r>
      <w:r w:rsidRPr="00776CDF">
        <w:t>согласовывать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="00824960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время,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составлять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корректировать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4525C45" w14:textId="7B9C62A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</w:t>
      </w:r>
      <w:r w:rsidR="00B30B99" w:rsidRPr="00776CDF">
        <w:t>, установленным в</w:t>
      </w:r>
      <w:r w:rsidR="0081217F" w:rsidRPr="00776CDF">
        <w:t xml:space="preserve"> </w:t>
      </w:r>
      <w:r w:rsidR="00B30B99"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197204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председателю</w:t>
      </w:r>
      <w:r w:rsidR="0081217F" w:rsidRPr="00776CDF">
        <w:t xml:space="preserve"> </w:t>
      </w:r>
      <w:r w:rsidR="00B93D61" w:rsidRPr="00776CDF">
        <w:t>Комиссии</w:t>
      </w:r>
      <w:r w:rsidR="00006A95">
        <w:t xml:space="preserve"> по рассмотрению жалоб</w:t>
      </w:r>
      <w:r w:rsidR="00B93D61" w:rsidRPr="00776CDF">
        <w:t>;</w:t>
      </w:r>
    </w:p>
    <w:p w14:paraId="56AA897F" w14:textId="547C159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информировать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повестке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направлять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6769C372" w14:textId="786AAD5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извещать</w:t>
      </w:r>
      <w:r w:rsidR="0081217F" w:rsidRPr="00776CDF">
        <w:t xml:space="preserve"> </w:t>
      </w:r>
      <w:r w:rsidRPr="00776CDF">
        <w:t>приглашенных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вопросах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они</w:t>
      </w:r>
      <w:r w:rsidR="0081217F" w:rsidRPr="00776CDF">
        <w:t xml:space="preserve"> </w:t>
      </w:r>
      <w:r w:rsidRPr="00776CDF">
        <w:t>приглашены;</w:t>
      </w:r>
    </w:p>
    <w:p w14:paraId="5F7BE559" w14:textId="2F89CB0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объявить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отсутствие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2F1A679E" w14:textId="543E00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</w:t>
      </w:r>
      <w:r w:rsidR="0081217F" w:rsidRPr="00776CDF">
        <w:t xml:space="preserve"> </w:t>
      </w:r>
      <w:r w:rsidRPr="00776CDF">
        <w:t>имени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организации;</w:t>
      </w:r>
    </w:p>
    <w:p w14:paraId="2305DB89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Отчета,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ЦЗК</w:t>
      </w:r>
      <w:r w:rsidR="0081217F" w:rsidRPr="00776CDF">
        <w:t xml:space="preserve"> </w:t>
      </w:r>
      <w:r w:rsidRPr="00776CDF">
        <w:t>Корпорации.</w:t>
      </w:r>
    </w:p>
    <w:p w14:paraId="32C3E705" w14:textId="77777777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ответственность:</w:t>
      </w:r>
    </w:p>
    <w:p w14:paraId="208272E6" w14:textId="6149D8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надлежащее</w:t>
      </w:r>
      <w:r w:rsidR="0081217F" w:rsidRPr="00776CDF">
        <w:t xml:space="preserve"> </w:t>
      </w:r>
      <w:r w:rsidRPr="00776CDF">
        <w:t>выполнение</w:t>
      </w:r>
      <w:r w:rsidR="0081217F" w:rsidRPr="00776CDF">
        <w:t xml:space="preserve"> </w:t>
      </w:r>
      <w:r w:rsidRPr="00776CDF">
        <w:t>обязанностей,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77EB15A" w14:textId="3980C08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сохранность</w:t>
      </w:r>
      <w:r w:rsidR="0081217F" w:rsidRPr="00776CDF">
        <w:t xml:space="preserve"> </w:t>
      </w:r>
      <w:r w:rsidRPr="00776CDF">
        <w:t>материалов,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_Ref422763595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.8.1(1)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до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="004A3297" w:rsidRPr="00776CDF">
        <w:t>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хранение.</w:t>
      </w:r>
    </w:p>
    <w:p w14:paraId="6266B4B1" w14:textId="6F5E879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функции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назначенное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 xml:space="preserve">по рассмотрению жалоб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92ED2D4" w14:textId="18859071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11" w:name="_Toc422778498"/>
      <w:bookmarkStart w:id="112" w:name="_Toc422815637"/>
      <w:r w:rsidRPr="00776CDF">
        <w:lastRenderedPageBreak/>
        <w:t>Приглашение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bookmarkEnd w:id="111"/>
      <w:r w:rsidRPr="00776CDF">
        <w:t>Комиссии</w:t>
      </w:r>
      <w:bookmarkEnd w:id="112"/>
      <w:r w:rsidR="00006A95">
        <w:t xml:space="preserve"> по рассмотрению жалоб</w:t>
      </w:r>
    </w:p>
    <w:p w14:paraId="345AD167" w14:textId="57030302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приглашены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представители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СЗК/ЗК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лица).</w:t>
      </w:r>
    </w:p>
    <w:p w14:paraId="1B2033B6" w14:textId="7777777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Возражения/пояснения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</w:t>
      </w:r>
      <w:r w:rsidR="00B30B99" w:rsidRPr="00776CDF">
        <w:rPr>
          <w:b w:val="0"/>
        </w:rPr>
        <w:t>о</w:t>
      </w:r>
      <w:r w:rsidRPr="00776CDF">
        <w:rPr>
          <w:b w:val="0"/>
        </w:rPr>
        <w:t>ставляться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D6C980C" w14:textId="47E9B51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согласия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выступают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0A11D06A" w14:textId="6BD51F66" w:rsidR="00E4377A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113" w:name="_Toc407714712"/>
      <w:bookmarkStart w:id="114" w:name="_Toc407716877"/>
      <w:bookmarkStart w:id="115" w:name="_Toc407723129"/>
      <w:bookmarkStart w:id="116" w:name="_Toc407720559"/>
      <w:bookmarkStart w:id="117" w:name="_Toc407992788"/>
      <w:bookmarkStart w:id="118" w:name="_Toc407999220"/>
      <w:bookmarkStart w:id="119" w:name="_Toc408003455"/>
      <w:bookmarkStart w:id="120" w:name="_Toc408003698"/>
      <w:bookmarkStart w:id="121" w:name="_Toc408004454"/>
      <w:bookmarkStart w:id="122" w:name="_Toc408161697"/>
      <w:bookmarkStart w:id="123" w:name="_Toc408439929"/>
      <w:bookmarkStart w:id="124" w:name="_Toc408447030"/>
      <w:bookmarkStart w:id="125" w:name="_Toc408447294"/>
      <w:bookmarkStart w:id="126" w:name="_Toc408776122"/>
      <w:bookmarkStart w:id="127" w:name="_Toc408779317"/>
      <w:bookmarkStart w:id="128" w:name="_Toc408780913"/>
      <w:bookmarkStart w:id="129" w:name="_Toc408840976"/>
      <w:bookmarkStart w:id="130" w:name="_Toc408842401"/>
      <w:bookmarkStart w:id="131" w:name="_Toc282982396"/>
      <w:bookmarkStart w:id="132" w:name="_Toc409089714"/>
      <w:bookmarkStart w:id="133" w:name="_Toc409090146"/>
      <w:bookmarkStart w:id="134" w:name="_Toc409090601"/>
      <w:bookmarkStart w:id="135" w:name="_Toc409113394"/>
      <w:bookmarkStart w:id="136" w:name="_Toc409174177"/>
      <w:bookmarkStart w:id="137" w:name="_Toc409174871"/>
      <w:bookmarkStart w:id="138" w:name="_Toc409189271"/>
      <w:bookmarkStart w:id="139" w:name="_Toc283058703"/>
      <w:bookmarkStart w:id="140" w:name="_Toc409204496"/>
      <w:bookmarkStart w:id="141" w:name="_Toc409474887"/>
      <w:bookmarkStart w:id="142" w:name="_Toc409528596"/>
      <w:bookmarkStart w:id="143" w:name="_Toc409630300"/>
      <w:bookmarkStart w:id="144" w:name="_Toc409703745"/>
      <w:bookmarkStart w:id="145" w:name="_Toc409711909"/>
      <w:bookmarkStart w:id="146" w:name="_Toc409715652"/>
      <w:bookmarkStart w:id="147" w:name="_Toc409721645"/>
      <w:bookmarkStart w:id="148" w:name="_Toc409720800"/>
      <w:bookmarkStart w:id="149" w:name="_Toc409721887"/>
      <w:bookmarkStart w:id="150" w:name="_Toc409807612"/>
      <w:bookmarkStart w:id="151" w:name="_Toc409812301"/>
      <w:bookmarkStart w:id="152" w:name="_Toc283764524"/>
      <w:bookmarkStart w:id="153" w:name="_Toc409908890"/>
      <w:bookmarkStart w:id="154" w:name="_Toc410903030"/>
      <w:bookmarkStart w:id="155" w:name="_Toc409088829"/>
      <w:bookmarkStart w:id="156" w:name="_Toc409089023"/>
      <w:bookmarkStart w:id="157" w:name="_Toc410908291"/>
      <w:bookmarkStart w:id="158" w:name="_Toc410911034"/>
      <w:bookmarkStart w:id="159" w:name="_Toc410911307"/>
      <w:bookmarkStart w:id="160" w:name="_Toc410920395"/>
      <w:bookmarkStart w:id="161" w:name="_Toc410916936"/>
      <w:bookmarkStart w:id="162" w:name="_Toc411280022"/>
      <w:bookmarkStart w:id="163" w:name="_Toc411626750"/>
      <w:bookmarkStart w:id="164" w:name="_Toc411632291"/>
      <w:bookmarkStart w:id="165" w:name="_Toc411882201"/>
      <w:bookmarkStart w:id="166" w:name="_Toc411941210"/>
      <w:bookmarkStart w:id="167" w:name="_Toc285801658"/>
      <w:bookmarkStart w:id="168" w:name="_Toc411949685"/>
      <w:bookmarkStart w:id="169" w:name="_Toc412111325"/>
      <w:bookmarkStart w:id="170" w:name="_Toc285977929"/>
      <w:bookmarkStart w:id="171" w:name="_Toc412128092"/>
      <w:bookmarkStart w:id="172" w:name="_Toc286000057"/>
      <w:bookmarkStart w:id="173" w:name="_Toc412218540"/>
      <w:bookmarkStart w:id="174" w:name="_Toc412543828"/>
      <w:bookmarkStart w:id="175" w:name="_Toc412551573"/>
      <w:bookmarkStart w:id="176" w:name="_Toc422778499"/>
      <w:bookmarkStart w:id="177" w:name="_Toc422815638"/>
      <w:bookmarkStart w:id="178" w:name="_Toc443317279"/>
      <w:bookmarkStart w:id="179" w:name="_Toc425862184"/>
      <w:bookmarkStart w:id="180" w:name="_Toc236236052"/>
      <w:bookmarkStart w:id="181" w:name="_Toc368984343"/>
      <w:bookmarkStart w:id="182" w:name="_Toc407284854"/>
      <w:bookmarkStart w:id="183" w:name="_Toc407291582"/>
      <w:bookmarkStart w:id="184" w:name="_Toc407300382"/>
      <w:bookmarkStart w:id="185" w:name="_Toc407296932"/>
      <w:r w:rsidRPr="00776CDF">
        <w:t>Порядок</w:t>
      </w:r>
      <w:r w:rsidR="0081217F" w:rsidRPr="00776CDF">
        <w:t xml:space="preserve"> 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776CDF">
        <w:t>работы</w:t>
      </w:r>
      <w:r w:rsidR="0081217F" w:rsidRPr="00776CDF">
        <w:t xml:space="preserve"> </w:t>
      </w:r>
      <w:r w:rsidR="001A15EB" w:rsidRPr="00776CDF">
        <w:t>К</w:t>
      </w:r>
      <w:r w:rsidRPr="00776CDF">
        <w:t>омиссии</w:t>
      </w:r>
      <w:bookmarkEnd w:id="176"/>
      <w:bookmarkEnd w:id="177"/>
      <w:bookmarkEnd w:id="178"/>
      <w:bookmarkEnd w:id="179"/>
      <w:r w:rsidR="00006A95">
        <w:t xml:space="preserve"> по рассмотрению жалоб</w:t>
      </w:r>
    </w:p>
    <w:p w14:paraId="687533FE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86" w:name="_Toc422778500"/>
      <w:bookmarkStart w:id="187" w:name="_Toc422815639"/>
      <w:bookmarkStart w:id="188" w:name="_Ref407653238"/>
      <w:r w:rsidRPr="00776CDF">
        <w:t>Порядок</w:t>
      </w:r>
      <w:r w:rsidR="0081217F" w:rsidRPr="00776CDF">
        <w:t xml:space="preserve"> </w:t>
      </w:r>
      <w:r w:rsidRPr="00776CDF">
        <w:t>приема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</w:t>
      </w:r>
      <w:bookmarkEnd w:id="186"/>
      <w:bookmarkEnd w:id="187"/>
    </w:p>
    <w:p w14:paraId="73588E08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89" w:name="_Ref414031115"/>
      <w:bookmarkStart w:id="190" w:name="_Ref407653679"/>
      <w:bookmarkEnd w:id="188"/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содержать:</w:t>
      </w:r>
      <w:bookmarkEnd w:id="189"/>
    </w:p>
    <w:p w14:paraId="274DC54A" w14:textId="77777777" w:rsidR="00E4377A" w:rsidRPr="00776CDF" w:rsidRDefault="009E2C60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позиции</w:t>
      </w:r>
      <w:r w:rsidR="0081217F" w:rsidRPr="00776CDF">
        <w:t xml:space="preserve"> </w:t>
      </w:r>
      <w:r w:rsidRPr="00776CDF">
        <w:t>заявителя;</w:t>
      </w:r>
    </w:p>
    <w:p w14:paraId="6D966F70" w14:textId="3F9E7B62" w:rsidR="00E4377A" w:rsidRPr="00776CDF" w:rsidRDefault="009E2C60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лицо</w:t>
      </w:r>
      <w:r w:rsidR="0081217F" w:rsidRPr="00776CDF">
        <w:t xml:space="preserve"> </w:t>
      </w:r>
      <w:r w:rsidR="00260244" w:rsidRPr="00776CDF">
        <w:t>(орган)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которого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(организатора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специализированной</w:t>
      </w:r>
      <w:r w:rsidR="0081217F" w:rsidRPr="00776CDF">
        <w:t xml:space="preserve"> </w:t>
      </w:r>
      <w:r w:rsidR="00260244" w:rsidRPr="00776CDF">
        <w:t>организации/ЗК/СЗК)</w:t>
      </w:r>
      <w:r w:rsidR="00431A69" w:rsidRPr="00776CDF">
        <w:t>,</w:t>
      </w:r>
      <w:r w:rsidR="0081217F" w:rsidRPr="00776CDF">
        <w:t xml:space="preserve"> </w:t>
      </w:r>
      <w:r w:rsidR="00260244" w:rsidRPr="00776CDF">
        <w:t>–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случае</w:t>
      </w:r>
      <w:r w:rsidR="00431A69" w:rsidRPr="00776CDF">
        <w:t>,</w:t>
      </w:r>
      <w:r w:rsidR="0081217F" w:rsidRPr="00776CDF">
        <w:t xml:space="preserve"> </w:t>
      </w:r>
      <w:r w:rsidR="00260244" w:rsidRPr="00776CDF">
        <w:t>если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(бездействие)</w:t>
      </w:r>
      <w:r w:rsidR="0081217F" w:rsidRPr="00776CDF">
        <w:t xml:space="preserve"> </w:t>
      </w:r>
      <w:r w:rsidR="00260244" w:rsidRPr="00776CDF">
        <w:t>такого</w:t>
      </w:r>
      <w:r w:rsidR="0081217F" w:rsidRPr="00776CDF">
        <w:t xml:space="preserve"> </w:t>
      </w:r>
      <w:r w:rsidR="00260244" w:rsidRPr="00776CDF">
        <w:t>лица</w:t>
      </w:r>
      <w:r w:rsidR="0081217F" w:rsidRPr="00776CDF">
        <w:t xml:space="preserve"> </w:t>
      </w:r>
      <w:r w:rsidR="00260244" w:rsidRPr="00776CDF">
        <w:t>(органа);</w:t>
      </w:r>
    </w:p>
    <w:p w14:paraId="3F3E076F" w14:textId="208064D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="0081217F" w:rsidRPr="00776CDF">
        <w:t xml:space="preserve"> </w:t>
      </w:r>
      <w:r w:rsidRPr="00776CDF">
        <w:t>(для</w:t>
      </w:r>
      <w:r w:rsidR="0081217F" w:rsidRPr="00776CDF">
        <w:t xml:space="preserve"> </w:t>
      </w:r>
      <w:r w:rsidRPr="00776CDF">
        <w:t>физического</w:t>
      </w:r>
      <w:r w:rsidR="0081217F" w:rsidRPr="00776CDF">
        <w:t xml:space="preserve"> </w:t>
      </w:r>
      <w:r w:rsidRPr="00776CDF">
        <w:t>лица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предпринимателя),</w:t>
      </w:r>
      <w:r w:rsidR="0081217F" w:rsidRPr="00776CDF">
        <w:t xml:space="preserve"> </w:t>
      </w:r>
      <w:r w:rsidRPr="00776CDF">
        <w:t>полное</w:t>
      </w:r>
      <w:r w:rsidR="0081217F" w:rsidRPr="00776CDF">
        <w:t xml:space="preserve"> </w:t>
      </w:r>
      <w:r w:rsidRPr="00776CDF">
        <w:t>наименование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соответствии</w:t>
      </w:r>
      <w:r w:rsidR="0081217F" w:rsidRPr="00776CDF">
        <w:t xml:space="preserve"> </w:t>
      </w:r>
      <w:r w:rsidR="00675099" w:rsidRPr="00776CDF">
        <w:t>с</w:t>
      </w:r>
      <w:r w:rsidR="0081217F" w:rsidRPr="00776CDF">
        <w:t xml:space="preserve"> </w:t>
      </w:r>
      <w:r w:rsidR="00675099" w:rsidRPr="00776CDF">
        <w:t>учредительными</w:t>
      </w:r>
      <w:r w:rsidR="0081217F" w:rsidRPr="00776CDF">
        <w:t xml:space="preserve"> </w:t>
      </w:r>
      <w:r w:rsidR="00675099" w:rsidRPr="00776CDF">
        <w:t>документами</w:t>
      </w:r>
      <w:r w:rsidR="0081217F" w:rsidRPr="00776CDF">
        <w:t xml:space="preserve"> </w:t>
      </w:r>
      <w:r w:rsidR="00675099" w:rsidRPr="00776CDF">
        <w:t>(для</w:t>
      </w:r>
      <w:r w:rsidR="0081217F" w:rsidRPr="00776CDF">
        <w:t xml:space="preserve"> </w:t>
      </w:r>
      <w:r w:rsidR="00675099" w:rsidRPr="00776CDF">
        <w:t>юридического</w:t>
      </w:r>
      <w:r w:rsidR="0081217F" w:rsidRPr="00776CDF">
        <w:t xml:space="preserve"> </w:t>
      </w:r>
      <w:r w:rsidR="00675099" w:rsidRPr="00776CDF">
        <w:t>лица),</w:t>
      </w:r>
      <w:r w:rsidR="0081217F" w:rsidRPr="00776CDF">
        <w:t xml:space="preserve"> </w:t>
      </w:r>
      <w:r w:rsidR="00675099" w:rsidRPr="00776CDF">
        <w:t>ИНН</w:t>
      </w:r>
      <w:r w:rsidR="0081217F" w:rsidRPr="00776CDF">
        <w:t xml:space="preserve"> </w:t>
      </w:r>
      <w:r w:rsidR="00675099" w:rsidRPr="00776CDF">
        <w:t>заявителя</w:t>
      </w:r>
      <w:r w:rsidR="007A4212">
        <w:t xml:space="preserve"> (при наличии)</w:t>
      </w:r>
      <w:r w:rsidR="00675099" w:rsidRPr="003C7B00">
        <w:t>,</w:t>
      </w:r>
      <w:r w:rsidR="0081217F" w:rsidRPr="00776CDF">
        <w:t xml:space="preserve"> </w:t>
      </w:r>
      <w:r w:rsidR="00675099" w:rsidRPr="00776CDF">
        <w:t>контактное</w:t>
      </w:r>
      <w:r w:rsidR="0081217F" w:rsidRPr="00776CDF">
        <w:t xml:space="preserve"> </w:t>
      </w:r>
      <w:r w:rsidR="00675099" w:rsidRPr="00776CDF">
        <w:t>лицо</w:t>
      </w:r>
      <w:r w:rsidR="0081217F" w:rsidRPr="00776CDF">
        <w:t xml:space="preserve"> </w:t>
      </w:r>
      <w:r w:rsidR="00675099" w:rsidRPr="00776CDF">
        <w:t>заявителя,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адрес</w:t>
      </w:r>
      <w:r w:rsidR="0081217F" w:rsidRPr="00776CDF">
        <w:t xml:space="preserve"> </w:t>
      </w:r>
      <w:r w:rsidR="00675099" w:rsidRPr="00776CDF">
        <w:t>которого</w:t>
      </w:r>
      <w:r w:rsidR="0081217F" w:rsidRPr="00776CDF">
        <w:t xml:space="preserve"> </w:t>
      </w:r>
      <w:r w:rsidR="00675099" w:rsidRPr="00776CDF">
        <w:t>будет</w:t>
      </w:r>
      <w:r w:rsidR="0081217F" w:rsidRPr="00776CDF">
        <w:t xml:space="preserve"> </w:t>
      </w:r>
      <w:r w:rsidR="00675099" w:rsidRPr="00776CDF">
        <w:t>направляться</w:t>
      </w:r>
      <w:r w:rsidR="0081217F" w:rsidRPr="00776CDF">
        <w:t xml:space="preserve"> </w:t>
      </w:r>
      <w:r w:rsidR="00675099" w:rsidRPr="00776CDF">
        <w:t>информация</w:t>
      </w:r>
      <w:r w:rsidR="0081217F" w:rsidRPr="00776CDF">
        <w:t xml:space="preserve"> </w:t>
      </w:r>
      <w:r w:rsidR="00675099" w:rsidRPr="00776CDF">
        <w:t>при</w:t>
      </w:r>
      <w:r w:rsidR="0081217F" w:rsidRPr="00776CDF">
        <w:t xml:space="preserve"> </w:t>
      </w:r>
      <w:r w:rsidR="00675099" w:rsidRPr="00776CDF">
        <w:t>рассмотрении</w:t>
      </w:r>
      <w:r w:rsidR="0081217F" w:rsidRPr="00776CDF">
        <w:t xml:space="preserve"> </w:t>
      </w:r>
      <w:r w:rsidR="00675099" w:rsidRPr="00776CDF">
        <w:t>жалобы</w:t>
      </w:r>
      <w:r w:rsidR="0081217F" w:rsidRPr="00776CDF">
        <w:t xml:space="preserve"> </w:t>
      </w:r>
      <w:r w:rsidR="00675099"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Pr="00776CDF">
        <w:t>,</w:t>
      </w:r>
      <w:r w:rsidR="0081217F" w:rsidRPr="00776CDF">
        <w:t xml:space="preserve"> </w:t>
      </w:r>
      <w:r w:rsidRPr="00776CDF">
        <w:t>должность,</w:t>
      </w:r>
      <w:r w:rsidR="0081217F" w:rsidRPr="00776CDF">
        <w:t xml:space="preserve"> </w:t>
      </w:r>
      <w:r w:rsidRPr="00776CDF">
        <w:t>адрес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телефон).</w:t>
      </w:r>
    </w:p>
    <w:p w14:paraId="49B00ECE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приложить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которые,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мнению,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существенными</w:t>
      </w:r>
      <w:r w:rsidR="007A4212">
        <w:rPr>
          <w:b w:val="0"/>
        </w:rPr>
        <w:t xml:space="preserve"> и должны учитываться при рассмотрении жалобы</w:t>
      </w:r>
      <w:r w:rsidRPr="00776CDF">
        <w:rPr>
          <w:b w:val="0"/>
        </w:rPr>
        <w:t>.</w:t>
      </w:r>
    </w:p>
    <w:p w14:paraId="0234DABE" w14:textId="49FE56A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реквизитам,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–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Pr="003C7B00">
        <w:rPr>
          <w:b w:val="0"/>
        </w:rPr>
        <w:t>.</w:t>
      </w:r>
    </w:p>
    <w:p w14:paraId="40B85FB3" w14:textId="09C60B14" w:rsidR="00A06711" w:rsidRPr="00776CDF" w:rsidRDefault="00260244" w:rsidP="003C7B00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81217F" w:rsidRPr="003C7B00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F6054A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</w:t>
      </w:r>
      <w:r w:rsidR="0081217F" w:rsidRPr="00776CDF">
        <w:rPr>
          <w:b w:val="0"/>
        </w:rPr>
        <w:t> 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3C7B00">
        <w:rPr>
          <w:b w:val="0"/>
        </w:rPr>
        <w:t>).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возвращаются.</w:t>
      </w:r>
      <w:r w:rsidR="00A06711" w:rsidRPr="00776CDF">
        <w:rPr>
          <w:b w:val="0"/>
        </w:rPr>
        <w:t xml:space="preserve"> Несоблюдение формы</w:t>
      </w:r>
      <w:r w:rsidR="00A06711" w:rsidRPr="003C7B00">
        <w:rPr>
          <w:b w:val="0"/>
        </w:rPr>
        <w:t xml:space="preserve"> </w:t>
      </w:r>
      <w:r w:rsidR="007A4212">
        <w:rPr>
          <w:b w:val="0"/>
        </w:rPr>
        <w:t>для подачи жалобы</w:t>
      </w:r>
      <w:r w:rsidR="007A4212" w:rsidRPr="00776CDF">
        <w:rPr>
          <w:b w:val="0"/>
        </w:rPr>
        <w:t xml:space="preserve"> </w:t>
      </w:r>
      <w:r w:rsidR="00A06711" w:rsidRPr="00776CDF">
        <w:rPr>
          <w:b w:val="0"/>
        </w:rPr>
        <w:t>не является препятствием для принятия жалобы.</w:t>
      </w:r>
    </w:p>
    <w:p w14:paraId="7C3C241A" w14:textId="77777777" w:rsidR="00E4377A" w:rsidRPr="00776CDF" w:rsidRDefault="00A06711" w:rsidP="00A06711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 xml:space="preserve"> </w:t>
      </w:r>
      <w:r w:rsidR="00260244"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представителем.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поданной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приложены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доверенность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подтверждающий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полномочия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подписание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документ.</w:t>
      </w:r>
    </w:p>
    <w:p w14:paraId="2A41F4A1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3F528FA4" w14:textId="5CA72F0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почты,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указанному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</w:p>
    <w:p w14:paraId="5D5D6789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3</w:t>
      </w:r>
      <w:r w:rsidR="001605D4" w:rsidRPr="00776CDF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трех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поступления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решение:</w:t>
      </w:r>
    </w:p>
    <w:p w14:paraId="6359CE41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1" w:name="_Ref422129618"/>
      <w:r w:rsidRPr="00776CDF">
        <w:t>о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присвоением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номера;</w:t>
      </w:r>
      <w:bookmarkEnd w:id="191"/>
    </w:p>
    <w:p w14:paraId="074A8B81" w14:textId="1B671FF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="009E2C60" w:rsidRPr="00776CDF">
        <w:t>жалобы</w:t>
      </w:r>
      <w:r w:rsidR="0081217F" w:rsidRPr="00776CDF">
        <w:t xml:space="preserve"> </w:t>
      </w:r>
      <w:r w:rsidR="009E2C60" w:rsidRPr="00776CDF">
        <w:t>по</w:t>
      </w:r>
      <w:r w:rsidR="0081217F" w:rsidRPr="00776CDF">
        <w:t xml:space="preserve"> </w:t>
      </w:r>
      <w:r w:rsidR="009E2C60" w:rsidRPr="00776CDF">
        <w:t>основаниям</w:t>
      </w:r>
      <w:r w:rsidRPr="00776CDF">
        <w:t>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.</w:t>
      </w:r>
    </w:p>
    <w:p w14:paraId="51D678F4" w14:textId="4E7A908F" w:rsidR="00E4377A" w:rsidRPr="00776CDF" w:rsidRDefault="00260244" w:rsidP="003C7B00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основании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отказе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2</w:t>
      </w:r>
      <w:r w:rsidR="004F6A90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="00E0719D" w:rsidRPr="00776CDF">
        <w:rPr>
          <w:b w:val="0"/>
        </w:rPr>
        <w:t>принятия решения об отказе в регистрации материалов заявителя</w:t>
      </w:r>
      <w:r w:rsidRPr="00776CDF">
        <w:rPr>
          <w:b w:val="0"/>
        </w:rPr>
        <w:t>:</w:t>
      </w:r>
    </w:p>
    <w:p w14:paraId="2BEAFF1C" w14:textId="22F502C4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7149A02C" w14:textId="33C2E27C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передает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указанным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B93D61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3092B15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жалобы.</w:t>
      </w:r>
    </w:p>
    <w:p w14:paraId="06AB46E2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2" w:name="_Ref421194934"/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регистрируются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  <w:bookmarkEnd w:id="192"/>
    </w:p>
    <w:p w14:paraId="73CAF682" w14:textId="56778D15" w:rsidR="00E4377A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3" w:name="_Ref422128657"/>
      <w:r w:rsidRPr="00776CDF">
        <w:t>не</w:t>
      </w:r>
      <w:r w:rsidR="0081217F" w:rsidRPr="00776CDF">
        <w:t xml:space="preserve"> </w:t>
      </w:r>
      <w:r w:rsidRPr="00776CDF">
        <w:t>содержат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требуемых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_Ref414031115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4F6A90">
        <w:rPr>
          <w:lang w:val="en-US"/>
        </w:rPr>
        <w:t xml:space="preserve"> </w:t>
      </w:r>
      <w:r w:rsidR="004F6A90">
        <w:t>о комиссии по рассмотрению жалоб</w:t>
      </w:r>
      <w:r w:rsidR="00B93D61" w:rsidRPr="003C7B00">
        <w:t>;</w:t>
      </w:r>
      <w:bookmarkEnd w:id="193"/>
    </w:p>
    <w:p w14:paraId="4C5FD216" w14:textId="32FC8380" w:rsidR="007A4212" w:rsidRPr="00776CDF" w:rsidRDefault="007A4212" w:rsidP="001A1DF4">
      <w:pPr>
        <w:pStyle w:val="5"/>
        <w:numPr>
          <w:ilvl w:val="3"/>
          <w:numId w:val="7"/>
        </w:numPr>
        <w:ind w:left="0" w:firstLine="1418"/>
        <w:outlineLvl w:val="3"/>
      </w:pPr>
      <w:r>
        <w:t>жалоба не подписана или подписана лицом, полномочия которого не подтверждены документами</w:t>
      </w:r>
      <w:r w:rsidRPr="00776CDF">
        <w:t>;</w:t>
      </w:r>
    </w:p>
    <w:p w14:paraId="130B6F62" w14:textId="7B07C416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bookmarkStart w:id="194" w:name="_Ref422130405"/>
      <w:r w:rsidRPr="00776CDF">
        <w:t>поданы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соответствующих</w:t>
      </w:r>
      <w:r w:rsidR="0081217F" w:rsidRPr="00776CDF">
        <w:t xml:space="preserve"> </w:t>
      </w:r>
      <w:r w:rsidRPr="00776CDF">
        <w:t>полномочий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(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_Ref422767092 \r \h  \* MERGEFORMAT </w:instrText>
      </w:r>
      <w:r w:rsidR="00E47F50" w:rsidRPr="00E25A33">
        <w:fldChar w:fldCharType="separate"/>
      </w:r>
      <w:r w:rsidR="0081217F" w:rsidRPr="00776CDF">
        <w:t>2.2.1</w:t>
      </w:r>
      <w:r w:rsidR="00E47F50" w:rsidRPr="00E25A33">
        <w:fldChar w:fldCharType="end"/>
      </w:r>
      <w:r w:rsidR="00F857FD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_Ref425779983 \r \h  \* MERGEFORMAT </w:instrText>
      </w:r>
      <w:r w:rsidR="00E47F50" w:rsidRPr="00E25A33">
        <w:fldChar w:fldCharType="separate"/>
      </w:r>
      <w:r w:rsidR="0081217F" w:rsidRPr="00776CDF">
        <w:t>2.3.1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  <w:bookmarkEnd w:id="194"/>
    </w:p>
    <w:p w14:paraId="38BCD0D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5" w:name="_Ref422128665"/>
      <w:r w:rsidRPr="00776CDF">
        <w:t>поданы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нарушением</w:t>
      </w:r>
      <w:r w:rsidR="0081217F" w:rsidRPr="00776CDF">
        <w:t xml:space="preserve"> </w:t>
      </w:r>
      <w:r w:rsidRPr="00776CDF">
        <w:t>сроков,</w:t>
      </w:r>
      <w:r w:rsidR="0081217F" w:rsidRPr="00776CDF">
        <w:t xml:space="preserve"> </w:t>
      </w:r>
      <w:r w:rsidRPr="00776CDF">
        <w:t>установленных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Положении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закупке.</w:t>
      </w:r>
      <w:bookmarkEnd w:id="195"/>
    </w:p>
    <w:p w14:paraId="3EA420C5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6" w:name="_Ref414277170"/>
      <w:r w:rsidRPr="00776CDF">
        <w:t>Порядок</w:t>
      </w:r>
      <w:r w:rsidR="0081217F" w:rsidRPr="00776CDF">
        <w:t xml:space="preserve"> </w:t>
      </w:r>
      <w:r w:rsidRPr="00776CDF">
        <w:t>уведомления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поступлении</w:t>
      </w:r>
      <w:r w:rsidR="0081217F" w:rsidRPr="00776CDF">
        <w:t xml:space="preserve"> </w:t>
      </w:r>
      <w:r w:rsidRPr="00776CDF">
        <w:t>жалобы</w:t>
      </w:r>
    </w:p>
    <w:p w14:paraId="3989F18B" w14:textId="6CE4802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:</w:t>
      </w:r>
      <w:bookmarkEnd w:id="196"/>
    </w:p>
    <w:bookmarkEnd w:id="190"/>
    <w:p w14:paraId="7C044260" w14:textId="77985719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формирует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утверждает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согласовывает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4A7357C2" w14:textId="2A52475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им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45FA831F" w14:textId="3B60F4ED" w:rsidR="007A4212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7" w:name="_Ref422227553"/>
      <w:r w:rsidRPr="00776CDF">
        <w:t>уведомляет</w:t>
      </w:r>
      <w:r w:rsidR="0081217F" w:rsidRPr="00776CDF">
        <w:t xml:space="preserve"> </w:t>
      </w:r>
      <w:r w:rsidRPr="00776CDF">
        <w:t>заявителя</w:t>
      </w:r>
      <w:r w:rsidR="007A4212">
        <w:t xml:space="preserve"> о принятии жалобы к рассмотрению с указанием ее индивидуального номера;</w:t>
      </w:r>
    </w:p>
    <w:p w14:paraId="36850757" w14:textId="2B0B6E98" w:rsidR="00E4377A" w:rsidRPr="00776CDF" w:rsidRDefault="007A4212" w:rsidP="00822102">
      <w:pPr>
        <w:pStyle w:val="5"/>
        <w:numPr>
          <w:ilvl w:val="3"/>
          <w:numId w:val="7"/>
        </w:numPr>
        <w:ind w:left="709" w:firstLine="709"/>
        <w:outlineLvl w:val="3"/>
      </w:pPr>
      <w:r>
        <w:lastRenderedPageBreak/>
        <w:t>уведомляет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организатора</w:t>
      </w:r>
      <w:r w:rsidR="0081217F" w:rsidRPr="00776CDF">
        <w:t xml:space="preserve"> </w:t>
      </w:r>
      <w:r w:rsidR="00260244" w:rsidRPr="00776CDF">
        <w:t>закупки,</w:t>
      </w:r>
      <w:r w:rsidR="0081217F" w:rsidRPr="00776CDF">
        <w:t xml:space="preserve"> </w:t>
      </w:r>
      <w:r w:rsidR="00260244" w:rsidRPr="00776CDF">
        <w:t>специализированную</w:t>
      </w:r>
      <w:r w:rsidR="0081217F" w:rsidRPr="00776CDF">
        <w:t xml:space="preserve"> </w:t>
      </w:r>
      <w:r w:rsidR="00260244" w:rsidRPr="00776CDF">
        <w:t>организацию,</w:t>
      </w:r>
      <w:r w:rsidR="0081217F" w:rsidRPr="00776CDF">
        <w:t xml:space="preserve"> </w:t>
      </w:r>
      <w:r w:rsidR="00260244" w:rsidRPr="00776CDF">
        <w:t>ЗК/СЗК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>
        <w:t>поступлении</w:t>
      </w:r>
      <w:r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4F6A90">
        <w:t xml:space="preserve">и </w:t>
      </w:r>
      <w:r>
        <w:t>о приостановлении закупки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приложением</w:t>
      </w:r>
      <w:r w:rsidR="0081217F" w:rsidRPr="00776CDF">
        <w:t xml:space="preserve"> </w:t>
      </w:r>
      <w:r w:rsidR="00260244" w:rsidRPr="00776CDF">
        <w:t>материалов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указанием</w:t>
      </w:r>
      <w:r w:rsidR="0081217F" w:rsidRPr="00776CDF">
        <w:t xml:space="preserve"> </w:t>
      </w:r>
      <w:r w:rsidR="00260244" w:rsidRPr="00776CDF">
        <w:t>ее</w:t>
      </w:r>
      <w:r w:rsidR="0081217F" w:rsidRPr="00776CDF">
        <w:t xml:space="preserve"> </w:t>
      </w:r>
      <w:r w:rsidR="00260244" w:rsidRPr="00776CDF">
        <w:t>индивидуального</w:t>
      </w:r>
      <w:r w:rsidR="0081217F" w:rsidRPr="00776CDF">
        <w:t xml:space="preserve"> </w:t>
      </w:r>
      <w:r w:rsidR="00260244" w:rsidRPr="00776CDF">
        <w:t>номера;</w:t>
      </w:r>
      <w:r w:rsidR="0081217F" w:rsidRPr="00776CDF">
        <w:t xml:space="preserve"> </w:t>
      </w:r>
      <w:r>
        <w:t>в уведомлении при необходимости указываются дата, время и</w:t>
      </w:r>
      <w:r w:rsidR="0081217F" w:rsidRPr="003C7B00">
        <w:t xml:space="preserve"> </w:t>
      </w:r>
      <w:r w:rsidR="00260244" w:rsidRPr="003C7B00">
        <w:t>мест</w:t>
      </w:r>
      <w:r>
        <w:t>о</w:t>
      </w:r>
      <w:r w:rsidR="0081217F" w:rsidRPr="00776CDF">
        <w:t xml:space="preserve"> </w:t>
      </w:r>
      <w:r w:rsidR="00260244" w:rsidRPr="00776CDF">
        <w:t>заседания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>
        <w:t>, а также перечень</w:t>
      </w:r>
      <w:r w:rsidRPr="00776CDF">
        <w:t xml:space="preserve"> </w:t>
      </w:r>
      <w:r w:rsidR="00260244" w:rsidRPr="00776CDF">
        <w:t>документов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сведений,</w:t>
      </w:r>
      <w:r w:rsidR="0081217F" w:rsidRPr="00776CDF">
        <w:t xml:space="preserve"> </w:t>
      </w:r>
      <w:r w:rsidR="00260244" w:rsidRPr="00776CDF">
        <w:t>необходимых</w:t>
      </w:r>
      <w:r w:rsidR="0081217F" w:rsidRPr="00776CDF">
        <w:t xml:space="preserve"> </w:t>
      </w:r>
      <w:r w:rsidR="00260244" w:rsidRPr="00776CDF">
        <w:t>к</w:t>
      </w:r>
      <w:r w:rsidR="0081217F" w:rsidRPr="00776CDF">
        <w:t xml:space="preserve"> </w:t>
      </w:r>
      <w:r w:rsidR="00260244" w:rsidRPr="00776CDF">
        <w:t>предоставлению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заседание</w:t>
      </w:r>
      <w:r w:rsidR="0081217F" w:rsidRPr="00776CDF">
        <w:t xml:space="preserve"> </w:t>
      </w:r>
      <w:r w:rsidR="00260244" w:rsidRPr="00776CDF">
        <w:t>Комиссии</w:t>
      </w:r>
      <w:bookmarkEnd w:id="197"/>
      <w:r w:rsidR="00006A95">
        <w:t xml:space="preserve"> по рассмотрению жалоб</w:t>
      </w:r>
      <w:r>
        <w:t>;</w:t>
      </w:r>
      <w:r w:rsidR="0081217F" w:rsidRPr="003C7B00">
        <w:t xml:space="preserve"> </w:t>
      </w:r>
      <w:r>
        <w:t>у</w:t>
      </w:r>
      <w:r w:rsidR="0083708E" w:rsidRPr="003C7B00">
        <w:t>ведомление</w:t>
      </w:r>
      <w:r w:rsidR="0081217F" w:rsidRPr="00776CDF">
        <w:t xml:space="preserve"> </w:t>
      </w:r>
      <w:r w:rsidR="00260244" w:rsidRPr="00776CDF">
        <w:t>направляется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адресу</w:t>
      </w:r>
      <w:r w:rsidR="0081217F" w:rsidRPr="00776CDF">
        <w:t xml:space="preserve"> </w:t>
      </w:r>
      <w:r w:rsidR="00260244" w:rsidRPr="00776CDF">
        <w:t>электронной</w:t>
      </w:r>
      <w:r w:rsidR="0081217F" w:rsidRPr="00776CDF">
        <w:t xml:space="preserve"> </w:t>
      </w:r>
      <w:r w:rsidR="00260244" w:rsidRPr="00776CDF">
        <w:t>почты,</w:t>
      </w:r>
      <w:r w:rsidR="0081217F" w:rsidRPr="00776CDF">
        <w:t xml:space="preserve"> </w:t>
      </w:r>
      <w:r w:rsidR="00260244" w:rsidRPr="00776CDF">
        <w:t>указанному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извещении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документации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которую</w:t>
      </w:r>
      <w:r w:rsidR="0081217F" w:rsidRPr="00776CDF">
        <w:t xml:space="preserve"> </w:t>
      </w:r>
      <w:r w:rsidR="00260244" w:rsidRPr="00776CDF">
        <w:t>поступила</w:t>
      </w:r>
      <w:r w:rsidR="0081217F" w:rsidRPr="00776CDF">
        <w:t xml:space="preserve"> </w:t>
      </w:r>
      <w:r w:rsidR="00260244" w:rsidRPr="00776CDF">
        <w:t>жалоба.</w:t>
      </w:r>
    </w:p>
    <w:p w14:paraId="28776E99" w14:textId="3870C81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предоставляют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сроками,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08DA9CD5" w14:textId="7D823B3D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8" w:name="_Ref414277275"/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поступлении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о приостановлении закупки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45BF422A" w14:textId="59B9B74E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</w:t>
      </w:r>
      <w:r w:rsidR="0081217F" w:rsidRPr="00776CDF">
        <w:t xml:space="preserve"> </w:t>
      </w:r>
      <w:r w:rsidRPr="00776CDF">
        <w:t>приостановке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B00932" w:rsidRPr="00776CDF">
        <w:t xml:space="preserve">в части заключения договора </w:t>
      </w:r>
      <w:r w:rsidRPr="00776CDF">
        <w:t>до</w:t>
      </w:r>
      <w:r w:rsidR="0081217F" w:rsidRPr="00776CDF">
        <w:t xml:space="preserve"> </w:t>
      </w:r>
      <w:r w:rsidR="007A4212">
        <w:t>рассмотрения жалобы Комиссией</w:t>
      </w:r>
      <w:r w:rsidR="00006A95">
        <w:t xml:space="preserve"> по рассмотрению жалоб</w:t>
      </w:r>
      <w:r w:rsidRPr="00776CDF">
        <w:t>;</w:t>
      </w:r>
    </w:p>
    <w:p w14:paraId="555A143B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приостановления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FE0D8B" w:rsidRPr="00776CDF">
        <w:t xml:space="preserve">в части заключения договора </w:t>
      </w:r>
      <w:r w:rsidRPr="00776CDF">
        <w:t>ввиду</w:t>
      </w:r>
      <w:r w:rsidR="0081217F" w:rsidRPr="00776CDF">
        <w:t xml:space="preserve"> </w:t>
      </w:r>
      <w:r w:rsidRPr="00776CDF">
        <w:t>возможности</w:t>
      </w:r>
      <w:r w:rsidR="0081217F" w:rsidRPr="00776CDF">
        <w:t xml:space="preserve"> </w:t>
      </w:r>
      <w:r w:rsidRPr="00776CDF">
        <w:t>возникновения</w:t>
      </w:r>
      <w:r w:rsidR="0081217F" w:rsidRPr="00776CDF">
        <w:t xml:space="preserve"> </w:t>
      </w:r>
      <w:r w:rsidRPr="00776CDF">
        <w:t>угрозы</w:t>
      </w:r>
      <w:r w:rsidR="0081217F" w:rsidRPr="00776CDF">
        <w:t xml:space="preserve"> </w:t>
      </w:r>
      <w:r w:rsidRPr="00776CDF">
        <w:t>безопасности</w:t>
      </w:r>
      <w:r w:rsidR="0081217F" w:rsidRPr="00776CDF">
        <w:t xml:space="preserve"> </w:t>
      </w:r>
      <w:r w:rsidRPr="00776CDF">
        <w:t>жизни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здоровью</w:t>
      </w:r>
      <w:r w:rsidR="0081217F" w:rsidRPr="00776CDF">
        <w:t xml:space="preserve"> </w:t>
      </w:r>
      <w:r w:rsidRPr="00776CDF">
        <w:t>граждан,</w:t>
      </w:r>
      <w:r w:rsidR="0081217F" w:rsidRPr="00776CDF">
        <w:t xml:space="preserve"> </w:t>
      </w:r>
      <w:r w:rsidRPr="00776CDF">
        <w:t>срыва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реализации</w:t>
      </w:r>
      <w:r w:rsidR="0081217F" w:rsidRPr="00776CDF">
        <w:t xml:space="preserve"> </w:t>
      </w:r>
      <w:r w:rsidRPr="00776CDF">
        <w:t>ГОЗ,</w:t>
      </w:r>
      <w:r w:rsidR="0081217F" w:rsidRPr="00776CDF">
        <w:t xml:space="preserve"> </w:t>
      </w:r>
      <w:r w:rsidRPr="00776CDF">
        <w:t>ФЦП.</w:t>
      </w:r>
    </w:p>
    <w:p w14:paraId="7BC70681" w14:textId="33E04D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приостановке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</w:t>
      </w:r>
      <w:r w:rsidR="0081217F" w:rsidRPr="00776CDF">
        <w:rPr>
          <w:b w:val="0"/>
        </w:rPr>
        <w:t xml:space="preserve"> </w:t>
      </w:r>
      <w:r w:rsidR="006F0CF8" w:rsidRPr="00776CDF">
        <w:rPr>
          <w:b w:val="0"/>
        </w:rPr>
        <w:t xml:space="preserve">в части заключения договора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рассмотрения жалобы 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Pr="003C7B00">
        <w:rPr>
          <w:b w:val="0"/>
        </w:rPr>
        <w:t>)</w:t>
      </w:r>
      <w:r w:rsidR="007A4212">
        <w:rPr>
          <w:b w:val="0"/>
        </w:rPr>
        <w:t xml:space="preserve"> </w:t>
      </w:r>
      <w:r w:rsidRPr="003C7B00">
        <w:rPr>
          <w:b w:val="0"/>
        </w:rPr>
        <w:t>/</w:t>
      </w:r>
      <w:r w:rsidR="007A4212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заказчика).</w:t>
      </w:r>
    </w:p>
    <w:p w14:paraId="1D51725C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9" w:name="_Toc422778501"/>
      <w:bookmarkStart w:id="200" w:name="_Toc422815640"/>
      <w:bookmarkEnd w:id="198"/>
      <w:r w:rsidRPr="00776CDF">
        <w:t>Срок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199"/>
      <w:bookmarkEnd w:id="200"/>
    </w:p>
    <w:p w14:paraId="589CF1B0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Рассмотрение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(десяти)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17F0C49B" w14:textId="05E27E6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1" w:name="_Ref420661368"/>
      <w:r w:rsidRPr="00776CDF">
        <w:rPr>
          <w:b w:val="0"/>
        </w:rPr>
        <w:t>Срок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может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продлен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решению</w:t>
      </w:r>
      <w:r w:rsidR="0081217F" w:rsidRPr="00776CDF">
        <w:rPr>
          <w:b w:val="0"/>
        </w:rPr>
        <w:t xml:space="preserve"> </w:t>
      </w:r>
      <w:bookmarkStart w:id="202" w:name="_Ref416435770"/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несколько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более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(тридцать)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  <w:bookmarkEnd w:id="201"/>
      <w:bookmarkEnd w:id="202"/>
    </w:p>
    <w:p w14:paraId="0AB335B8" w14:textId="6258135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когда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стало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известно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этом.</w:t>
      </w:r>
    </w:p>
    <w:p w14:paraId="18208B4B" w14:textId="2DBA01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приостанавливается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возобновляется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решения,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Pr="00776CDF">
        <w:rPr>
          <w:b w:val="0"/>
        </w:rPr>
        <w:t>.</w:t>
      </w:r>
    </w:p>
    <w:p w14:paraId="338C7F9C" w14:textId="53D5270F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3" w:name="_Toc422778503"/>
      <w:bookmarkStart w:id="204" w:name="_Toc422815641"/>
      <w:r w:rsidRPr="00776CDF">
        <w:t>Порядок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bookmarkEnd w:id="203"/>
      <w:r w:rsidRPr="00776CDF">
        <w:t>Комиссии</w:t>
      </w:r>
      <w:bookmarkEnd w:id="204"/>
      <w:r w:rsidR="00006A95">
        <w:t xml:space="preserve"> по рассмотрению жалоб</w:t>
      </w:r>
    </w:p>
    <w:p w14:paraId="30084277" w14:textId="7698DABE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5" w:name="_Ref420601016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правомочна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кворума.</w:t>
      </w:r>
      <w:bookmarkEnd w:id="205"/>
    </w:p>
    <w:p w14:paraId="47EA8AF3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Кворум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составляет:</w:t>
      </w:r>
    </w:p>
    <w:p w14:paraId="0BE15D34" w14:textId="5F140F8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1</w:t>
      </w:r>
      <w:r w:rsidR="00006A95">
        <w:t> </w:t>
      </w:r>
      <w:r w:rsidRPr="00776CDF">
        <w:t>(один)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более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5FC14DF5" w14:textId="7C6CE9C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иным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1235C8" w:rsidRPr="00776CDF">
        <w:t>.</w:t>
      </w:r>
      <w:r w:rsidR="0081217F" w:rsidRPr="00776CDF">
        <w:t xml:space="preserve"> </w:t>
      </w:r>
      <w:r w:rsidR="001235C8" w:rsidRPr="00776CDF">
        <w:t>Р</w:t>
      </w:r>
      <w:r w:rsidRPr="00776CDF">
        <w:t>ешение</w:t>
      </w:r>
      <w:r w:rsidR="0081217F" w:rsidRPr="00776CDF">
        <w:t xml:space="preserve"> </w:t>
      </w:r>
      <w:r w:rsidRPr="00776CDF">
        <w:t>считается</w:t>
      </w:r>
      <w:r w:rsidR="0081217F" w:rsidRPr="00776CDF">
        <w:t xml:space="preserve"> </w:t>
      </w:r>
      <w:r w:rsidRPr="00776CDF">
        <w:t>принятым,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принятие</w:t>
      </w:r>
      <w:r w:rsidR="0081217F" w:rsidRPr="00776CDF">
        <w:t xml:space="preserve"> </w:t>
      </w:r>
      <w:r w:rsidRPr="00776CDF">
        <w:t>проголосовало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присутствующих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жлоб</w:t>
      </w:r>
      <w:r w:rsidRPr="00776CDF">
        <w:t>.</w:t>
      </w:r>
    </w:p>
    <w:p w14:paraId="15D8A771" w14:textId="7951068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39C620F" w14:textId="5710943A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имеют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голосовать:</w:t>
      </w:r>
    </w:p>
    <w:p w14:paraId="116AA2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«ЗА</w:t>
      </w:r>
      <w:r w:rsidR="0019422A" w:rsidRPr="00776CDF">
        <w:t>»</w:t>
      </w:r>
      <w:r w:rsidR="00B30B99" w:rsidRPr="00776CDF">
        <w:t>,</w:t>
      </w:r>
    </w:p>
    <w:p w14:paraId="42E06CE9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«ПРОТИВ</w:t>
      </w:r>
      <w:r w:rsidR="0019422A" w:rsidRPr="00776CDF">
        <w:t>»</w:t>
      </w:r>
      <w:r w:rsidR="00B30B99" w:rsidRPr="00776CDF">
        <w:t>,</w:t>
      </w:r>
    </w:p>
    <w:p w14:paraId="36BF0ECC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«ВОЗДЕРЖАЛСЯ».</w:t>
      </w:r>
    </w:p>
    <w:p w14:paraId="5AA76E04" w14:textId="2948980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каждый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один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голос.</w:t>
      </w:r>
    </w:p>
    <w:p w14:paraId="64347B59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Голосование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открыто.</w:t>
      </w:r>
    </w:p>
    <w:p w14:paraId="4C6CF4C0" w14:textId="40F99ED4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равенстве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решающим.</w:t>
      </w:r>
    </w:p>
    <w:p w14:paraId="0AF6476A" w14:textId="49ADD4E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251E62E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отказать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удовлетворении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признав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необоснованной;</w:t>
      </w:r>
    </w:p>
    <w:p w14:paraId="19C631DC" w14:textId="349AE2D5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признать</w:t>
      </w:r>
      <w:r w:rsidR="0081217F" w:rsidRPr="00776CDF">
        <w:t xml:space="preserve"> </w:t>
      </w:r>
      <w:r w:rsidRPr="00776CDF">
        <w:t>жалобу</w:t>
      </w:r>
      <w:r w:rsidR="0081217F" w:rsidRPr="00776CDF">
        <w:t xml:space="preserve"> </w:t>
      </w:r>
      <w:r w:rsidR="00CD66DC" w:rsidRPr="00E25A33">
        <w:t>обоснованной (обос</w:t>
      </w:r>
      <w:r w:rsidR="00CD66DC" w:rsidRPr="007A4212">
        <w:t>нованной в части установленных нарушений, указанных в жалобе)</w:t>
      </w:r>
      <w:r w:rsidR="0081217F" w:rsidRPr="003C7B00">
        <w:t xml:space="preserve"> </w:t>
      </w:r>
      <w:r w:rsidR="007A4212">
        <w:t>или необоснованной</w:t>
      </w:r>
      <w:r w:rsidR="007A4212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направить</w:t>
      </w:r>
      <w:r w:rsidR="0081217F" w:rsidRPr="00776CDF">
        <w:t xml:space="preserve"> </w:t>
      </w:r>
      <w:r w:rsidRPr="00776CDF">
        <w:t>заказчику</w:t>
      </w:r>
      <w:r w:rsidR="0081217F" w:rsidRPr="00776CDF">
        <w:t xml:space="preserve"> </w:t>
      </w:r>
      <w:r w:rsidR="007A4212">
        <w:t>рекомендации по устранению допущенных нарушений</w:t>
      </w:r>
      <w:r w:rsidRPr="00776CDF">
        <w:t>.</w:t>
      </w:r>
    </w:p>
    <w:p w14:paraId="63737FE3" w14:textId="62620F8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являющиеся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60FE25CB" w14:textId="1FA3E99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прекращается,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письма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заявителем.</w:t>
      </w:r>
    </w:p>
    <w:p w14:paraId="10FCC007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Перенос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</w:p>
    <w:p w14:paraId="4B5F99DE" w14:textId="436C36E5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переносится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соблюдением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_Ref420661368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.3.2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</w:p>
    <w:p w14:paraId="2D9EC4DF" w14:textId="18B31C2B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отсутствует</w:t>
      </w:r>
      <w:r w:rsidR="0081217F" w:rsidRPr="00776CDF">
        <w:t xml:space="preserve"> </w:t>
      </w:r>
      <w:r w:rsidRPr="00776CDF">
        <w:t>кворум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EF3761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запроса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сведений;</w:t>
      </w:r>
    </w:p>
    <w:p w14:paraId="1D05B9A8" w14:textId="2A4C6BC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лично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7FB01414" w14:textId="50CF4FB7" w:rsidR="00E4377A" w:rsidRPr="00776CDF" w:rsidRDefault="00B30B99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 иных случаях по</w:t>
      </w:r>
      <w:r w:rsidR="0081217F" w:rsidRPr="00776CDF">
        <w:t xml:space="preserve"> </w:t>
      </w:r>
      <w:r w:rsidRPr="00776CDF">
        <w:t>решению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 w:rsidR="00260244" w:rsidRPr="00776CDF">
        <w:t>.</w:t>
      </w:r>
    </w:p>
    <w:p w14:paraId="20FF505C" w14:textId="4E86041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принято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определяются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время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причины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DBA8E18" w14:textId="63041F2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Протокол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8EA2327" w14:textId="6E43EC0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495399B6" w14:textId="66008C1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с</w:t>
      </w:r>
      <w:r w:rsidR="0081217F" w:rsidRPr="00776CDF">
        <w:t xml:space="preserve"> </w:t>
      </w:r>
      <w:r w:rsidRPr="00776CDF">
        <w:t>указанием</w:t>
      </w:r>
      <w:r w:rsidR="0081217F" w:rsidRPr="00776CDF">
        <w:t xml:space="preserve"> </w:t>
      </w:r>
      <w:r w:rsidRPr="00776CDF">
        <w:t>перечня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необходимых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предоставлению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(</w:t>
      </w:r>
      <w:r w:rsidR="001235C8" w:rsidRPr="00776CDF">
        <w:t>при</w:t>
      </w:r>
      <w:r w:rsidR="0081217F" w:rsidRPr="00776CDF">
        <w:t xml:space="preserve"> </w:t>
      </w:r>
      <w:r w:rsidRPr="00776CDF">
        <w:t>необходимости)</w:t>
      </w:r>
      <w:r w:rsidR="001235C8" w:rsidRPr="00776CDF">
        <w:t>.</w:t>
      </w:r>
      <w:r w:rsidR="0081217F" w:rsidRPr="00776CDF">
        <w:t xml:space="preserve"> </w:t>
      </w:r>
      <w:r w:rsidR="001235C8" w:rsidRPr="00776CDF">
        <w:t>У</w:t>
      </w:r>
      <w:r w:rsidRPr="00776CDF">
        <w:t>ведомление</w:t>
      </w:r>
      <w:r w:rsidR="0081217F" w:rsidRPr="00776CDF">
        <w:t xml:space="preserve"> </w:t>
      </w:r>
      <w:r w:rsidRPr="00776CDF">
        <w:t>направляется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извещении</w:t>
      </w:r>
      <w:r w:rsidR="0081217F" w:rsidRPr="00776CDF">
        <w:t xml:space="preserve"> </w:t>
      </w:r>
      <w:r w:rsidRPr="00776CDF">
        <w:t>и/или</w:t>
      </w:r>
      <w:r w:rsidR="0081217F" w:rsidRPr="00776CDF">
        <w:t xml:space="preserve"> </w:t>
      </w:r>
      <w:r w:rsidRPr="00776CDF">
        <w:t>документации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жалобе,</w:t>
      </w:r>
      <w:r w:rsidR="0081217F" w:rsidRPr="00776CDF">
        <w:t xml:space="preserve"> </w:t>
      </w:r>
      <w:r w:rsidRPr="00776CDF">
        <w:t>соответственно;</w:t>
      </w:r>
    </w:p>
    <w:p w14:paraId="273CAF6A" w14:textId="3D533B7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9566C8">
        <w:t>.</w:t>
      </w:r>
    </w:p>
    <w:p w14:paraId="5E22363F" w14:textId="3BE99D72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Заключение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187E654" w14:textId="60D18A4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принимавшими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обязательным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359BFD62" w14:textId="77B1C50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обоснованной</w:t>
      </w:r>
      <w:r w:rsidR="0081217F" w:rsidRPr="003C7B00">
        <w:rPr>
          <w:b w:val="0"/>
        </w:rPr>
        <w:t xml:space="preserve"> </w:t>
      </w:r>
      <w:r w:rsidR="007A4212">
        <w:rPr>
          <w:b w:val="0"/>
        </w:rPr>
        <w:t>(обоснованной в части установленных нарушений, указанных в жалобе)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3C545C6A" w14:textId="0A31E34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применению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отношении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работников,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должностных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организации.</w:t>
      </w:r>
    </w:p>
    <w:p w14:paraId="0B6A10BF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расторжении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договора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третьим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лицом.</w:t>
      </w:r>
    </w:p>
    <w:p w14:paraId="7F1138BD" w14:textId="2982C7F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="00C77E9B"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_Ref422236754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.8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="00B93D61"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B93D61" w:rsidRPr="00776CDF">
        <w:rPr>
          <w:b w:val="0"/>
        </w:rPr>
        <w:t>.</w:t>
      </w:r>
    </w:p>
    <w:p w14:paraId="52BAA431" w14:textId="3EC3145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2</w:t>
      </w:r>
      <w:r w:rsidR="00006A95">
        <w:rPr>
          <w:b w:val="0"/>
        </w:rPr>
        <w:t> </w:t>
      </w:r>
      <w:r w:rsidRPr="003C7B00">
        <w:rPr>
          <w:b w:val="0"/>
        </w:rPr>
        <w:t>(</w:t>
      </w:r>
      <w:r w:rsidR="007A4212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B30B99" w:rsidRPr="00776CDF">
        <w:rPr>
          <w:b w:val="0"/>
        </w:rPr>
        <w:t xml:space="preserve"> из 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заказчику,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D39DD77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указываются:</w:t>
      </w:r>
    </w:p>
    <w:p w14:paraId="0FF20D21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B30B99" w:rsidRPr="00776CDF">
        <w:t>,</w:t>
      </w:r>
    </w:p>
    <w:p w14:paraId="53EE57D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B30B99" w:rsidRPr="00776CDF">
        <w:t>,</w:t>
      </w:r>
    </w:p>
    <w:p w14:paraId="79ADD8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результаты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такого</w:t>
      </w:r>
      <w:r w:rsidR="0081217F" w:rsidRPr="00776CDF">
        <w:t xml:space="preserve"> </w:t>
      </w:r>
      <w:r w:rsidRPr="00776CDF">
        <w:t>решения</w:t>
      </w:r>
      <w:r w:rsidR="00B30B99" w:rsidRPr="00776CDF">
        <w:t>,</w:t>
      </w:r>
    </w:p>
    <w:p w14:paraId="1D4F2CEE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рекомендации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допущенных</w:t>
      </w:r>
      <w:r w:rsidR="0081217F" w:rsidRPr="00776CDF">
        <w:t xml:space="preserve"> </w:t>
      </w:r>
      <w:r w:rsidRPr="00776CDF">
        <w:t>нарушений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которые</w:t>
      </w:r>
      <w:r w:rsidR="0081217F" w:rsidRPr="00776CDF">
        <w:t xml:space="preserve"> </w:t>
      </w:r>
      <w:r w:rsidRPr="00776CDF">
        <w:t>должны</w:t>
      </w:r>
      <w:r w:rsidR="0081217F" w:rsidRPr="00776CDF">
        <w:t xml:space="preserve"> </w:t>
      </w:r>
      <w:r w:rsidRPr="00776CDF">
        <w:t>быть</w:t>
      </w:r>
      <w:r w:rsidR="0081217F" w:rsidRPr="00776CDF">
        <w:t xml:space="preserve"> </w:t>
      </w:r>
      <w:r w:rsidRPr="00776CDF">
        <w:t>приняты</w:t>
      </w:r>
      <w:r w:rsidR="0081217F" w:rsidRPr="00776CDF">
        <w:t xml:space="preserve"> </w:t>
      </w:r>
      <w:r w:rsidRPr="00776CDF">
        <w:t>меры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их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(в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признания</w:t>
      </w:r>
      <w:r w:rsidR="0081217F" w:rsidRPr="00776CDF">
        <w:t xml:space="preserve"> </w:t>
      </w:r>
      <w:r w:rsidRPr="00776CDF">
        <w:t>нарушений).</w:t>
      </w:r>
    </w:p>
    <w:bookmarkEnd w:id="180"/>
    <w:bookmarkEnd w:id="181"/>
    <w:bookmarkEnd w:id="182"/>
    <w:bookmarkEnd w:id="183"/>
    <w:bookmarkEnd w:id="184"/>
    <w:bookmarkEnd w:id="185"/>
    <w:p w14:paraId="017B7A29" w14:textId="6889B0B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допущенных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рассматривают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заключения.</w:t>
      </w:r>
    </w:p>
    <w:p w14:paraId="790A263F" w14:textId="08FB38B8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проводился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разногласий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решениях/предписаниях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противоречащие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156A374D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6" w:name="_Toc422778505"/>
      <w:bookmarkStart w:id="207" w:name="_Toc422815643"/>
      <w:r w:rsidRPr="00776CDF">
        <w:t>Анализ</w:t>
      </w:r>
      <w:r w:rsidR="0081217F" w:rsidRPr="00776CDF">
        <w:t xml:space="preserve"> </w:t>
      </w:r>
      <w:r w:rsidRPr="00776CDF">
        <w:t>результатов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206"/>
      <w:bookmarkEnd w:id="207"/>
    </w:p>
    <w:p w14:paraId="26D83FF1" w14:textId="417618C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информации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выданных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3224A7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№2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).</w:t>
      </w:r>
    </w:p>
    <w:p w14:paraId="5119D884" w14:textId="2C157ED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ежеквартально,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6794233B" w14:textId="3302F19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9188220" w14:textId="40832A7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8" w:name="_Ref422526250"/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утверждается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ЦЗК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bookmarkEnd w:id="208"/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7C44CA7B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9" w:name="_Ref422236754"/>
      <w:bookmarkStart w:id="210" w:name="_Toc422778507"/>
      <w:bookmarkStart w:id="211" w:name="_Toc422815645"/>
      <w:r w:rsidRPr="00776CDF"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жалоб</w:t>
      </w:r>
      <w:bookmarkEnd w:id="209"/>
      <w:bookmarkEnd w:id="210"/>
      <w:bookmarkEnd w:id="211"/>
    </w:p>
    <w:p w14:paraId="7618CE1C" w14:textId="367D3E2B" w:rsidR="00E4377A" w:rsidRPr="00776CDF" w:rsidRDefault="00A453F8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12" w:name="_Ref414451418"/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30A80AEC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3" w:name="_Ref422810569"/>
      <w:bookmarkStart w:id="214" w:name="_Ref422763595"/>
      <w:r w:rsidRPr="00776CDF">
        <w:t>обеспечивает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хранение;</w:t>
      </w:r>
      <w:bookmarkEnd w:id="212"/>
      <w:bookmarkEnd w:id="213"/>
      <w:bookmarkEnd w:id="214"/>
    </w:p>
    <w:p w14:paraId="39B7D83A" w14:textId="2AF31CFC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5" w:name="_Ref422237510"/>
      <w:r w:rsidRPr="00776CDF">
        <w:lastRenderedPageBreak/>
        <w:t>передает</w:t>
      </w:r>
      <w:r w:rsidR="0081217F" w:rsidRPr="00776CDF">
        <w:t xml:space="preserve"> </w:t>
      </w:r>
      <w:r w:rsidRPr="00776CDF">
        <w:t>материалы,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7A4212">
        <w:fldChar w:fldCharType="begin"/>
      </w:r>
      <w:r w:rsidR="0089423B" w:rsidRPr="003C7B00">
        <w:instrText xml:space="preserve"> REF _Ref422810569 \w \h  \* MERGEFORMAT </w:instrText>
      </w:r>
      <w:r w:rsidR="00E47F50" w:rsidRPr="007A4212">
        <w:fldChar w:fldCharType="separate"/>
      </w:r>
      <w:r w:rsidR="0081217F" w:rsidRPr="00776CDF">
        <w:t>5</w:t>
      </w:r>
      <w:r w:rsidR="007B0AF0">
        <w:t>.8.1(1)</w:t>
      </w:r>
      <w:r w:rsidR="00E47F50" w:rsidRPr="007A4212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на</w:t>
      </w:r>
      <w:r w:rsidR="0081217F" w:rsidRPr="00776CDF">
        <w:t xml:space="preserve"> </w:t>
      </w:r>
      <w:r w:rsidR="00B93D61" w:rsidRPr="00776CDF">
        <w:t>архивное</w:t>
      </w:r>
      <w:r w:rsidR="0081217F" w:rsidRPr="00776CDF">
        <w:t xml:space="preserve"> </w:t>
      </w:r>
      <w:r w:rsidR="00B93D61" w:rsidRPr="00776CDF">
        <w:t>хранение</w:t>
      </w:r>
      <w:r w:rsidR="0081217F" w:rsidRPr="00776CDF">
        <w:t xml:space="preserve"> </w:t>
      </w:r>
      <w:r w:rsidR="00B93D61" w:rsidRPr="00776CDF">
        <w:t>в</w:t>
      </w:r>
      <w:r w:rsidR="0081217F" w:rsidRPr="00776CDF">
        <w:t xml:space="preserve"> </w:t>
      </w:r>
      <w:r w:rsidR="003224A7" w:rsidRPr="00776CDF">
        <w:t>структурное</w:t>
      </w:r>
      <w:r w:rsidR="0081217F" w:rsidRPr="00776CDF">
        <w:t xml:space="preserve"> </w:t>
      </w:r>
      <w:r w:rsidRPr="00776CDF">
        <w:t>подразделение,</w:t>
      </w:r>
      <w:r w:rsidR="0081217F" w:rsidRPr="00776CDF">
        <w:t xml:space="preserve"> </w:t>
      </w:r>
      <w:r w:rsidRPr="00776CDF">
        <w:t>ответственное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ведение</w:t>
      </w:r>
      <w:r w:rsidR="0081217F" w:rsidRPr="00776CDF">
        <w:t xml:space="preserve"> </w:t>
      </w:r>
      <w:r w:rsidRPr="00776CDF">
        <w:t>архива,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правовым</w:t>
      </w:r>
      <w:r w:rsidR="0081217F" w:rsidRPr="00776CDF">
        <w:t xml:space="preserve"> </w:t>
      </w:r>
      <w:r w:rsidRPr="00776CDF">
        <w:t>актом</w:t>
      </w:r>
      <w:r w:rsidR="0081217F" w:rsidRPr="00776CDF">
        <w:t xml:space="preserve"> </w:t>
      </w:r>
      <w:r w:rsidRPr="00776CDF">
        <w:t>Корпорации/ГО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соответственно.</w:t>
      </w:r>
      <w:bookmarkEnd w:id="215"/>
    </w:p>
    <w:p w14:paraId="5CEEF067" w14:textId="77777777" w:rsidR="00A453F8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подлежат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5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лет.</w:t>
      </w:r>
    </w:p>
    <w:p w14:paraId="55897642" w14:textId="77777777" w:rsidR="00A453F8" w:rsidRPr="00776CDF" w:rsidRDefault="00A453F8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  <w:sectPr w:rsidR="00A453F8" w:rsidRPr="00776CDF" w:rsidSect="00F64814">
          <w:headerReference w:type="first" r:id="rId12"/>
          <w:footerReference w:type="first" r:id="rId13"/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158AAFD3" w14:textId="31CF597E" w:rsidR="00E4377A" w:rsidRPr="007A4212" w:rsidRDefault="009E2C60" w:rsidP="00776CDF">
      <w:pPr>
        <w:tabs>
          <w:tab w:val="left" w:pos="13183"/>
        </w:tabs>
        <w:spacing w:after="0"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16" w:name="_Toc417909065"/>
      <w:bookmarkStart w:id="217" w:name="_Toc425862185"/>
      <w:bookmarkStart w:id="218" w:name="_Toc422197174"/>
      <w:bookmarkStart w:id="219" w:name="_Toc422778508"/>
      <w:bookmarkStart w:id="220" w:name="_Toc422810167"/>
      <w:bookmarkStart w:id="221" w:name="_Toc422815646"/>
      <w:bookmarkStart w:id="222" w:name="_Toc443317280"/>
      <w:r w:rsidRPr="00776CDF">
        <w:rPr>
          <w:rFonts w:ascii="Proxima Nova ExCn Rg" w:hAnsi="Proxima Nova ExCn Rg"/>
          <w:b/>
          <w:sz w:val="28"/>
        </w:rPr>
        <w:lastRenderedPageBreak/>
        <w:t>Приложение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№1</w:t>
      </w:r>
      <w:bookmarkEnd w:id="216"/>
      <w:bookmarkEnd w:id="217"/>
      <w:r w:rsidR="007A4212">
        <w:rPr>
          <w:rFonts w:ascii="Proxima Nova ExCn Rg" w:hAnsi="Proxima Nova ExCn Rg"/>
          <w:b/>
          <w:sz w:val="28"/>
          <w:szCs w:val="28"/>
        </w:rPr>
        <w:br/>
      </w:r>
      <w:bookmarkStart w:id="223" w:name="_Toc422778509"/>
      <w:bookmarkStart w:id="224" w:name="_Toc422810168"/>
      <w:bookmarkStart w:id="225" w:name="_Toc422815647"/>
      <w:bookmarkStart w:id="226" w:name="_Toc417913348"/>
      <w:bookmarkStart w:id="227" w:name="_Toc417909066"/>
      <w:bookmarkEnd w:id="218"/>
      <w:bookmarkEnd w:id="219"/>
      <w:bookmarkEnd w:id="220"/>
      <w:bookmarkEnd w:id="221"/>
      <w:r w:rsidRPr="007A4212">
        <w:rPr>
          <w:rFonts w:ascii="Proxima Nova ExCn Rg" w:hAnsi="Proxima Nova ExCn Rg"/>
          <w:sz w:val="28"/>
          <w:szCs w:val="28"/>
        </w:rPr>
        <w:t>к</w:t>
      </w:r>
      <w:r w:rsidR="0081217F" w:rsidRPr="007A4212">
        <w:rPr>
          <w:rFonts w:ascii="Proxima Nova ExCn Rg" w:hAnsi="Proxima Nova ExCn Rg"/>
          <w:sz w:val="28"/>
          <w:szCs w:val="28"/>
        </w:rPr>
        <w:t xml:space="preserve"> </w:t>
      </w:r>
      <w:r w:rsidRPr="007A4212">
        <w:rPr>
          <w:rFonts w:ascii="Proxima Nova ExCn Rg" w:hAnsi="Proxima Nova ExCn Rg"/>
          <w:sz w:val="28"/>
          <w:szCs w:val="28"/>
        </w:rPr>
        <w:t>Положению</w:t>
      </w:r>
      <w:r w:rsidR="00E25A33" w:rsidRPr="00E25A33">
        <w:t xml:space="preserve"> </w:t>
      </w:r>
      <w:r w:rsidR="00E25A33" w:rsidRPr="00E25A33">
        <w:rPr>
          <w:rFonts w:ascii="Proxima Nova ExCn Rg" w:hAnsi="Proxima Nova ExCn Rg"/>
          <w:sz w:val="28"/>
          <w:szCs w:val="28"/>
        </w:rPr>
        <w:t>о комиссии по</w:t>
      </w:r>
      <w:r w:rsidR="00E25A33">
        <w:rPr>
          <w:rFonts w:ascii="Proxima Nova ExCn Rg" w:hAnsi="Proxima Nova ExCn Rg"/>
          <w:sz w:val="28"/>
          <w:szCs w:val="28"/>
        </w:rPr>
        <w:t> </w:t>
      </w:r>
      <w:r w:rsidR="00E25A33"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22"/>
    </w:p>
    <w:p w14:paraId="0487F012" w14:textId="77777777" w:rsidR="00F34195" w:rsidRPr="00776CDF" w:rsidRDefault="00F34195" w:rsidP="00A453F8">
      <w:pPr>
        <w:spacing w:line="240" w:lineRule="auto"/>
        <w:ind w:left="8505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  <w:r w:rsidR="0081217F" w:rsidRPr="00776CDF">
        <w:rPr>
          <w:rFonts w:ascii="Proxima Nova ExCn Rg" w:hAnsi="Proxima Nova ExCn Rg"/>
          <w:b/>
          <w:sz w:val="28"/>
          <w:lang w:val="en-US"/>
        </w:rPr>
        <w:t> </w:t>
      </w:r>
      <w:r w:rsidRPr="00776CDF">
        <w:rPr>
          <w:rFonts w:ascii="Proxima Nova ExCn Rg" w:hAnsi="Proxima Nova ExCn Rg"/>
          <w:b/>
          <w:sz w:val="28"/>
        </w:rPr>
        <w:t>1</w:t>
      </w:r>
      <w:bookmarkEnd w:id="223"/>
      <w:bookmarkEnd w:id="224"/>
      <w:bookmarkEnd w:id="225"/>
    </w:p>
    <w:p w14:paraId="6E11A1C7" w14:textId="77777777" w:rsidR="00011F6C" w:rsidRPr="00776CDF" w:rsidRDefault="0081217F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ЗАЯВЛЕНИЕ</w:t>
      </w:r>
      <w:r w:rsidRPr="00776CDF">
        <w:rPr>
          <w:rFonts w:ascii="Proxima Nova ExCn Rg" w:hAnsi="Proxima Nova ExCn Rg"/>
          <w:b/>
          <w:sz w:val="28"/>
        </w:rPr>
        <w:br/>
      </w:r>
      <w:r w:rsidR="00F34195" w:rsidRPr="00776CDF">
        <w:rPr>
          <w:rFonts w:ascii="Proxima Nova ExCn Rg" w:hAnsi="Proxima Nova ExCn Rg"/>
          <w:b/>
          <w:sz w:val="28"/>
        </w:rPr>
        <w:t>О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БЕСПРИСТРАСТНОСТИ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НЕРАЗГЛАШЕНИИ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ИНФОРМАЦИИ</w:t>
      </w:r>
      <w:bookmarkEnd w:id="226"/>
    </w:p>
    <w:p w14:paraId="357834D2" w14:textId="7DC6D68E" w:rsidR="00011F6C" w:rsidRPr="00776CDF" w:rsidRDefault="00260244" w:rsidP="0081217F">
      <w:pPr>
        <w:keepNext/>
        <w:autoSpaceDE w:val="0"/>
        <w:autoSpaceDN w:val="0"/>
        <w:snapToGrid w:val="0"/>
        <w:spacing w:before="120" w:after="240" w:line="240" w:lineRule="auto"/>
        <w:jc w:val="both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Для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члена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Комиссии</w:t>
      </w:r>
      <w:r w:rsidR="00006A95">
        <w:rPr>
          <w:rFonts w:ascii="Proxima Nova ExCn Rg" w:hAnsi="Proxima Nova ExCn Rg"/>
          <w:b/>
          <w:sz w:val="28"/>
        </w:rPr>
        <w:t xml:space="preserve"> по рассмотрению жалоб</w:t>
      </w:r>
    </w:p>
    <w:p w14:paraId="5F8F3AEC" w14:textId="77777777" w:rsidR="00E4377A" w:rsidRPr="00776CDF" w:rsidRDefault="00F34195" w:rsidP="0081217F">
      <w:pPr>
        <w:keepNext/>
        <w:autoSpaceDE w:val="0"/>
        <w:autoSpaceDN w:val="0"/>
        <w:snapToGrid w:val="0"/>
        <w:spacing w:before="120" w:after="0" w:line="240" w:lineRule="auto"/>
        <w:ind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нижеподписавшийся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_____________________________________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Ф.И.О.</w:t>
      </w:r>
      <w:r w:rsidRPr="00776CDF">
        <w:rPr>
          <w:rFonts w:ascii="Proxima Nova ExCn Rg" w:hAnsi="Proxima Nova ExCn Rg"/>
          <w:sz w:val="28"/>
        </w:rPr>
        <w:t>],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являющийся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выбрать</w:t>
      </w:r>
      <w:r w:rsidR="0081217F" w:rsidRPr="00E03FB8">
        <w:rPr>
          <w:rFonts w:ascii="Proxima Nova ExCn Rg" w:hAnsi="Proxima Nova ExCn Rg"/>
          <w:i/>
          <w:sz w:val="28"/>
        </w:rPr>
        <w:t xml:space="preserve"> </w:t>
      </w:r>
      <w:r w:rsidRPr="00E03FB8">
        <w:rPr>
          <w:rFonts w:ascii="Proxima Nova ExCn Rg" w:hAnsi="Proxima Nova ExCn Rg"/>
          <w:i/>
          <w:sz w:val="28"/>
        </w:rPr>
        <w:t>необходимое</w:t>
      </w:r>
      <w:r w:rsidRPr="00776CDF">
        <w:rPr>
          <w:rFonts w:ascii="Proxima Nova ExCn Rg" w:hAnsi="Proxima Nova ExCn Rg"/>
          <w:sz w:val="28"/>
        </w:rPr>
        <w:t>]</w:t>
      </w:r>
    </w:p>
    <w:p w14:paraId="14D45963" w14:textId="5021FBB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председателем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3175E2CA" w14:textId="42C3B976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заместителем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128A1F3A" w14:textId="69AEACF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57DC9E41" w14:textId="63817B11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секретарем</w:t>
      </w:r>
      <w:r w:rsidR="0081217F" w:rsidRPr="00776CDF">
        <w:rPr>
          <w:rFonts w:ascii="Proxima Nova ExCn Rg" w:hAnsi="Proxima Nova ExCn Rg"/>
          <w:sz w:val="28"/>
        </w:rPr>
        <w:t xml:space="preserve"> 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</w:p>
    <w:p w14:paraId="45B00791" w14:textId="77777777" w:rsidR="00011F6C" w:rsidRPr="00776CDF" w:rsidRDefault="00F34195" w:rsidP="0081217F">
      <w:pPr>
        <w:autoSpaceDE w:val="0"/>
        <w:autoSpaceDN w:val="0"/>
        <w:snapToGrid w:val="0"/>
        <w:spacing w:before="120" w:after="0" w:line="240" w:lineRule="auto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имеющий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</w:t>
      </w:r>
      <w:proofErr w:type="spellStart"/>
      <w:r w:rsidRPr="00776CDF">
        <w:rPr>
          <w:rFonts w:ascii="Proxima Nova ExCn Rg" w:hAnsi="Proxima Nova ExCn Rg"/>
          <w:sz w:val="28"/>
        </w:rPr>
        <w:t>Ростех</w:t>
      </w:r>
      <w:proofErr w:type="spellEnd"/>
      <w:r w:rsidRPr="00776CDF">
        <w:rPr>
          <w:rFonts w:ascii="Proxima Nova ExCn Rg" w:hAnsi="Proxima Nova ExCn Rg"/>
          <w:sz w:val="28"/>
        </w:rPr>
        <w:t>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закупок:</w:t>
      </w:r>
    </w:p>
    <w:p w14:paraId="0D1F2B5B" w14:textId="1767034F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Беру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себя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разглашать,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предоставлять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копий,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публиковать,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раскрывать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какой-либо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форме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третьим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лицам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получения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предварительного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письменного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согласия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течение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3</w:t>
      </w:r>
      <w:r w:rsidR="0081217F" w:rsidRPr="00776CDF">
        <w:rPr>
          <w:rFonts w:ascii="Proxima Nova ExCn Rg" w:hAnsi="Proxima Nova ExCn Rg"/>
          <w:sz w:val="28"/>
          <w:lang w:val="en-US"/>
        </w:rPr>
        <w:t> </w:t>
      </w:r>
      <w:r w:rsidRPr="00776CDF">
        <w:rPr>
          <w:rFonts w:ascii="Proxima Nova ExCn Rg" w:hAnsi="Proxima Nova ExCn Rg"/>
          <w:sz w:val="28"/>
        </w:rPr>
        <w:t>(трех)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лет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последнего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 xml:space="preserve">по рассмотрению жалоб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каждой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процедуре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любую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ставшую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известной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момента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подписания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кроме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общедоступной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официально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размещенной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информационно-коммуникационной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«Интернет»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hyperlink r:id="rId14" w:history="1">
        <w:r w:rsidR="00B30B99" w:rsidRPr="00776CDF">
          <w:rPr>
            <w:rStyle w:val="afb"/>
            <w:rFonts w:ascii="Proxima Nova ExCn Rg" w:hAnsi="Proxima Nova ExCn Rg"/>
            <w:sz w:val="28"/>
          </w:rPr>
          <w:t>www.zakupki.gov.ru</w:t>
        </w:r>
      </w:hyperlink>
      <w:r w:rsidR="00B30B99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и/или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B30B99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затребованной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случаях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порядке,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.</w:t>
      </w:r>
    </w:p>
    <w:p w14:paraId="7FCF0830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Обязуюсь:</w:t>
      </w:r>
    </w:p>
    <w:p w14:paraId="447A1A3D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руководствоваться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документацией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</w:t>
      </w:r>
      <w:proofErr w:type="spellStart"/>
      <w:r w:rsidRPr="00776CDF">
        <w:rPr>
          <w:rFonts w:ascii="Proxima Nova ExCn Rg" w:hAnsi="Proxima Nova ExCn Rg"/>
          <w:sz w:val="28"/>
        </w:rPr>
        <w:t>Ростех</w:t>
      </w:r>
      <w:proofErr w:type="spellEnd"/>
      <w:r w:rsidRPr="00776CDF">
        <w:rPr>
          <w:rFonts w:ascii="Proxima Nova ExCn Rg" w:hAnsi="Proxima Nova ExCn Rg"/>
          <w:sz w:val="28"/>
        </w:rPr>
        <w:t>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правовыми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актами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E1159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распорядительными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области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закупочной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деятельности;</w:t>
      </w:r>
    </w:p>
    <w:p w14:paraId="1B4D794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придерживаться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справедливости,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применять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единые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требования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решений;</w:t>
      </w:r>
    </w:p>
    <w:p w14:paraId="0632F1A4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вступать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контакты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одним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закупок/представителями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ходе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связанным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исключением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оговоренных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закупок;</w:t>
      </w:r>
    </w:p>
    <w:p w14:paraId="6B6CC750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lastRenderedPageBreak/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обязанностей,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возместить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заказчику,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которого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проводится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конкретная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подтвержденные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расходы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убытки,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вызванные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таким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нарушением.</w:t>
      </w:r>
    </w:p>
    <w:p w14:paraId="472744BE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8" w:name="_Ref422162351"/>
      <w:r w:rsidRPr="00776CDF">
        <w:rPr>
          <w:rFonts w:ascii="Proxima Nova ExCn Rg" w:hAnsi="Proxima Nova ExCn Rg"/>
          <w:sz w:val="28"/>
        </w:rPr>
        <w:t>Уведомляю,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я:</w:t>
      </w:r>
      <w:bookmarkEnd w:id="228"/>
    </w:p>
    <w:p w14:paraId="48851074" w14:textId="4BABB2FB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лично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заинтересованным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определения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поставщиков,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состоящим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штате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которое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способны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оказать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влияние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(акционером)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кредитором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EE1159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(родителем</w:t>
      </w:r>
      <w:r w:rsidR="00B93576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ребенком,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бабушкой,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proofErr w:type="spellStart"/>
      <w:r w:rsidR="00F34195" w:rsidRPr="00776CDF">
        <w:rPr>
          <w:rFonts w:ascii="Proxima Nova ExCn Rg" w:hAnsi="Proxima Nova ExCn Rg"/>
          <w:sz w:val="28"/>
        </w:rPr>
        <w:t>неполнородным</w:t>
      </w:r>
      <w:proofErr w:type="spellEnd"/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братом</w:t>
      </w:r>
      <w:r w:rsidR="00EB356C" w:rsidRPr="00776CDF">
        <w:rPr>
          <w:rFonts w:ascii="Proxima Nova ExCn Rg" w:hAnsi="Proxima Nova ExCn Rg"/>
          <w:sz w:val="28"/>
        </w:rPr>
        <w:t>/</w:t>
      </w:r>
      <w:r w:rsidR="00F34195" w:rsidRPr="00776CDF">
        <w:rPr>
          <w:rFonts w:ascii="Proxima Nova ExCn Rg" w:hAnsi="Proxima Nova ExCn Rg"/>
          <w:sz w:val="28"/>
        </w:rPr>
        <w:t>сестрой),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закупки;</w:t>
      </w:r>
    </w:p>
    <w:p w14:paraId="33D50D68" w14:textId="77777777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являющимся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выгодоприобретателем</w:t>
      </w:r>
      <w:r w:rsidR="009E2C60" w:rsidRPr="00776CDF">
        <w:rPr>
          <w:rFonts w:ascii="Proxima Nova ExCn Rg" w:hAnsi="Proxima Nova ExCn Rg"/>
          <w:sz w:val="28"/>
          <w:vertAlign w:val="superscript"/>
        </w:rPr>
        <w:footnoteReference w:id="3"/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единоличным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управляющим,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президентом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др.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коллегиального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учреждения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унитарного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юридических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зарегистрированными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качестве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индивидуального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предпринимателя,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родителем,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ребенком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бабушкой</w:t>
      </w:r>
      <w:r w:rsidR="00DC42AC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proofErr w:type="spellStart"/>
      <w:r w:rsidR="00F34195" w:rsidRPr="00776CDF">
        <w:rPr>
          <w:rFonts w:ascii="Proxima Nova ExCn Rg" w:hAnsi="Proxima Nova ExCn Rg"/>
          <w:sz w:val="28"/>
        </w:rPr>
        <w:t>неполнородным</w:t>
      </w:r>
      <w:proofErr w:type="spellEnd"/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братом</w:t>
      </w:r>
      <w:r w:rsidR="009F6363" w:rsidRPr="00776CDF">
        <w:rPr>
          <w:rFonts w:ascii="Proxima Nova ExCn Rg" w:hAnsi="Proxima Nova ExCn Rg"/>
          <w:sz w:val="28"/>
        </w:rPr>
        <w:t>/</w:t>
      </w:r>
      <w:r w:rsidR="00DC42AC" w:rsidRPr="00776CDF">
        <w:rPr>
          <w:rFonts w:ascii="Proxima Nova ExCn Rg" w:hAnsi="Proxima Nova ExCn Rg"/>
          <w:sz w:val="28"/>
        </w:rPr>
        <w:t>сестрой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указанных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лиц.</w:t>
      </w:r>
    </w:p>
    <w:p w14:paraId="0F700B67" w14:textId="77777777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9" w:name="_Ref423355732"/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каких-либо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указывающих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личную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заинтересованность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когда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отношении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меня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выполняются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условия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</w:t>
      </w:r>
      <w:r w:rsidR="007F3604" w:rsidRPr="00776CDF">
        <w:rPr>
          <w:rFonts w:ascii="Proxima Nova ExCn Rg" w:hAnsi="Proxima Nova ExCn Rg"/>
          <w:sz w:val="28"/>
        </w:rPr>
        <w:t>ункта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_Ref422162351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3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мешающих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беспристрастные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обязуюсь:</w:t>
      </w:r>
      <w:bookmarkEnd w:id="229"/>
    </w:p>
    <w:p w14:paraId="58721FDF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голосовать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заседания;</w:t>
      </w:r>
    </w:p>
    <w:p w14:paraId="2D3D835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самоотвод;</w:t>
      </w:r>
    </w:p>
    <w:p w14:paraId="2BE50FA1" w14:textId="65F6A5BE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причинах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адрес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электронной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почты</w:t>
      </w:r>
      <w:r w:rsidRPr="00776CDF">
        <w:rPr>
          <w:rFonts w:ascii="Proxima Nova ExCn Rg" w:hAnsi="Proxima Nova ExCn Rg"/>
          <w:sz w:val="28"/>
        </w:rPr>
        <w:t>]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номер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контактного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телефона</w:t>
      </w:r>
      <w:r w:rsidRPr="00776CDF">
        <w:rPr>
          <w:rFonts w:ascii="Proxima Nova ExCn Rg" w:hAnsi="Proxima Nova ExCn Rg"/>
          <w:sz w:val="28"/>
        </w:rPr>
        <w:t>].</w:t>
      </w:r>
    </w:p>
    <w:p w14:paraId="0D95579A" w14:textId="61D18D89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наличии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попытки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оказания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влияния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стороны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участвующих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7F3604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факте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указанному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пункте</w:t>
      </w:r>
      <w:r w:rsidR="00006A95">
        <w:rPr>
          <w:rFonts w:ascii="Proxima Nova ExCn Rg" w:hAnsi="Proxima Nova ExCn Rg"/>
          <w:sz w:val="28"/>
        </w:rPr>
        <w:t> 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_Ref423355732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4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телефона.</w:t>
      </w:r>
    </w:p>
    <w:p w14:paraId="354E66B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lastRenderedPageBreak/>
        <w:t>________________________</w:t>
      </w:r>
      <w:r w:rsidR="0081217F" w:rsidRPr="00776CDF">
        <w:rPr>
          <w:rFonts w:ascii="Proxima Nova ExCn Rg" w:hAnsi="Proxima Nova ExCn Rg"/>
          <w:sz w:val="28"/>
        </w:rPr>
        <w:t>_______________________________</w:t>
      </w:r>
    </w:p>
    <w:p w14:paraId="1BC6738A" w14:textId="77777777" w:rsidR="00F34195" w:rsidRPr="00776CDF" w:rsidRDefault="00F34195" w:rsidP="0081217F">
      <w:pPr>
        <w:keepNext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(основное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место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работы,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должность)</w:t>
      </w:r>
    </w:p>
    <w:p w14:paraId="274B237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_______________________________________________________</w:t>
      </w:r>
    </w:p>
    <w:p w14:paraId="089B6345" w14:textId="77777777" w:rsidR="00F34195" w:rsidRPr="00776CDF" w:rsidRDefault="00F34195" w:rsidP="0081217F">
      <w:pPr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(подпись,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дата)</w:t>
      </w:r>
    </w:p>
    <w:p w14:paraId="4C3C10E7" w14:textId="77777777" w:rsidR="0081217F" w:rsidRPr="00776CDF" w:rsidRDefault="0081217F" w:rsidP="00F34195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376148A8" w14:textId="77777777" w:rsidR="0081217F" w:rsidRPr="006D1705" w:rsidRDefault="00E25A33" w:rsidP="00776CDF">
      <w:pPr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  <w:bookmarkStart w:id="230" w:name="_Toc425862186"/>
      <w:bookmarkStart w:id="231" w:name="_Toc443317281"/>
      <w:bookmarkEnd w:id="227"/>
      <w:r w:rsidRPr="00776CDF">
        <w:rPr>
          <w:rFonts w:ascii="Proxima Nova ExCn Rg" w:hAnsi="Proxima Nova ExCn Rg"/>
          <w:b/>
          <w:sz w:val="28"/>
        </w:rPr>
        <w:lastRenderedPageBreak/>
        <w:t>Приложение №2</w:t>
      </w:r>
      <w:bookmarkEnd w:id="230"/>
      <w:r>
        <w:rPr>
          <w:rFonts w:ascii="Proxima Nova ExCn Rg" w:hAnsi="Proxima Nova ExCn Rg"/>
          <w:b/>
          <w:sz w:val="28"/>
          <w:szCs w:val="28"/>
        </w:rPr>
        <w:br/>
      </w:r>
      <w:r w:rsidRPr="00D12FFB">
        <w:rPr>
          <w:rFonts w:ascii="Proxima Nova ExCn Rg" w:hAnsi="Proxima Nova ExCn Rg"/>
          <w:sz w:val="28"/>
          <w:szCs w:val="28"/>
        </w:rPr>
        <w:t>к Положению</w:t>
      </w:r>
      <w:r w:rsidRPr="00E25A33">
        <w:t xml:space="preserve"> </w:t>
      </w:r>
      <w:r w:rsidRPr="00E25A33">
        <w:rPr>
          <w:rFonts w:ascii="Proxima Nova ExCn Rg" w:hAnsi="Proxima Nova ExCn Rg"/>
          <w:sz w:val="28"/>
          <w:szCs w:val="28"/>
        </w:rPr>
        <w:t>о комиссии по</w:t>
      </w:r>
      <w:r w:rsidR="004F6A90"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1"/>
    </w:p>
    <w:p w14:paraId="2A2D2D99" w14:textId="77777777" w:rsidR="0081217F" w:rsidRPr="00776CDF" w:rsidRDefault="0081217F" w:rsidP="0081217F">
      <w:pPr>
        <w:spacing w:line="240" w:lineRule="auto"/>
        <w:ind w:left="1304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223B14E2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Отчет о результатах рассмотрения жалоб</w:t>
      </w:r>
    </w:p>
    <w:bookmarkStart w:id="232" w:name="_MON_1499094009"/>
    <w:bookmarkEnd w:id="232"/>
    <w:p w14:paraId="4F9CF4D2" w14:textId="77777777" w:rsidR="00F34195" w:rsidRPr="00776CDF" w:rsidRDefault="000D0B06" w:rsidP="0081217F">
      <w:pPr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  <w:lang w:val="en-US"/>
        </w:rPr>
        <w:object w:dxaOrig="1534" w:dyaOrig="993" w14:anchorId="41780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65pt;height:68.85pt" o:ole="">
            <v:imagedata r:id="rId15" o:title=""/>
          </v:shape>
          <o:OLEObject Type="Embed" ProgID="Excel.Sheet.12" ShapeID="_x0000_i1025" DrawAspect="Icon" ObjectID="_1550424040" r:id="rId16"/>
        </w:object>
      </w:r>
    </w:p>
    <w:p w14:paraId="53690A82" w14:textId="77777777" w:rsidR="0081217F" w:rsidRPr="00776CDF" w:rsidRDefault="0081217F" w:rsidP="0081217F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6838" w:h="11906" w:orient="landscape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7FC4FE7B" w14:textId="2FAFD3D4" w:rsidR="0081217F" w:rsidRPr="006D1705" w:rsidRDefault="00E25A33" w:rsidP="00776CDF">
      <w:pPr>
        <w:spacing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33" w:name="_Toc425862187"/>
      <w:bookmarkStart w:id="234" w:name="_Toc443317282"/>
      <w:r w:rsidRPr="00776CDF">
        <w:rPr>
          <w:rFonts w:ascii="Proxima Nova ExCn Rg" w:hAnsi="Proxima Nova ExCn Rg"/>
          <w:b/>
          <w:sz w:val="28"/>
        </w:rPr>
        <w:lastRenderedPageBreak/>
        <w:t>Приложение №3</w:t>
      </w:r>
      <w:bookmarkEnd w:id="233"/>
      <w:r w:rsidRPr="003C7B00">
        <w:rPr>
          <w:rFonts w:ascii="Proxima Nova ExCn Rg" w:hAnsi="Proxima Nova ExCn Rg"/>
          <w:b/>
          <w:sz w:val="28"/>
          <w:szCs w:val="28"/>
        </w:rPr>
        <w:br/>
      </w:r>
      <w:r w:rsidRPr="00E25A33">
        <w:rPr>
          <w:rFonts w:ascii="Proxima Nova ExCn Rg" w:hAnsi="Proxima Nova ExCn Rg"/>
          <w:sz w:val="28"/>
          <w:szCs w:val="28"/>
        </w:rPr>
        <w:t>к Положению о комиссии по</w:t>
      </w:r>
      <w:r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4"/>
    </w:p>
    <w:p w14:paraId="4363AC0B" w14:textId="77777777" w:rsidR="0081217F" w:rsidRPr="00776CDF" w:rsidRDefault="0081217F" w:rsidP="0081217F">
      <w:pPr>
        <w:spacing w:line="240" w:lineRule="auto"/>
        <w:ind w:left="737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61CC0978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 подачи жалобы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0D8B5BC3" w14:textId="77777777" w:rsidTr="001A7FF2">
        <w:tc>
          <w:tcPr>
            <w:tcW w:w="4503" w:type="dxa"/>
          </w:tcPr>
          <w:p w14:paraId="6B943AE0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</w:t>
            </w:r>
            <w:r w:rsidR="0081217F" w:rsidRPr="00776CDF">
              <w:t xml:space="preserve"> </w:t>
            </w:r>
            <w:r w:rsidRPr="00776CDF">
              <w:t>кого: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0B2F64" w:rsidRPr="00776CDF">
              <w:rPr>
                <w:i/>
              </w:rPr>
              <w:t>.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соответствии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учредительными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телефон</w:t>
            </w:r>
            <w:r w:rsidRPr="00776CDF">
              <w:t>]</w:t>
            </w:r>
          </w:p>
        </w:tc>
        <w:tc>
          <w:tcPr>
            <w:tcW w:w="4961" w:type="dxa"/>
          </w:tcPr>
          <w:p w14:paraId="30A38E00" w14:textId="7A148E0A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Кому: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="002E48FC" w:rsidRPr="00776CDF">
              <w:rPr>
                <w:i/>
              </w:rPr>
              <w:t>Комиссии</w:t>
            </w:r>
            <w:r w:rsidR="00006A95">
              <w:rPr>
                <w:i/>
              </w:rPr>
              <w:t xml:space="preserve"> по рассмотрению жалоб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которую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подается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жалоба</w:t>
            </w:r>
            <w:r w:rsidRPr="00776CDF">
              <w:t>]</w:t>
            </w:r>
          </w:p>
        </w:tc>
      </w:tr>
      <w:tr w:rsidR="00F34195" w:rsidRPr="003C7B00" w14:paraId="57976C75" w14:textId="77777777" w:rsidTr="001A7FF2">
        <w:tc>
          <w:tcPr>
            <w:tcW w:w="4503" w:type="dxa"/>
          </w:tcPr>
          <w:p w14:paraId="364BFF7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Откуда: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Pr="00776CDF">
              <w:t>]</w:t>
            </w:r>
          </w:p>
        </w:tc>
        <w:tc>
          <w:tcPr>
            <w:tcW w:w="4961" w:type="dxa"/>
          </w:tcPr>
          <w:p w14:paraId="1C933CF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Куда: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="00C02619" w:rsidRPr="00776CDF">
              <w:rPr>
                <w:i/>
              </w:rPr>
              <w:t>почты</w:t>
            </w:r>
            <w:r w:rsidRPr="00776CDF">
              <w:t>]</w:t>
            </w:r>
          </w:p>
        </w:tc>
      </w:tr>
      <w:tr w:rsidR="00F34195" w:rsidRPr="003C7B00" w14:paraId="43FAABA7" w14:textId="77777777" w:rsidTr="001A7FF2">
        <w:tc>
          <w:tcPr>
            <w:tcW w:w="4503" w:type="dxa"/>
          </w:tcPr>
          <w:p w14:paraId="6728A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Исх.</w:t>
            </w:r>
            <w:r w:rsidR="0081217F" w:rsidRPr="00776CDF">
              <w:t xml:space="preserve"> </w:t>
            </w:r>
            <w:r w:rsidRPr="00776CDF">
              <w:t>№____</w:t>
            </w:r>
            <w:r w:rsidR="0081217F" w:rsidRPr="00776CDF">
              <w:t xml:space="preserve"> </w:t>
            </w:r>
            <w:r w:rsidRPr="00776CDF">
              <w:br/>
              <w:t>Дата:</w:t>
            </w:r>
            <w:r w:rsidR="0081217F" w:rsidRPr="00776CDF">
              <w:t xml:space="preserve"> </w:t>
            </w:r>
            <w:r w:rsidRPr="00776CDF">
              <w:t>«__»______.</w:t>
            </w:r>
            <w:r w:rsidR="0081217F" w:rsidRPr="00776CDF">
              <w:t xml:space="preserve"> </w:t>
            </w:r>
            <w:r w:rsidRPr="00776CDF">
              <w:t>____</w:t>
            </w:r>
            <w:r w:rsidR="0081217F" w:rsidRPr="00776CDF">
              <w:t xml:space="preserve"> </w:t>
            </w:r>
            <w:r w:rsidR="00BE1923" w:rsidRPr="00776CDF">
              <w:t>г.</w:t>
            </w:r>
          </w:p>
          <w:p w14:paraId="1DA8582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="00B30B99" w:rsidRPr="00776CDF">
              <w:rPr>
                <w:i/>
              </w:rPr>
              <w:t xml:space="preserve">указать </w:t>
            </w:r>
            <w:r w:rsidRPr="00776CDF">
              <w:rPr>
                <w:i/>
              </w:rPr>
              <w:t>номер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дату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официального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исходящего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письма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BE1923" w:rsidRPr="00776CDF">
              <w:rPr>
                <w:i/>
              </w:rPr>
              <w:t>)</w:t>
            </w:r>
            <w:r w:rsidRPr="00776CDF">
              <w:t>]</w:t>
            </w:r>
          </w:p>
        </w:tc>
        <w:tc>
          <w:tcPr>
            <w:tcW w:w="4961" w:type="dxa"/>
          </w:tcPr>
          <w:p w14:paraId="5E497AD8" w14:textId="77777777" w:rsidR="00011F6C" w:rsidRPr="00776CDF" w:rsidRDefault="00011F6C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</w:p>
        </w:tc>
      </w:tr>
    </w:tbl>
    <w:p w14:paraId="0297F0D3" w14:textId="77777777" w:rsidR="00011F6C" w:rsidRPr="00776CDF" w:rsidRDefault="00011F6C" w:rsidP="0081217F">
      <w:pPr>
        <w:spacing w:line="240" w:lineRule="auto"/>
        <w:rPr>
          <w:rFonts w:ascii="Proxima Nova ExCn Rg" w:hAnsi="Proxima Nova ExCn Rg"/>
          <w:vanish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54E41160" w14:textId="77777777" w:rsidTr="001A7FF2">
        <w:tc>
          <w:tcPr>
            <w:tcW w:w="9464" w:type="dxa"/>
            <w:gridSpan w:val="2"/>
          </w:tcPr>
          <w:p w14:paraId="19FE89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заявителе</w:t>
            </w:r>
          </w:p>
        </w:tc>
      </w:tr>
      <w:tr w:rsidR="00F34195" w:rsidRPr="003C7B00" w14:paraId="6038BB20" w14:textId="77777777" w:rsidTr="001A7FF2">
        <w:tc>
          <w:tcPr>
            <w:tcW w:w="4503" w:type="dxa"/>
          </w:tcPr>
          <w:p w14:paraId="4C7B786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</w:t>
            </w:r>
            <w:r w:rsidR="0081217F" w:rsidRPr="00776CDF">
              <w:t xml:space="preserve"> </w:t>
            </w:r>
            <w:r w:rsidR="00260244"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лица)/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место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="00260244" w:rsidRPr="00776CDF">
              <w:t>):</w:t>
            </w:r>
          </w:p>
        </w:tc>
        <w:tc>
          <w:tcPr>
            <w:tcW w:w="4961" w:type="dxa"/>
          </w:tcPr>
          <w:p w14:paraId="37C6C9C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указать: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нахождения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</w:t>
            </w:r>
            <w:r w:rsidRPr="00776CDF">
              <w:rPr>
                <w:i/>
              </w:rPr>
              <w:t>/место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0CEC712A" w14:textId="77777777" w:rsidTr="001A7FF2">
        <w:tc>
          <w:tcPr>
            <w:tcW w:w="4503" w:type="dxa"/>
          </w:tcPr>
          <w:p w14:paraId="7B6FABE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</w:t>
            </w:r>
            <w:r w:rsidR="0081217F" w:rsidRPr="00776CDF"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):</w:t>
            </w:r>
          </w:p>
        </w:tc>
        <w:tc>
          <w:tcPr>
            <w:tcW w:w="4961" w:type="dxa"/>
          </w:tcPr>
          <w:p w14:paraId="0623226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)]</w:t>
            </w:r>
          </w:p>
        </w:tc>
      </w:tr>
      <w:tr w:rsidR="00F34195" w:rsidRPr="003C7B00" w14:paraId="3CE5E918" w14:textId="77777777" w:rsidTr="001A7FF2">
        <w:tc>
          <w:tcPr>
            <w:tcW w:w="4503" w:type="dxa"/>
          </w:tcPr>
          <w:p w14:paraId="65BE094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4676213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BE1923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(Ф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должность)(для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</w:t>
            </w:r>
            <w:r w:rsidRPr="00776CDF">
              <w:t>]</w:t>
            </w:r>
          </w:p>
        </w:tc>
      </w:tr>
      <w:tr w:rsidR="00F34195" w:rsidRPr="003C7B00" w14:paraId="7F844223" w14:textId="77777777" w:rsidTr="001A7FF2">
        <w:tc>
          <w:tcPr>
            <w:tcW w:w="4503" w:type="dxa"/>
          </w:tcPr>
          <w:p w14:paraId="5B2BFF9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41F8C40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="008447F1" w:rsidRPr="00776CDF">
              <w:rPr>
                <w:i/>
              </w:rPr>
              <w:t>рассмотрению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78D92654" w14:textId="77777777" w:rsidTr="001A7FF2">
        <w:tc>
          <w:tcPr>
            <w:tcW w:w="4503" w:type="dxa"/>
          </w:tcPr>
          <w:p w14:paraId="0FEA288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lastRenderedPageBreak/>
              <w:t>Тел</w:t>
            </w:r>
            <w:r w:rsidR="001E3A1D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2520DD5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1E3A1D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которому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таким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можно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связаться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вопросам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4ABB15D1" w14:textId="77777777" w:rsidTr="001A7FF2">
        <w:tc>
          <w:tcPr>
            <w:tcW w:w="9464" w:type="dxa"/>
            <w:gridSpan w:val="2"/>
          </w:tcPr>
          <w:p w14:paraId="3DA053C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Обжалуются</w:t>
            </w:r>
            <w:r w:rsidRPr="00776CDF">
              <w:rPr>
                <w:b/>
                <w:lang w:val="en-US"/>
              </w:rPr>
              <w:t>:</w:t>
            </w:r>
          </w:p>
        </w:tc>
      </w:tr>
      <w:tr w:rsidR="00F34195" w:rsidRPr="003C7B00" w14:paraId="020253E7" w14:textId="77777777" w:rsidTr="001A7FF2">
        <w:tc>
          <w:tcPr>
            <w:tcW w:w="9464" w:type="dxa"/>
            <w:gridSpan w:val="2"/>
          </w:tcPr>
          <w:p w14:paraId="0640DDED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заказчика;</w:t>
            </w:r>
          </w:p>
          <w:p w14:paraId="018E8F43" w14:textId="075E42B6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организатора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закупки;</w:t>
            </w:r>
          </w:p>
          <w:p w14:paraId="551ABFBA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ЗК;</w:t>
            </w:r>
          </w:p>
          <w:p w14:paraId="7E3A19DC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СЗК;</w:t>
            </w:r>
          </w:p>
          <w:p w14:paraId="15FF09AE" w14:textId="4631F9A9" w:rsidR="006D1705" w:rsidRPr="00776CDF" w:rsidRDefault="006D170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 (бездействие) специализированной организации</w:t>
            </w:r>
            <w:r>
              <w:rPr>
                <w:szCs w:val="28"/>
                <w:lang w:val="ru-RU" w:eastAsia="ru-RU"/>
              </w:rPr>
              <w:t>.</w:t>
            </w:r>
          </w:p>
          <w:p w14:paraId="74231C51" w14:textId="77777777" w:rsidR="00011F6C" w:rsidRPr="00776CDF" w:rsidRDefault="006D1705" w:rsidP="00776CDF">
            <w:pPr>
              <w:pStyle w:val="af9"/>
              <w:spacing w:before="0"/>
              <w:ind w:left="0" w:firstLine="0"/>
              <w:contextualSpacing w:val="0"/>
              <w:jc w:val="left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выбрать и отметить необходимое</w:t>
            </w:r>
            <w:r w:rsidRPr="00776CDF">
              <w:t>]</w:t>
            </w:r>
          </w:p>
        </w:tc>
      </w:tr>
      <w:tr w:rsidR="00F34195" w:rsidRPr="003C7B00" w14:paraId="3A3B830E" w14:textId="77777777" w:rsidTr="001A7FF2">
        <w:tc>
          <w:tcPr>
            <w:tcW w:w="9464" w:type="dxa"/>
            <w:gridSpan w:val="2"/>
          </w:tcPr>
          <w:p w14:paraId="2E597DC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Pr="00776CDF">
              <w:rPr>
                <w:b/>
              </w:rPr>
              <w:br/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юридического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лица</w:t>
            </w:r>
            <w:r w:rsidR="001E3A1D" w:rsidRPr="00776CDF">
              <w:rPr>
                <w:b/>
              </w:rPr>
              <w:t>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не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являющегося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заказчиком)</w:t>
            </w:r>
          </w:p>
        </w:tc>
      </w:tr>
      <w:tr w:rsidR="00F34195" w:rsidRPr="003C7B00" w14:paraId="499DCB28" w14:textId="77777777" w:rsidTr="001A7FF2">
        <w:tc>
          <w:tcPr>
            <w:tcW w:w="4503" w:type="dxa"/>
          </w:tcPr>
          <w:p w14:paraId="181F844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0C23847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11F9176F" w14:textId="77777777" w:rsidTr="001A7FF2">
        <w:tc>
          <w:tcPr>
            <w:tcW w:w="4503" w:type="dxa"/>
          </w:tcPr>
          <w:p w14:paraId="4587960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7D932B8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27B49188" w14:textId="77777777" w:rsidTr="001A7FF2">
        <w:tc>
          <w:tcPr>
            <w:tcW w:w="4503" w:type="dxa"/>
          </w:tcPr>
          <w:p w14:paraId="1C04C4E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E01D77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3134A39C" w14:textId="77777777" w:rsidTr="001A7FF2">
        <w:tc>
          <w:tcPr>
            <w:tcW w:w="4503" w:type="dxa"/>
          </w:tcPr>
          <w:p w14:paraId="553FCE0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Почтовый</w:t>
            </w:r>
            <w:r w:rsidR="0081217F" w:rsidRPr="00776CDF">
              <w:t xml:space="preserve"> </w:t>
            </w:r>
            <w:r w:rsidRPr="00776CDF">
              <w:t>адрес:</w:t>
            </w:r>
          </w:p>
        </w:tc>
        <w:tc>
          <w:tcPr>
            <w:tcW w:w="4961" w:type="dxa"/>
          </w:tcPr>
          <w:p w14:paraId="0BCF77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Pr="00776CDF">
              <w:t>]</w:t>
            </w:r>
          </w:p>
        </w:tc>
      </w:tr>
      <w:tr w:rsidR="00F34195" w:rsidRPr="003C7B00" w14:paraId="1616C214" w14:textId="77777777" w:rsidTr="001A7FF2">
        <w:tc>
          <w:tcPr>
            <w:tcW w:w="4503" w:type="dxa"/>
          </w:tcPr>
          <w:p w14:paraId="4B7555D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F6BCFF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0715CED0" w14:textId="77777777" w:rsidTr="001A7FF2">
        <w:tc>
          <w:tcPr>
            <w:tcW w:w="4503" w:type="dxa"/>
          </w:tcPr>
          <w:p w14:paraId="0220305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27EB40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6EC270D8" w14:textId="77777777" w:rsidTr="001A7FF2">
        <w:tc>
          <w:tcPr>
            <w:tcW w:w="4503" w:type="dxa"/>
          </w:tcPr>
          <w:p w14:paraId="6AABAC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56F421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47352D95" w14:textId="77777777" w:rsidTr="001A7FF2">
        <w:tc>
          <w:tcPr>
            <w:tcW w:w="9464" w:type="dxa"/>
            <w:gridSpan w:val="2"/>
          </w:tcPr>
          <w:p w14:paraId="346FFC77" w14:textId="77777777" w:rsidR="00011F6C" w:rsidRPr="00776CDF" w:rsidRDefault="00260244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коллегиальном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органа)</w:t>
            </w:r>
          </w:p>
        </w:tc>
      </w:tr>
      <w:tr w:rsidR="00F34195" w:rsidRPr="003C7B00" w14:paraId="068B0E75" w14:textId="77777777" w:rsidTr="001A7FF2">
        <w:tc>
          <w:tcPr>
            <w:tcW w:w="4503" w:type="dxa"/>
          </w:tcPr>
          <w:p w14:paraId="5E228A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6E27C3A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коллегиального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органа</w:t>
            </w:r>
            <w:r w:rsidRPr="00776CDF">
              <w:t>]</w:t>
            </w:r>
          </w:p>
        </w:tc>
      </w:tr>
      <w:tr w:rsidR="00F34195" w:rsidRPr="003C7B00" w14:paraId="3159D183" w14:textId="77777777" w:rsidTr="001A7FF2">
        <w:tc>
          <w:tcPr>
            <w:tcW w:w="9464" w:type="dxa"/>
            <w:gridSpan w:val="2"/>
          </w:tcPr>
          <w:p w14:paraId="1FB657F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заказчике</w:t>
            </w:r>
          </w:p>
        </w:tc>
      </w:tr>
      <w:tr w:rsidR="00F34195" w:rsidRPr="003C7B00" w14:paraId="364C8723" w14:textId="77777777" w:rsidTr="001A7FF2">
        <w:tc>
          <w:tcPr>
            <w:tcW w:w="4503" w:type="dxa"/>
          </w:tcPr>
          <w:p w14:paraId="5DC7513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4282FDB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5C9765D8" w14:textId="77777777" w:rsidTr="001A7FF2">
        <w:tc>
          <w:tcPr>
            <w:tcW w:w="4503" w:type="dxa"/>
          </w:tcPr>
          <w:p w14:paraId="30E916E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920061C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484FFC47" w14:textId="77777777" w:rsidTr="001A7FF2">
        <w:tc>
          <w:tcPr>
            <w:tcW w:w="4503" w:type="dxa"/>
          </w:tcPr>
          <w:p w14:paraId="372AEB1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048A4A4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лицо]</w:t>
            </w:r>
          </w:p>
        </w:tc>
      </w:tr>
      <w:tr w:rsidR="00F34195" w:rsidRPr="003C7B00" w14:paraId="5FB43CE5" w14:textId="77777777" w:rsidTr="001A7FF2">
        <w:tc>
          <w:tcPr>
            <w:tcW w:w="4503" w:type="dxa"/>
          </w:tcPr>
          <w:p w14:paraId="3F8E070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46AFC20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4B0EB241" w14:textId="77777777" w:rsidTr="001A7FF2">
        <w:tc>
          <w:tcPr>
            <w:tcW w:w="4503" w:type="dxa"/>
          </w:tcPr>
          <w:p w14:paraId="209104A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766CE80A" w14:textId="2A6E887E" w:rsidR="00011F6C" w:rsidRPr="00776CDF" w:rsidRDefault="00F34195" w:rsidP="006232D9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4F648246" w14:textId="77777777" w:rsidTr="001A7FF2">
        <w:tc>
          <w:tcPr>
            <w:tcW w:w="4503" w:type="dxa"/>
          </w:tcPr>
          <w:p w14:paraId="0DD953B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56E314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лица</w:t>
            </w:r>
            <w:r w:rsidR="009D2A51" w:rsidRPr="00776CDF">
              <w:t>]</w:t>
            </w:r>
          </w:p>
        </w:tc>
      </w:tr>
      <w:tr w:rsidR="00F34195" w:rsidRPr="003C7B00" w14:paraId="71D5B06F" w14:textId="77777777" w:rsidTr="001A7FF2">
        <w:tc>
          <w:tcPr>
            <w:tcW w:w="9464" w:type="dxa"/>
            <w:gridSpan w:val="2"/>
          </w:tcPr>
          <w:p w14:paraId="5DE69457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lastRenderedPageBreak/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закупке</w:t>
            </w:r>
          </w:p>
        </w:tc>
      </w:tr>
      <w:tr w:rsidR="00F34195" w:rsidRPr="003C7B00" w14:paraId="60E62928" w14:textId="77777777" w:rsidTr="001A7FF2">
        <w:tc>
          <w:tcPr>
            <w:tcW w:w="4503" w:type="dxa"/>
          </w:tcPr>
          <w:p w14:paraId="2DDE829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4C43D24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закупки</w:t>
            </w:r>
            <w:r w:rsidRPr="00776CDF">
              <w:t>]</w:t>
            </w:r>
          </w:p>
        </w:tc>
      </w:tr>
      <w:tr w:rsidR="00F34195" w:rsidRPr="003C7B00" w14:paraId="69B114E9" w14:textId="77777777" w:rsidTr="001A7FF2">
        <w:tc>
          <w:tcPr>
            <w:tcW w:w="4503" w:type="dxa"/>
          </w:tcPr>
          <w:p w14:paraId="78C5D5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Способ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588B0E51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способ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174AA064" w14:textId="77777777" w:rsidTr="001A7FF2">
        <w:tc>
          <w:tcPr>
            <w:tcW w:w="4503" w:type="dxa"/>
          </w:tcPr>
          <w:p w14:paraId="497C268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Форма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3ADEFAD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форму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23E1AD49" w14:textId="77777777" w:rsidTr="001A7FF2">
        <w:tc>
          <w:tcPr>
            <w:tcW w:w="4503" w:type="dxa"/>
          </w:tcPr>
          <w:p w14:paraId="24F7E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Официальный</w:t>
            </w:r>
            <w:r w:rsidR="0081217F" w:rsidRPr="00776CDF">
              <w:t xml:space="preserve"> </w:t>
            </w:r>
            <w:r w:rsidRPr="00776CDF">
              <w:t>сайт,</w:t>
            </w:r>
            <w:r w:rsidR="0081217F" w:rsidRPr="00776CDF">
              <w:t xml:space="preserve"> </w:t>
            </w:r>
            <w:r w:rsidRPr="00776CDF">
              <w:t>на</w:t>
            </w:r>
            <w:r w:rsidR="0081217F" w:rsidRPr="00776CDF">
              <w:t xml:space="preserve"> </w:t>
            </w:r>
            <w:r w:rsidRPr="00776CDF">
              <w:t>котором</w:t>
            </w:r>
            <w:r w:rsidR="0081217F" w:rsidRPr="00776CDF">
              <w:t xml:space="preserve"> </w:t>
            </w:r>
            <w:r w:rsidRPr="00776CDF">
              <w:t>размещены</w:t>
            </w:r>
            <w:r w:rsidR="0081217F" w:rsidRPr="00776CDF">
              <w:t xml:space="preserve"> </w:t>
            </w:r>
            <w:r w:rsidRPr="00776CDF">
              <w:t>извещение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документация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(кроме</w:t>
            </w:r>
            <w:r w:rsidR="0081217F" w:rsidRPr="00776CDF">
              <w:t xml:space="preserve"> </w:t>
            </w:r>
            <w:r w:rsidRPr="00776CDF">
              <w:t>случаев</w:t>
            </w:r>
            <w:r w:rsidR="0081217F" w:rsidRPr="00776CDF">
              <w:t xml:space="preserve"> </w:t>
            </w:r>
            <w:proofErr w:type="spellStart"/>
            <w:r w:rsidRPr="00776CDF">
              <w:t>неразмещения</w:t>
            </w:r>
            <w:proofErr w:type="spellEnd"/>
            <w:r w:rsidR="0081217F" w:rsidRPr="00776CDF">
              <w:t xml:space="preserve"> </w:t>
            </w:r>
            <w:r w:rsidRPr="00776CDF">
              <w:t>информации</w:t>
            </w:r>
            <w:r w:rsidR="0081217F" w:rsidRPr="00776CDF">
              <w:t xml:space="preserve"> </w:t>
            </w:r>
            <w:r w:rsidRPr="00776CDF">
              <w:t>в</w:t>
            </w:r>
            <w:r w:rsidR="0081217F" w:rsidRPr="00776CDF">
              <w:t xml:space="preserve"> </w:t>
            </w:r>
            <w:r w:rsidRPr="00776CDF">
              <w:t>открытом</w:t>
            </w:r>
            <w:r w:rsidR="0081217F" w:rsidRPr="00776CDF">
              <w:t xml:space="preserve"> </w:t>
            </w:r>
            <w:r w:rsidRPr="00776CDF">
              <w:t>доступе)</w:t>
            </w:r>
          </w:p>
        </w:tc>
        <w:tc>
          <w:tcPr>
            <w:tcW w:w="4961" w:type="dxa"/>
          </w:tcPr>
          <w:p w14:paraId="55727AE6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CD4AF56" w14:textId="77777777" w:rsidTr="001A7FF2">
        <w:tc>
          <w:tcPr>
            <w:tcW w:w="4503" w:type="dxa"/>
          </w:tcPr>
          <w:p w14:paraId="23C19A4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Номер</w:t>
            </w:r>
            <w:r w:rsidR="0081217F" w:rsidRPr="00776CDF">
              <w:t xml:space="preserve"> </w:t>
            </w:r>
            <w:r w:rsidRPr="00776CDF">
              <w:t>извещения</w:t>
            </w:r>
          </w:p>
        </w:tc>
        <w:tc>
          <w:tcPr>
            <w:tcW w:w="4961" w:type="dxa"/>
          </w:tcPr>
          <w:p w14:paraId="554901B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 xml:space="preserve">номер извещения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внутренний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номер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57CD015E" w14:textId="77777777" w:rsidTr="001A7FF2">
        <w:tc>
          <w:tcPr>
            <w:tcW w:w="4503" w:type="dxa"/>
          </w:tcPr>
          <w:p w14:paraId="365763DD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Дата</w:t>
            </w:r>
            <w:r w:rsidR="0081217F" w:rsidRPr="00776CDF">
              <w:t xml:space="preserve"> </w:t>
            </w:r>
            <w:r w:rsidRPr="00776CDF">
              <w:t>размещения</w:t>
            </w:r>
            <w:r w:rsidR="0081217F" w:rsidRPr="00776CDF">
              <w:t xml:space="preserve"> </w:t>
            </w:r>
            <w:r w:rsidRPr="00776CDF">
              <w:t>извещения/получения</w:t>
            </w:r>
            <w:r w:rsidR="0081217F" w:rsidRPr="00776CDF">
              <w:t xml:space="preserve"> </w:t>
            </w:r>
            <w:r w:rsidRPr="00776CDF">
              <w:t>извещения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документации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</w:p>
        </w:tc>
        <w:tc>
          <w:tcPr>
            <w:tcW w:w="4961" w:type="dxa"/>
          </w:tcPr>
          <w:p w14:paraId="519EE53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получения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3E5C5B1E" w14:textId="77777777" w:rsidTr="001A7FF2">
        <w:tc>
          <w:tcPr>
            <w:tcW w:w="4503" w:type="dxa"/>
          </w:tcPr>
          <w:p w14:paraId="6EBA536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Электронная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площадка</w:t>
            </w:r>
            <w:r w:rsidR="009D2A51" w:rsidRPr="00776CDF">
              <w:rPr>
                <w:rFonts w:ascii="Proxima Nova ExCn Rg" w:hAnsi="Proxima Nova ExCn Rg"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которой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размещены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извещение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документация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(если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проводится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электронной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форме)</w:t>
            </w:r>
          </w:p>
        </w:tc>
        <w:tc>
          <w:tcPr>
            <w:tcW w:w="4961" w:type="dxa"/>
          </w:tcPr>
          <w:p w14:paraId="7D1F8C75" w14:textId="77777777" w:rsidR="00011F6C" w:rsidRPr="00776CDF" w:rsidRDefault="00F34195" w:rsidP="00B30B99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полное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наименование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>электронной площадки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0B922DDB" w14:textId="77777777" w:rsidTr="001A7FF2">
        <w:tc>
          <w:tcPr>
            <w:tcW w:w="9464" w:type="dxa"/>
            <w:gridSpan w:val="2"/>
          </w:tcPr>
          <w:p w14:paraId="7820560D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обжаловании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административном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судебном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порядке</w:t>
            </w:r>
          </w:p>
        </w:tc>
      </w:tr>
      <w:tr w:rsidR="00F34195" w:rsidRPr="003C7B00" w14:paraId="2E5F7FEB" w14:textId="77777777" w:rsidTr="001A7FF2">
        <w:tc>
          <w:tcPr>
            <w:tcW w:w="4503" w:type="dxa"/>
          </w:tcPr>
          <w:p w14:paraId="01F5EB13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административном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5247FA70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жалобы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жалоба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419957D" w14:textId="77777777" w:rsidTr="001A7FF2">
        <w:tc>
          <w:tcPr>
            <w:tcW w:w="4503" w:type="dxa"/>
          </w:tcPr>
          <w:p w14:paraId="20BB3410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судебном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48C90D8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результат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рассмотрения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(при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наличии)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4FA9FA0C" w14:textId="77777777" w:rsidTr="001A7FF2">
        <w:trPr>
          <w:trHeight w:val="889"/>
        </w:trPr>
        <w:tc>
          <w:tcPr>
            <w:tcW w:w="9464" w:type="dxa"/>
            <w:gridSpan w:val="2"/>
          </w:tcPr>
          <w:p w14:paraId="4488D0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  <w:lang w:val="en-US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Доводы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жалобы</w:t>
            </w:r>
            <w:r w:rsidRPr="00776CDF">
              <w:rPr>
                <w:rFonts w:ascii="Proxima Nova ExCn Rg" w:hAnsi="Proxima Nova ExCn Rg"/>
                <w:b/>
                <w:sz w:val="28"/>
                <w:lang w:val="en-US"/>
              </w:rPr>
              <w:t>:</w:t>
            </w:r>
          </w:p>
        </w:tc>
      </w:tr>
    </w:tbl>
    <w:p w14:paraId="76C5F8E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23EB7A0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BB662E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EFCD60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4AC183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2A0D5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D4E72C9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5965AF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742D912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3272917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060249B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369329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5C5998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9E9F84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5A4088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6A5003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E8C5C2E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9B9296D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6EA6D2F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b/>
          <w:sz w:val="28"/>
        </w:rPr>
        <w:t>Приложения:</w:t>
      </w:r>
    </w:p>
    <w:p w14:paraId="2A6B8136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л.</w:t>
      </w:r>
    </w:p>
    <w:p w14:paraId="7948C5FC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b/>
          <w:sz w:val="28"/>
        </w:rPr>
        <w:t>Ф.И.О.,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должность/Ф.И.О.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________________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/_____/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="00B30B99" w:rsidRPr="00776CDF">
        <w:rPr>
          <w:rFonts w:ascii="Proxima Nova ExCn Rg" w:hAnsi="Proxima Nova ExCn Rg"/>
          <w:i/>
          <w:sz w:val="28"/>
        </w:rPr>
        <w:t>[указать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должность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индивидуального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предпринимателя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юридического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или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</w:t>
      </w:r>
      <w:r w:rsidR="009D2A51" w:rsidRPr="00776CDF">
        <w:rPr>
          <w:rFonts w:ascii="Proxima Nova ExCn Rg" w:hAnsi="Proxima Nova ExCn Rg"/>
          <w:i/>
          <w:sz w:val="28"/>
        </w:rPr>
        <w:t>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физического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расшифровку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подписи]</w:t>
      </w:r>
    </w:p>
    <w:sectPr w:rsidR="00F34195" w:rsidRPr="00776CDF" w:rsidSect="00F64814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F7F06" w14:textId="77777777" w:rsidR="007B28E3" w:rsidRDefault="007B28E3" w:rsidP="00F34195">
      <w:pPr>
        <w:spacing w:after="0" w:line="240" w:lineRule="auto"/>
      </w:pPr>
      <w:r>
        <w:separator/>
      </w:r>
    </w:p>
  </w:endnote>
  <w:endnote w:type="continuationSeparator" w:id="0">
    <w:p w14:paraId="3AC47EA9" w14:textId="77777777" w:rsidR="007B28E3" w:rsidRDefault="007B28E3" w:rsidP="00F34195">
      <w:pPr>
        <w:spacing w:after="0" w:line="240" w:lineRule="auto"/>
      </w:pPr>
      <w:r>
        <w:continuationSeparator/>
      </w:r>
    </w:p>
  </w:endnote>
  <w:endnote w:type="continuationNotice" w:id="1">
    <w:p w14:paraId="58EC621B" w14:textId="77777777" w:rsidR="007B28E3" w:rsidRDefault="007B28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914DC" w14:textId="77777777" w:rsidR="007B28E3" w:rsidRPr="00006A95" w:rsidRDefault="007B28E3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i w:val="0"/>
        <w:sz w:val="28"/>
      </w:rPr>
    </w:pPr>
    <w:r w:rsidRPr="00006A95">
      <w:rPr>
        <w:i w:val="0"/>
        <w:sz w:val="28"/>
        <w:szCs w:val="28"/>
      </w:rPr>
      <w:fldChar w:fldCharType="begin"/>
    </w:r>
    <w:r w:rsidRPr="00006A95">
      <w:rPr>
        <w:i w:val="0"/>
        <w:sz w:val="28"/>
        <w:szCs w:val="28"/>
      </w:rPr>
      <w:instrText>PAGE   \* MERGEFORMAT</w:instrText>
    </w:r>
    <w:r w:rsidRPr="00006A95">
      <w:rPr>
        <w:i w:val="0"/>
        <w:sz w:val="28"/>
        <w:szCs w:val="28"/>
      </w:rPr>
      <w:fldChar w:fldCharType="separate"/>
    </w:r>
    <w:r w:rsidR="004B4236">
      <w:rPr>
        <w:i w:val="0"/>
        <w:noProof/>
        <w:sz w:val="28"/>
        <w:szCs w:val="28"/>
      </w:rPr>
      <w:t>22</w:t>
    </w:r>
    <w:r w:rsidRPr="00006A95">
      <w:rPr>
        <w:i w:val="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D0A25" w14:textId="77777777" w:rsidR="007B28E3" w:rsidRPr="00776CDF" w:rsidRDefault="007B28E3" w:rsidP="00DA75A3">
    <w:pPr>
      <w:pStyle w:val="aff3"/>
      <w:tabs>
        <w:tab w:val="clear" w:pos="4253"/>
        <w:tab w:val="clear" w:pos="9356"/>
      </w:tabs>
      <w:spacing w:after="120"/>
      <w:jc w:val="center"/>
      <w:rPr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FEE1" w14:textId="77777777" w:rsidR="007B28E3" w:rsidRPr="00776CDF" w:rsidRDefault="007B28E3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sz w:val="28"/>
      </w:rPr>
    </w:pPr>
    <w:r w:rsidRPr="00D12FFB">
      <w:rPr>
        <w:i w:val="0"/>
        <w:sz w:val="28"/>
        <w:szCs w:val="28"/>
      </w:rPr>
      <w:fldChar w:fldCharType="begin"/>
    </w:r>
    <w:r w:rsidRPr="00D12FFB">
      <w:rPr>
        <w:i w:val="0"/>
        <w:sz w:val="28"/>
        <w:szCs w:val="28"/>
      </w:rPr>
      <w:instrText>PAGE   \* MERGEFORMAT</w:instrText>
    </w:r>
    <w:r w:rsidRPr="00D12FFB">
      <w:rPr>
        <w:i w:val="0"/>
        <w:sz w:val="28"/>
        <w:szCs w:val="28"/>
      </w:rPr>
      <w:fldChar w:fldCharType="separate"/>
    </w:r>
    <w:r w:rsidR="004B4236">
      <w:rPr>
        <w:i w:val="0"/>
        <w:noProof/>
        <w:sz w:val="28"/>
        <w:szCs w:val="28"/>
      </w:rPr>
      <w:t>2</w:t>
    </w:r>
    <w:r w:rsidRPr="00D12FFB">
      <w:rPr>
        <w:i w:val="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3381C" w14:textId="77777777" w:rsidR="007B28E3" w:rsidRDefault="007B28E3" w:rsidP="00F34195">
      <w:pPr>
        <w:spacing w:after="0" w:line="240" w:lineRule="auto"/>
      </w:pPr>
      <w:r>
        <w:separator/>
      </w:r>
    </w:p>
  </w:footnote>
  <w:footnote w:type="continuationSeparator" w:id="0">
    <w:p w14:paraId="340BB3C7" w14:textId="77777777" w:rsidR="007B28E3" w:rsidRDefault="007B28E3" w:rsidP="00F34195">
      <w:pPr>
        <w:spacing w:after="0" w:line="240" w:lineRule="auto"/>
      </w:pPr>
      <w:r>
        <w:continuationSeparator/>
      </w:r>
    </w:p>
  </w:footnote>
  <w:footnote w:type="continuationNotice" w:id="1">
    <w:p w14:paraId="583821A6" w14:textId="77777777" w:rsidR="007B28E3" w:rsidRDefault="007B28E3">
      <w:pPr>
        <w:spacing w:after="0" w:line="240" w:lineRule="auto"/>
      </w:pPr>
    </w:p>
  </w:footnote>
  <w:footnote w:id="2">
    <w:p w14:paraId="77E05EC9" w14:textId="77777777" w:rsidR="007B28E3" w:rsidRPr="00776CDF" w:rsidRDefault="007B28E3" w:rsidP="00776CDF">
      <w:pPr>
        <w:pStyle w:val="af6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Выгодоприобретатели –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  <w:footnote w:id="3">
    <w:p w14:paraId="75A14A2A" w14:textId="77777777" w:rsidR="007B28E3" w:rsidRPr="00776CDF" w:rsidRDefault="007B28E3" w:rsidP="00776CDF">
      <w:pPr>
        <w:pStyle w:val="af6"/>
        <w:spacing w:before="120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Выгодоприобретатель – физическое лицо, владеющее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24EB" w14:textId="6D7717D9" w:rsidR="007B28E3" w:rsidRPr="00776CDF" w:rsidRDefault="007B28E3" w:rsidP="00DA75A3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4E2B" w14:textId="77777777" w:rsidR="007B28E3" w:rsidRPr="00776CDF" w:rsidRDefault="007B28E3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7AD80" w14:textId="77777777" w:rsidR="007B28E3" w:rsidRPr="00776CDF" w:rsidRDefault="007B28E3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3B6C0706"/>
    <w:lvl w:ilvl="0">
      <w:start w:val="1"/>
      <w:numFmt w:val="decimal"/>
      <w:pStyle w:val="2"/>
      <w:lvlText w:val="%1."/>
      <w:lvlJc w:val="left"/>
      <w:pPr>
        <w:ind w:left="8506" w:hanging="1134"/>
      </w:pPr>
      <w:rPr>
        <w:rFonts w:ascii="Proxima Nova ExCn Rg" w:eastAsia="Times New Roman" w:hAnsi="Proxima Nova ExCn Rg" w:cs="Times New Roman"/>
      </w:rPr>
    </w:lvl>
    <w:lvl w:ilvl="1">
      <w:start w:val="1"/>
      <w:numFmt w:val="decimal"/>
      <w:pStyle w:val="3"/>
      <w:lvlText w:val="%1.%2"/>
      <w:lvlJc w:val="left"/>
      <w:pPr>
        <w:ind w:left="9215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9357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9358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1020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8">
      <w:start w:val="1"/>
      <w:numFmt w:val="none"/>
      <w:pStyle w:val="a"/>
      <w:lvlText w:val=""/>
      <w:lvlJc w:val="left"/>
      <w:pPr>
        <w:ind w:left="8506" w:hanging="1134"/>
      </w:pPr>
      <w:rPr>
        <w:rFonts w:hint="default"/>
      </w:rPr>
    </w:lvl>
  </w:abstractNum>
  <w:abstractNum w:abstractNumId="1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2BAA4B90"/>
    <w:multiLevelType w:val="multilevel"/>
    <w:tmpl w:val="F27048DC"/>
    <w:styleLink w:val="a0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3" w15:restartNumberingAfterBreak="0">
    <w:nsid w:val="4C201B78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5" w15:restartNumberingAfterBreak="0">
    <w:nsid w:val="659E37BE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425262"/>
    <w:multiLevelType w:val="hybridMultilevel"/>
    <w:tmpl w:val="91828ED6"/>
    <w:lvl w:ilvl="0" w:tplc="542236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A1C24"/>
    <w:multiLevelType w:val="multilevel"/>
    <w:tmpl w:val="C824BB8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95"/>
    <w:rsid w:val="00006A95"/>
    <w:rsid w:val="00006F58"/>
    <w:rsid w:val="00011F6C"/>
    <w:rsid w:val="00042818"/>
    <w:rsid w:val="00065A66"/>
    <w:rsid w:val="0007617B"/>
    <w:rsid w:val="00087B56"/>
    <w:rsid w:val="000A33A0"/>
    <w:rsid w:val="000B2F64"/>
    <w:rsid w:val="000D0B06"/>
    <w:rsid w:val="000E428A"/>
    <w:rsid w:val="000F0729"/>
    <w:rsid w:val="001056E0"/>
    <w:rsid w:val="001235C8"/>
    <w:rsid w:val="001516A9"/>
    <w:rsid w:val="001605D4"/>
    <w:rsid w:val="00176909"/>
    <w:rsid w:val="00177A94"/>
    <w:rsid w:val="001864B8"/>
    <w:rsid w:val="0019422A"/>
    <w:rsid w:val="00195D84"/>
    <w:rsid w:val="00197204"/>
    <w:rsid w:val="001A15EB"/>
    <w:rsid w:val="001A1DF4"/>
    <w:rsid w:val="001A7C0C"/>
    <w:rsid w:val="001A7FF2"/>
    <w:rsid w:val="001E3A1D"/>
    <w:rsid w:val="001F743A"/>
    <w:rsid w:val="00206E3C"/>
    <w:rsid w:val="00234C5A"/>
    <w:rsid w:val="002377E8"/>
    <w:rsid w:val="002440E8"/>
    <w:rsid w:val="00251EAF"/>
    <w:rsid w:val="00260244"/>
    <w:rsid w:val="00262413"/>
    <w:rsid w:val="002B320F"/>
    <w:rsid w:val="002C75F0"/>
    <w:rsid w:val="002D129B"/>
    <w:rsid w:val="002D2269"/>
    <w:rsid w:val="002E48FC"/>
    <w:rsid w:val="00310475"/>
    <w:rsid w:val="00314765"/>
    <w:rsid w:val="00316B15"/>
    <w:rsid w:val="003224A7"/>
    <w:rsid w:val="00373253"/>
    <w:rsid w:val="00381B32"/>
    <w:rsid w:val="003902CC"/>
    <w:rsid w:val="003A480B"/>
    <w:rsid w:val="003C7B00"/>
    <w:rsid w:val="00412ED2"/>
    <w:rsid w:val="00430003"/>
    <w:rsid w:val="00431A69"/>
    <w:rsid w:val="00442299"/>
    <w:rsid w:val="004522DD"/>
    <w:rsid w:val="00455A94"/>
    <w:rsid w:val="00465668"/>
    <w:rsid w:val="004A0307"/>
    <w:rsid w:val="004A101C"/>
    <w:rsid w:val="004A3297"/>
    <w:rsid w:val="004B4236"/>
    <w:rsid w:val="004C37AF"/>
    <w:rsid w:val="004C42ED"/>
    <w:rsid w:val="004D306B"/>
    <w:rsid w:val="004E1CE0"/>
    <w:rsid w:val="004F6A90"/>
    <w:rsid w:val="00545525"/>
    <w:rsid w:val="00552EE4"/>
    <w:rsid w:val="0055383A"/>
    <w:rsid w:val="00555BB7"/>
    <w:rsid w:val="0056079C"/>
    <w:rsid w:val="00573DE3"/>
    <w:rsid w:val="005915B9"/>
    <w:rsid w:val="00591F6C"/>
    <w:rsid w:val="00591F7B"/>
    <w:rsid w:val="005A1CBB"/>
    <w:rsid w:val="005A4F04"/>
    <w:rsid w:val="005C4D52"/>
    <w:rsid w:val="00602355"/>
    <w:rsid w:val="006232D9"/>
    <w:rsid w:val="00637D34"/>
    <w:rsid w:val="00675099"/>
    <w:rsid w:val="00675487"/>
    <w:rsid w:val="00693474"/>
    <w:rsid w:val="006C42F8"/>
    <w:rsid w:val="006D1705"/>
    <w:rsid w:val="006D3DE7"/>
    <w:rsid w:val="006F0216"/>
    <w:rsid w:val="006F088C"/>
    <w:rsid w:val="006F0964"/>
    <w:rsid w:val="006F0CF8"/>
    <w:rsid w:val="007033B5"/>
    <w:rsid w:val="007225C7"/>
    <w:rsid w:val="0075247C"/>
    <w:rsid w:val="00765E67"/>
    <w:rsid w:val="00767AE0"/>
    <w:rsid w:val="0077646C"/>
    <w:rsid w:val="00776CDF"/>
    <w:rsid w:val="00782E63"/>
    <w:rsid w:val="0079122C"/>
    <w:rsid w:val="007A4212"/>
    <w:rsid w:val="007A6F75"/>
    <w:rsid w:val="007B0AF0"/>
    <w:rsid w:val="007B28E3"/>
    <w:rsid w:val="007B7A67"/>
    <w:rsid w:val="007C62BD"/>
    <w:rsid w:val="007E41E9"/>
    <w:rsid w:val="007E574C"/>
    <w:rsid w:val="007F3604"/>
    <w:rsid w:val="00800887"/>
    <w:rsid w:val="008050EA"/>
    <w:rsid w:val="0081217F"/>
    <w:rsid w:val="00821650"/>
    <w:rsid w:val="00822102"/>
    <w:rsid w:val="00824960"/>
    <w:rsid w:val="008261E8"/>
    <w:rsid w:val="0083708E"/>
    <w:rsid w:val="008447F1"/>
    <w:rsid w:val="0084566B"/>
    <w:rsid w:val="008552C0"/>
    <w:rsid w:val="00855CB9"/>
    <w:rsid w:val="00871FBA"/>
    <w:rsid w:val="008901F0"/>
    <w:rsid w:val="0089423B"/>
    <w:rsid w:val="008A3416"/>
    <w:rsid w:val="008A5FAA"/>
    <w:rsid w:val="008A6675"/>
    <w:rsid w:val="008C709C"/>
    <w:rsid w:val="008D60A2"/>
    <w:rsid w:val="008E0260"/>
    <w:rsid w:val="008E4C4C"/>
    <w:rsid w:val="008E55A8"/>
    <w:rsid w:val="008E6A4E"/>
    <w:rsid w:val="00900044"/>
    <w:rsid w:val="0090102C"/>
    <w:rsid w:val="00927966"/>
    <w:rsid w:val="009540C0"/>
    <w:rsid w:val="0095649E"/>
    <w:rsid w:val="009566C8"/>
    <w:rsid w:val="00973AF9"/>
    <w:rsid w:val="00986882"/>
    <w:rsid w:val="009A0ED8"/>
    <w:rsid w:val="009A4902"/>
    <w:rsid w:val="009A77A9"/>
    <w:rsid w:val="009D1A0A"/>
    <w:rsid w:val="009D2A51"/>
    <w:rsid w:val="009D42E5"/>
    <w:rsid w:val="009E2C60"/>
    <w:rsid w:val="009F0757"/>
    <w:rsid w:val="009F6363"/>
    <w:rsid w:val="00A06711"/>
    <w:rsid w:val="00A11C26"/>
    <w:rsid w:val="00A126C6"/>
    <w:rsid w:val="00A12B3F"/>
    <w:rsid w:val="00A333C8"/>
    <w:rsid w:val="00A44099"/>
    <w:rsid w:val="00A453F8"/>
    <w:rsid w:val="00A605C5"/>
    <w:rsid w:val="00A65A1F"/>
    <w:rsid w:val="00A70E7E"/>
    <w:rsid w:val="00A710EE"/>
    <w:rsid w:val="00A730A7"/>
    <w:rsid w:val="00A73938"/>
    <w:rsid w:val="00A75A3B"/>
    <w:rsid w:val="00A8261F"/>
    <w:rsid w:val="00A84E1E"/>
    <w:rsid w:val="00A921B2"/>
    <w:rsid w:val="00A96E5E"/>
    <w:rsid w:val="00A976CB"/>
    <w:rsid w:val="00AD1E6E"/>
    <w:rsid w:val="00AD301E"/>
    <w:rsid w:val="00AE15AA"/>
    <w:rsid w:val="00AF1E12"/>
    <w:rsid w:val="00B00932"/>
    <w:rsid w:val="00B137CC"/>
    <w:rsid w:val="00B30B99"/>
    <w:rsid w:val="00B71C95"/>
    <w:rsid w:val="00B76AEC"/>
    <w:rsid w:val="00B821A0"/>
    <w:rsid w:val="00B93576"/>
    <w:rsid w:val="00B93D61"/>
    <w:rsid w:val="00BB2410"/>
    <w:rsid w:val="00BB7AAF"/>
    <w:rsid w:val="00BC10DF"/>
    <w:rsid w:val="00BD27B9"/>
    <w:rsid w:val="00BD6975"/>
    <w:rsid w:val="00BE1923"/>
    <w:rsid w:val="00BF25E4"/>
    <w:rsid w:val="00C02619"/>
    <w:rsid w:val="00C27A36"/>
    <w:rsid w:val="00C54C76"/>
    <w:rsid w:val="00C7101C"/>
    <w:rsid w:val="00C73689"/>
    <w:rsid w:val="00C77E9B"/>
    <w:rsid w:val="00C9025A"/>
    <w:rsid w:val="00CA7345"/>
    <w:rsid w:val="00CD6121"/>
    <w:rsid w:val="00CD66DC"/>
    <w:rsid w:val="00CE56C3"/>
    <w:rsid w:val="00D00BBE"/>
    <w:rsid w:val="00D06110"/>
    <w:rsid w:val="00D1428C"/>
    <w:rsid w:val="00D42D0F"/>
    <w:rsid w:val="00D81BB7"/>
    <w:rsid w:val="00D85951"/>
    <w:rsid w:val="00DA75A3"/>
    <w:rsid w:val="00DB4F16"/>
    <w:rsid w:val="00DC23C6"/>
    <w:rsid w:val="00DC42AC"/>
    <w:rsid w:val="00DC75D8"/>
    <w:rsid w:val="00DE0763"/>
    <w:rsid w:val="00E03FB8"/>
    <w:rsid w:val="00E0719D"/>
    <w:rsid w:val="00E25A33"/>
    <w:rsid w:val="00E34E2C"/>
    <w:rsid w:val="00E4377A"/>
    <w:rsid w:val="00E455A4"/>
    <w:rsid w:val="00E45B00"/>
    <w:rsid w:val="00E47F50"/>
    <w:rsid w:val="00E50197"/>
    <w:rsid w:val="00E562D9"/>
    <w:rsid w:val="00E651D2"/>
    <w:rsid w:val="00E87CE4"/>
    <w:rsid w:val="00EB356C"/>
    <w:rsid w:val="00EC0DB8"/>
    <w:rsid w:val="00EC51AC"/>
    <w:rsid w:val="00ED3696"/>
    <w:rsid w:val="00EE1159"/>
    <w:rsid w:val="00EE63E2"/>
    <w:rsid w:val="00EF4702"/>
    <w:rsid w:val="00EF6FE2"/>
    <w:rsid w:val="00EF744B"/>
    <w:rsid w:val="00F06925"/>
    <w:rsid w:val="00F06B4A"/>
    <w:rsid w:val="00F13F53"/>
    <w:rsid w:val="00F22ABD"/>
    <w:rsid w:val="00F34195"/>
    <w:rsid w:val="00F360A2"/>
    <w:rsid w:val="00F42FD2"/>
    <w:rsid w:val="00F4674F"/>
    <w:rsid w:val="00F601BF"/>
    <w:rsid w:val="00F6054A"/>
    <w:rsid w:val="00F614D7"/>
    <w:rsid w:val="00F6452B"/>
    <w:rsid w:val="00F64814"/>
    <w:rsid w:val="00F80424"/>
    <w:rsid w:val="00F857FD"/>
    <w:rsid w:val="00F9190B"/>
    <w:rsid w:val="00FA0C23"/>
    <w:rsid w:val="00FA67EF"/>
    <w:rsid w:val="00FB1211"/>
    <w:rsid w:val="00FD76F4"/>
    <w:rsid w:val="00FE0D8B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FAD589B-FC14-44C4-92DA-696E5287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7F5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qFormat/>
    <w:rsid w:val="00F34195"/>
    <w:pPr>
      <w:keepNext/>
      <w:keepLines/>
      <w:tabs>
        <w:tab w:val="left" w:pos="1843"/>
        <w:tab w:val="left" w:pos="1985"/>
      </w:tabs>
      <w:suppressAutoHyphens/>
      <w:spacing w:before="120" w:after="0" w:line="240" w:lineRule="auto"/>
      <w:ind w:left="567" w:hanging="567"/>
      <w:outlineLvl w:val="0"/>
    </w:pPr>
    <w:rPr>
      <w:rFonts w:ascii="Proxima Nova ExCn Rg" w:hAnsi="Proxima Nova ExCn Rg"/>
      <w:b/>
      <w:bCs/>
      <w:kern w:val="28"/>
      <w:sz w:val="28"/>
      <w:szCs w:val="40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1"/>
    <w:uiPriority w:val="9"/>
    <w:qFormat/>
    <w:rsid w:val="00F34195"/>
    <w:pPr>
      <w:keepNext/>
      <w:suppressAutoHyphens/>
      <w:spacing w:before="120" w:after="0" w:line="240" w:lineRule="auto"/>
      <w:ind w:left="567" w:hanging="567"/>
      <w:outlineLvl w:val="1"/>
    </w:pPr>
    <w:rPr>
      <w:rFonts w:ascii="Proxima Nova ExCn Rg" w:hAnsi="Proxima Nova ExCn Rg"/>
      <w:b/>
      <w:bCs/>
      <w:sz w:val="28"/>
      <w:szCs w:val="32"/>
      <w:lang w:val="x-none" w:eastAsia="x-none"/>
    </w:rPr>
  </w:style>
  <w:style w:type="paragraph" w:styleId="30">
    <w:name w:val="heading 3"/>
    <w:basedOn w:val="a1"/>
    <w:next w:val="a1"/>
    <w:link w:val="31"/>
    <w:qFormat/>
    <w:rsid w:val="00F34195"/>
    <w:pPr>
      <w:keepNext/>
      <w:suppressAutoHyphens/>
      <w:spacing w:before="120" w:after="120" w:line="240" w:lineRule="auto"/>
      <w:ind w:left="567" w:hanging="567"/>
      <w:jc w:val="both"/>
      <w:outlineLvl w:val="2"/>
    </w:pPr>
    <w:rPr>
      <w:rFonts w:ascii="Proxima Nova ExCn Rg" w:hAnsi="Proxima Nova ExCn Rg"/>
      <w:b/>
      <w:bCs/>
      <w:sz w:val="28"/>
      <w:szCs w:val="28"/>
      <w:lang w:val="x-none" w:eastAsia="x-none"/>
    </w:rPr>
  </w:style>
  <w:style w:type="paragraph" w:styleId="40">
    <w:name w:val="heading 4"/>
    <w:basedOn w:val="a1"/>
    <w:next w:val="a1"/>
    <w:link w:val="41"/>
    <w:uiPriority w:val="99"/>
    <w:qFormat/>
    <w:rsid w:val="00F34195"/>
    <w:pPr>
      <w:keepNext/>
      <w:tabs>
        <w:tab w:val="left" w:pos="1134"/>
      </w:tabs>
      <w:suppressAutoHyphens/>
      <w:spacing w:before="240" w:after="120" w:line="240" w:lineRule="auto"/>
      <w:ind w:left="567" w:hanging="567"/>
      <w:jc w:val="both"/>
      <w:outlineLvl w:val="3"/>
    </w:pPr>
    <w:rPr>
      <w:rFonts w:ascii="Proxima Nova ExCn Rg" w:hAnsi="Proxima Nova ExCn Rg"/>
      <w:b/>
      <w:bCs/>
      <w:i/>
      <w:iCs/>
      <w:sz w:val="28"/>
      <w:szCs w:val="28"/>
      <w:lang w:val="x-none" w:eastAsia="x-none"/>
    </w:rPr>
  </w:style>
  <w:style w:type="paragraph" w:styleId="50">
    <w:name w:val="heading 5"/>
    <w:basedOn w:val="a1"/>
    <w:next w:val="a1"/>
    <w:link w:val="51"/>
    <w:uiPriority w:val="9"/>
    <w:qFormat/>
    <w:rsid w:val="00F34195"/>
    <w:pPr>
      <w:keepNext/>
      <w:tabs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465668"/>
    <w:pPr>
      <w:widowControl w:val="0"/>
      <w:numPr>
        <w:ilvl w:val="5"/>
      </w:numPr>
      <w:tabs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Proxima Nova ExCn Rg" w:hAnsi="Proxima Nova ExCn Rg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F34195"/>
    <w:pPr>
      <w:widowControl w:val="0"/>
      <w:numPr>
        <w:ilvl w:val="6"/>
      </w:numPr>
      <w:tabs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Proxima Nova ExCn Rg" w:hAnsi="Proxima Nova ExCn Rg"/>
      <w:sz w:val="26"/>
      <w:szCs w:val="26"/>
      <w:lang w:val="x-none" w:eastAsia="x-none"/>
    </w:rPr>
  </w:style>
  <w:style w:type="paragraph" w:styleId="8">
    <w:name w:val="heading 8"/>
    <w:basedOn w:val="a1"/>
    <w:next w:val="a1"/>
    <w:link w:val="80"/>
    <w:qFormat/>
    <w:rsid w:val="00F34195"/>
    <w:pPr>
      <w:widowControl w:val="0"/>
      <w:numPr>
        <w:ilvl w:val="7"/>
      </w:numPr>
      <w:suppressAutoHyphens/>
      <w:spacing w:before="240" w:after="60" w:line="240" w:lineRule="auto"/>
      <w:ind w:left="567" w:hanging="567"/>
      <w:jc w:val="both"/>
      <w:outlineLvl w:val="7"/>
    </w:pPr>
    <w:rPr>
      <w:rFonts w:ascii="Proxima Nova ExCn Rg" w:hAnsi="Proxima Nova ExCn Rg"/>
      <w:i/>
      <w:iCs/>
      <w:sz w:val="26"/>
      <w:szCs w:val="26"/>
      <w:lang w:val="x-none" w:eastAsia="x-none"/>
    </w:rPr>
  </w:style>
  <w:style w:type="paragraph" w:styleId="9">
    <w:name w:val="heading 9"/>
    <w:basedOn w:val="a1"/>
    <w:next w:val="a1"/>
    <w:link w:val="90"/>
    <w:qFormat/>
    <w:rsid w:val="00465668"/>
    <w:pPr>
      <w:widowControl w:val="0"/>
      <w:tabs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F34195"/>
    <w:rPr>
      <w:rFonts w:ascii="Proxima Nova ExCn Rg" w:eastAsia="Times New Roman" w:hAnsi="Proxima Nova ExCn Rg" w:cs="Times New Roman"/>
      <w:b/>
      <w:bCs/>
      <w:kern w:val="28"/>
      <w:sz w:val="28"/>
      <w:szCs w:val="40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F34195"/>
    <w:rPr>
      <w:rFonts w:ascii="Proxima Nova ExCn Rg" w:eastAsia="Times New Roman" w:hAnsi="Proxima Nova ExCn Rg" w:cs="Times New Roman"/>
      <w:b/>
      <w:bCs/>
      <w:sz w:val="28"/>
      <w:szCs w:val="32"/>
    </w:rPr>
  </w:style>
  <w:style w:type="character" w:customStyle="1" w:styleId="31">
    <w:name w:val="Заголовок 3 Знак"/>
    <w:link w:val="30"/>
    <w:rsid w:val="00F34195"/>
    <w:rPr>
      <w:rFonts w:ascii="Proxima Nova ExCn Rg" w:eastAsia="Times New Roman" w:hAnsi="Proxima Nova ExCn Rg" w:cs="Times New Roman"/>
      <w:b/>
      <w:bCs/>
      <w:sz w:val="28"/>
      <w:szCs w:val="28"/>
    </w:rPr>
  </w:style>
  <w:style w:type="character" w:customStyle="1" w:styleId="41">
    <w:name w:val="Заголовок 4 Знак"/>
    <w:link w:val="40"/>
    <w:uiPriority w:val="99"/>
    <w:rsid w:val="00F34195"/>
    <w:rPr>
      <w:rFonts w:ascii="Proxima Nova ExCn Rg" w:eastAsia="Times New Roman" w:hAnsi="Proxima Nova ExCn Rg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character" w:customStyle="1" w:styleId="61">
    <w:name w:val="Заголовок 6 Знак"/>
    <w:link w:val="60"/>
    <w:rsid w:val="00F34195"/>
    <w:rPr>
      <w:rFonts w:ascii="Proxima Nova ExCn Rg" w:hAnsi="Proxima Nova ExCn Rg"/>
      <w:b/>
      <w:bCs/>
      <w:lang w:val="x-none" w:eastAsia="x-none"/>
    </w:rPr>
  </w:style>
  <w:style w:type="character" w:customStyle="1" w:styleId="70">
    <w:name w:val="Заголовок 7 Знак"/>
    <w:link w:val="7"/>
    <w:rsid w:val="00F34195"/>
    <w:rPr>
      <w:rFonts w:ascii="Proxima Nova ExCn Rg" w:eastAsia="Times New Roman" w:hAnsi="Proxima Nova ExCn Rg" w:cs="Times New Roman"/>
      <w:sz w:val="26"/>
      <w:szCs w:val="26"/>
    </w:rPr>
  </w:style>
  <w:style w:type="character" w:customStyle="1" w:styleId="80">
    <w:name w:val="Заголовок 8 Знак"/>
    <w:link w:val="8"/>
    <w:rsid w:val="00F34195"/>
    <w:rPr>
      <w:rFonts w:ascii="Proxima Nova ExCn Rg" w:eastAsia="Times New Roman" w:hAnsi="Proxima Nova ExCn Rg" w:cs="Times New Roman"/>
      <w:i/>
      <w:iCs/>
      <w:sz w:val="26"/>
      <w:szCs w:val="26"/>
    </w:rPr>
  </w:style>
  <w:style w:type="character" w:customStyle="1" w:styleId="90">
    <w:name w:val="Заголовок 9 Знак"/>
    <w:link w:val="9"/>
    <w:rsid w:val="00F34195"/>
    <w:rPr>
      <w:rFonts w:ascii="Arial" w:hAnsi="Arial"/>
      <w:lang w:val="x-none" w:eastAsia="x-none"/>
    </w:rPr>
  </w:style>
  <w:style w:type="character" w:styleId="a5">
    <w:name w:val="annotation reference"/>
    <w:uiPriority w:val="99"/>
    <w:rsid w:val="00F34195"/>
    <w:rPr>
      <w:sz w:val="24"/>
      <w:szCs w:val="16"/>
      <w:lang w:val="ru-RU" w:eastAsia="ru-RU" w:bidi="ar-SA"/>
    </w:rPr>
  </w:style>
  <w:style w:type="paragraph" w:styleId="11">
    <w:name w:val="toc 1"/>
    <w:basedOn w:val="a1"/>
    <w:next w:val="a1"/>
    <w:autoRedefine/>
    <w:uiPriority w:val="39"/>
    <w:unhideWhenUsed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30"/>
    </w:rPr>
  </w:style>
  <w:style w:type="paragraph" w:styleId="22">
    <w:name w:val="toc 2"/>
    <w:basedOn w:val="a1"/>
    <w:next w:val="a1"/>
    <w:autoRedefine/>
    <w:uiPriority w:val="39"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20"/>
    </w:rPr>
  </w:style>
  <w:style w:type="paragraph" w:styleId="32">
    <w:name w:val="toc 3"/>
    <w:basedOn w:val="a1"/>
    <w:next w:val="a1"/>
    <w:autoRedefine/>
    <w:uiPriority w:val="39"/>
    <w:qFormat/>
    <w:rsid w:val="00F34195"/>
    <w:pPr>
      <w:tabs>
        <w:tab w:val="left" w:pos="840"/>
        <w:tab w:val="right" w:leader="dot" w:pos="9771"/>
      </w:tabs>
      <w:spacing w:before="120" w:after="0" w:line="240" w:lineRule="auto"/>
      <w:jc w:val="both"/>
    </w:pPr>
    <w:rPr>
      <w:rFonts w:ascii="Proxima Nova ExCn Rg" w:hAnsi="Proxima Nova ExCn Rg"/>
      <w:iCs/>
      <w:noProof/>
      <w:sz w:val="28"/>
      <w:szCs w:val="20"/>
    </w:rPr>
  </w:style>
  <w:style w:type="paragraph" w:styleId="62">
    <w:name w:val="toc 6"/>
    <w:basedOn w:val="a1"/>
    <w:next w:val="a1"/>
    <w:autoRedefine/>
    <w:uiPriority w:val="39"/>
    <w:rsid w:val="00F34195"/>
    <w:pPr>
      <w:spacing w:before="120" w:after="0" w:line="288" w:lineRule="auto"/>
      <w:ind w:left="1400" w:firstLine="567"/>
      <w:jc w:val="both"/>
    </w:pPr>
    <w:rPr>
      <w:rFonts w:ascii="Proxima Nova ExCn Rg" w:hAnsi="Proxima Nova ExCn Rg"/>
      <w:sz w:val="18"/>
      <w:szCs w:val="18"/>
    </w:rPr>
  </w:style>
  <w:style w:type="table" w:styleId="a6">
    <w:name w:val="Table Grid"/>
    <w:basedOn w:val="a3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труктура"/>
    <w:basedOn w:val="a1"/>
    <w:semiHidden/>
    <w:locked/>
    <w:rsid w:val="00F3419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left="567" w:right="2835" w:hanging="567"/>
      <w:jc w:val="both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8">
    <w:name w:val="Document Map"/>
    <w:basedOn w:val="a1"/>
    <w:link w:val="a9"/>
    <w:semiHidden/>
    <w:rsid w:val="00F34195"/>
    <w:pPr>
      <w:shd w:val="clear" w:color="auto" w:fill="000080"/>
      <w:kinsoku w:val="0"/>
      <w:overflowPunct w:val="0"/>
      <w:autoSpaceDE w:val="0"/>
      <w:autoSpaceDN w:val="0"/>
      <w:snapToGrid w:val="0"/>
      <w:spacing w:before="120" w:after="0" w:line="240" w:lineRule="auto"/>
      <w:ind w:left="567" w:hanging="567"/>
    </w:pPr>
    <w:rPr>
      <w:rFonts w:ascii="Tahoma" w:eastAsia="Arial Unicode MS" w:hAnsi="Tahoma"/>
      <w:snapToGrid w:val="0"/>
      <w:sz w:val="20"/>
      <w:szCs w:val="20"/>
      <w:lang w:val="x-none" w:eastAsia="x-none"/>
    </w:rPr>
  </w:style>
  <w:style w:type="character" w:customStyle="1" w:styleId="a9">
    <w:name w:val="Схема документа Знак"/>
    <w:link w:val="a8"/>
    <w:semiHidden/>
    <w:rsid w:val="00F34195"/>
    <w:rPr>
      <w:rFonts w:ascii="Tahoma" w:eastAsia="Arial Unicode MS" w:hAnsi="Tahoma" w:cs="Times New Roman"/>
      <w:snapToGrid w:val="0"/>
      <w:sz w:val="20"/>
      <w:szCs w:val="20"/>
      <w:shd w:val="clear" w:color="auto" w:fill="000080"/>
    </w:rPr>
  </w:style>
  <w:style w:type="paragraph" w:styleId="aa">
    <w:name w:val="Balloon Text"/>
    <w:basedOn w:val="a1"/>
    <w:link w:val="ab"/>
    <w:semiHidden/>
    <w:rsid w:val="00F34195"/>
    <w:pPr>
      <w:spacing w:before="120" w:after="0" w:line="288" w:lineRule="auto"/>
      <w:ind w:left="567" w:firstLine="567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semiHidden/>
    <w:rsid w:val="00F34195"/>
    <w:rPr>
      <w:rFonts w:ascii="Tahoma" w:eastAsia="Times New Roman" w:hAnsi="Tahoma" w:cs="Times New Roman"/>
      <w:sz w:val="16"/>
      <w:szCs w:val="16"/>
    </w:rPr>
  </w:style>
  <w:style w:type="paragraph" w:customStyle="1" w:styleId="ac">
    <w:name w:val="Текст таблицы"/>
    <w:basedOn w:val="a1"/>
    <w:semiHidden/>
    <w:locked/>
    <w:rsid w:val="00F34195"/>
    <w:pPr>
      <w:spacing w:before="40" w:after="40" w:line="240" w:lineRule="auto"/>
      <w:ind w:left="57" w:right="57" w:hanging="567"/>
      <w:jc w:val="both"/>
    </w:pPr>
    <w:rPr>
      <w:rFonts w:ascii="Proxima Nova ExCn Rg" w:hAnsi="Proxima Nova ExCn Rg"/>
      <w:sz w:val="28"/>
      <w:szCs w:val="30"/>
    </w:rPr>
  </w:style>
  <w:style w:type="paragraph" w:styleId="12">
    <w:name w:val="index 1"/>
    <w:basedOn w:val="a1"/>
    <w:next w:val="a1"/>
    <w:autoRedefine/>
    <w:semiHidden/>
    <w:rsid w:val="00F34195"/>
    <w:pPr>
      <w:spacing w:before="120" w:after="0" w:line="240" w:lineRule="auto"/>
      <w:ind w:left="240" w:hanging="240"/>
      <w:jc w:val="both"/>
    </w:pPr>
    <w:rPr>
      <w:rFonts w:ascii="Proxima Nova ExCn Rg" w:hAnsi="Proxima Nova ExCn Rg"/>
      <w:sz w:val="28"/>
      <w:szCs w:val="30"/>
      <w:lang w:val="en-US"/>
    </w:rPr>
  </w:style>
  <w:style w:type="paragraph" w:styleId="42">
    <w:name w:val="toc 4"/>
    <w:basedOn w:val="a1"/>
    <w:next w:val="a1"/>
    <w:autoRedefine/>
    <w:uiPriority w:val="39"/>
    <w:rsid w:val="00F34195"/>
    <w:pPr>
      <w:spacing w:before="120" w:after="0" w:line="288" w:lineRule="auto"/>
      <w:ind w:left="840" w:firstLine="567"/>
      <w:jc w:val="both"/>
    </w:pPr>
    <w:rPr>
      <w:rFonts w:ascii="Proxima Nova ExCn Rg" w:hAnsi="Proxima Nova ExCn Rg"/>
      <w:sz w:val="18"/>
      <w:szCs w:val="18"/>
    </w:rPr>
  </w:style>
  <w:style w:type="paragraph" w:styleId="52">
    <w:name w:val="toc 5"/>
    <w:basedOn w:val="a1"/>
    <w:next w:val="a1"/>
    <w:autoRedefine/>
    <w:uiPriority w:val="39"/>
    <w:rsid w:val="00F34195"/>
    <w:pPr>
      <w:spacing w:before="120" w:after="0" w:line="288" w:lineRule="auto"/>
      <w:ind w:left="1120" w:firstLine="567"/>
      <w:jc w:val="both"/>
    </w:pPr>
    <w:rPr>
      <w:rFonts w:ascii="Proxima Nova ExCn Rg" w:hAnsi="Proxima Nova ExCn Rg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F34195"/>
    <w:pPr>
      <w:spacing w:before="120" w:after="0" w:line="288" w:lineRule="auto"/>
      <w:ind w:left="1680" w:firstLine="567"/>
      <w:jc w:val="both"/>
    </w:pPr>
    <w:rPr>
      <w:rFonts w:ascii="Proxima Nova ExCn Rg" w:hAnsi="Proxima Nova ExCn Rg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F34195"/>
    <w:pPr>
      <w:spacing w:before="120" w:after="0" w:line="288" w:lineRule="auto"/>
      <w:ind w:left="1960" w:firstLine="567"/>
      <w:jc w:val="both"/>
    </w:pPr>
    <w:rPr>
      <w:rFonts w:ascii="Proxima Nova ExCn Rg" w:hAnsi="Proxima Nova ExCn Rg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F34195"/>
    <w:pPr>
      <w:spacing w:before="120" w:after="0" w:line="288" w:lineRule="auto"/>
      <w:ind w:left="2240" w:firstLine="567"/>
      <w:jc w:val="both"/>
    </w:pPr>
    <w:rPr>
      <w:rFonts w:ascii="Proxima Nova ExCn Rg" w:hAnsi="Proxima Nova ExCn Rg"/>
      <w:sz w:val="18"/>
      <w:szCs w:val="18"/>
    </w:rPr>
  </w:style>
  <w:style w:type="paragraph" w:styleId="ad">
    <w:name w:val="List"/>
    <w:basedOn w:val="a1"/>
    <w:semiHidden/>
    <w:rsid w:val="00F34195"/>
    <w:pPr>
      <w:spacing w:before="120" w:after="120" w:line="288" w:lineRule="auto"/>
      <w:ind w:left="567" w:hanging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StyleBulleted">
    <w:name w:val="StyleBulleted"/>
    <w:locked/>
    <w:rsid w:val="00F34195"/>
  </w:style>
  <w:style w:type="paragraph" w:customStyle="1" w:styleId="ae">
    <w:name w:val="Подвал для информации об изменениях"/>
    <w:basedOn w:val="1"/>
    <w:next w:val="a1"/>
    <w:uiPriority w:val="99"/>
    <w:locked/>
    <w:rsid w:val="00F34195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styleId="af">
    <w:name w:val="Revision"/>
    <w:hidden/>
    <w:uiPriority w:val="65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a0">
    <w:name w:val="НЦРТ Положение"/>
    <w:uiPriority w:val="99"/>
    <w:locked/>
    <w:rsid w:val="00F34195"/>
    <w:pPr>
      <w:numPr>
        <w:numId w:val="4"/>
      </w:numPr>
    </w:pPr>
  </w:style>
  <w:style w:type="table" w:customStyle="1" w:styleId="-111">
    <w:name w:val="Таблица-сетка 1 светлая — акцент 11"/>
    <w:basedOn w:val="a3"/>
    <w:uiPriority w:val="46"/>
    <w:locked/>
    <w:rsid w:val="00F34195"/>
    <w:rPr>
      <w:rFonts w:ascii="Proxima Nova ExCn Rg" w:hAnsi="Proxima Nova ExCn Rg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3">
    <w:name w:val="[Ростех] Наименование Главы (Уровень 1)"/>
    <w:link w:val="14"/>
    <w:uiPriority w:val="99"/>
    <w:qFormat/>
    <w:rsid w:val="00F34195"/>
    <w:pPr>
      <w:keepNext/>
      <w:keepLines/>
      <w:pageBreakBefore/>
      <w:suppressAutoHyphens/>
      <w:spacing w:before="240"/>
      <w:ind w:left="567" w:hanging="567"/>
      <w:jc w:val="center"/>
      <w:outlineLvl w:val="0"/>
    </w:pPr>
    <w:rPr>
      <w:rFonts w:ascii="Proxima Nova ExCn Rg" w:eastAsia="Cambria" w:hAnsi="Proxima Nova ExCn Rg"/>
      <w:b/>
      <w:caps/>
      <w:sz w:val="28"/>
      <w:szCs w:val="28"/>
    </w:rPr>
  </w:style>
  <w:style w:type="character" w:customStyle="1" w:styleId="14">
    <w:name w:val="[Ростех] Наименование Главы (Уровень 1) Знак"/>
    <w:link w:val="13"/>
    <w:uiPriority w:val="99"/>
    <w:rsid w:val="00F34195"/>
    <w:rPr>
      <w:rFonts w:ascii="Proxima Nova ExCn Rg" w:eastAsia="Cambria" w:hAnsi="Proxima Nova ExCn Rg"/>
      <w:b/>
      <w:caps/>
      <w:sz w:val="28"/>
      <w:szCs w:val="28"/>
      <w:lang w:bidi="ar-SA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F34195"/>
    <w:pPr>
      <w:keepNext/>
      <w:keepLines/>
      <w:numPr>
        <w:ilvl w:val="1"/>
        <w:numId w:val="1"/>
      </w:numPr>
      <w:suppressAutoHyphens/>
      <w:spacing w:before="240"/>
      <w:jc w:val="both"/>
      <w:outlineLvl w:val="2"/>
    </w:pPr>
    <w:rPr>
      <w:rFonts w:ascii="Proxima Nova ExCn Rg" w:hAnsi="Proxima Nova ExCn Rg"/>
      <w:b/>
      <w:sz w:val="28"/>
      <w:szCs w:val="28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F34195"/>
    <w:rPr>
      <w:rFonts w:ascii="Proxima Nova ExCn Rg" w:hAnsi="Proxima Nova ExCn Rg"/>
      <w:b/>
      <w:sz w:val="28"/>
      <w:szCs w:val="28"/>
      <w:lang w:bidi="ar-SA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F34195"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character" w:customStyle="1" w:styleId="23">
    <w:name w:val="[Ростех] Наименование Раздела (Уровень 2) Знак"/>
    <w:link w:val="2"/>
    <w:uiPriority w:val="99"/>
    <w:rsid w:val="00F34195"/>
    <w:rPr>
      <w:rFonts w:ascii="Proxima Nova ExCn Rg" w:hAnsi="Proxima Nova ExCn Rg"/>
      <w:b/>
      <w:sz w:val="28"/>
      <w:szCs w:val="28"/>
    </w:rPr>
  </w:style>
  <w:style w:type="paragraph" w:customStyle="1" w:styleId="af0">
    <w:name w:val="[Ростех] Простой текст (Без уровня)"/>
    <w:link w:val="af1"/>
    <w:uiPriority w:val="99"/>
    <w:qFormat/>
    <w:rsid w:val="00F34195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1">
    <w:name w:val="[Ростех] Простой текст (Без уровня) Знак"/>
    <w:link w:val="af0"/>
    <w:uiPriority w:val="99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43">
    <w:name w:val="[Ростех] Текст Подпункта (следующий абзац) (Уровень 4)"/>
    <w:link w:val="44"/>
    <w:qFormat/>
    <w:rsid w:val="00F34195"/>
    <w:pPr>
      <w:suppressAutoHyphens/>
      <w:spacing w:before="120"/>
      <w:ind w:left="1134" w:hanging="567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5">
    <w:name w:val="[Ростех] Текст Подпункта (Уровень 5)"/>
    <w:link w:val="53"/>
    <w:uiPriority w:val="99"/>
    <w:qFormat/>
    <w:rsid w:val="00F34195"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3">
    <w:name w:val="[Ростех] Текст Подпункта (Уровень 5) Знак"/>
    <w:link w:val="5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F34195"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character" w:customStyle="1" w:styleId="63">
    <w:name w:val="[Ростех] Текст Подпункта подпункта (Уровень 6) Знак"/>
    <w:link w:val="6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4">
    <w:name w:val="[Ростех] Текст Пункта (Уровень 4)"/>
    <w:link w:val="45"/>
    <w:uiPriority w:val="99"/>
    <w:qFormat/>
    <w:rsid w:val="00F34195"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styleId="af2">
    <w:name w:val="annotation text"/>
    <w:basedOn w:val="a1"/>
    <w:link w:val="af3"/>
    <w:unhideWhenUsed/>
    <w:rsid w:val="00F34195"/>
    <w:pPr>
      <w:spacing w:before="120"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nhideWhenUsed/>
    <w:rsid w:val="00F34195"/>
    <w:rPr>
      <w:b/>
      <w:bCs/>
    </w:rPr>
  </w:style>
  <w:style w:type="character" w:customStyle="1" w:styleId="af5">
    <w:name w:val="Тема примечания Знак"/>
    <w:link w:val="af4"/>
    <w:rsid w:val="00F34195"/>
    <w:rPr>
      <w:rFonts w:ascii="Proxima Nova ExCn Rg" w:eastAsia="Times New Roman" w:hAnsi="Proxima Nova ExCn Rg" w:cs="Times New Roman"/>
      <w:b/>
      <w:bCs/>
      <w:sz w:val="20"/>
      <w:szCs w:val="20"/>
    </w:rPr>
  </w:style>
  <w:style w:type="paragraph" w:styleId="af6">
    <w:name w:val="footnote text"/>
    <w:basedOn w:val="a1"/>
    <w:link w:val="af7"/>
    <w:unhideWhenUsed/>
    <w:rsid w:val="00F34195"/>
    <w:pPr>
      <w:spacing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8">
    <w:name w:val="footnote reference"/>
    <w:unhideWhenUsed/>
    <w:rsid w:val="00F34195"/>
    <w:rPr>
      <w:vertAlign w:val="superscript"/>
    </w:rPr>
  </w:style>
  <w:style w:type="character" w:customStyle="1" w:styleId="TOC1Char">
    <w:name w:val="TOC 1 Char"/>
    <w:uiPriority w:val="39"/>
    <w:rsid w:val="00F34195"/>
    <w:rPr>
      <w:rFonts w:eastAsia="Cambria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1"/>
    <w:link w:val="REOZag20"/>
    <w:qFormat/>
    <w:rsid w:val="00F34195"/>
    <w:pPr>
      <w:keepNext/>
      <w:keepLines/>
      <w:spacing w:before="240" w:after="240" w:line="240" w:lineRule="auto"/>
      <w:ind w:left="1259" w:hanging="1259"/>
      <w:jc w:val="both"/>
      <w:outlineLvl w:val="1"/>
    </w:pPr>
    <w:rPr>
      <w:rFonts w:ascii="Proxima Nova ExCn Rg" w:hAnsi="Proxima Nova ExCn Rg"/>
      <w:b/>
      <w:sz w:val="28"/>
      <w:szCs w:val="28"/>
      <w:lang w:val="x-none" w:eastAsia="x-none"/>
    </w:rPr>
  </w:style>
  <w:style w:type="character" w:customStyle="1" w:styleId="REOZag20">
    <w:name w:val="REO_Zag._2 Знак"/>
    <w:link w:val="REOZag2"/>
    <w:rsid w:val="00F34195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F34195"/>
    <w:pPr>
      <w:tabs>
        <w:tab w:val="left" w:pos="2268"/>
        <w:tab w:val="right" w:leader="dot" w:pos="9736"/>
      </w:tabs>
      <w:spacing w:before="60"/>
      <w:ind w:left="2268" w:right="1134" w:hanging="992"/>
    </w:pPr>
    <w:rPr>
      <w:b w:val="0"/>
      <w:iCs/>
      <w:sz w:val="24"/>
      <w:lang w:val="x-none" w:eastAsia="x-none"/>
    </w:rPr>
  </w:style>
  <w:style w:type="character" w:customStyle="1" w:styleId="Oglavleniezagolovok20">
    <w:name w:val="Oglavlenie_zagolovok_2 Знак"/>
    <w:link w:val="Oglavleniezagolovok2"/>
    <w:rsid w:val="00F34195"/>
    <w:rPr>
      <w:rFonts w:ascii="Proxima Nova ExCn Rg" w:eastAsia="Times New Roman" w:hAnsi="Proxima Nova ExCn Rg" w:cs="Times New Roman"/>
      <w:iCs/>
      <w:noProof/>
      <w:sz w:val="24"/>
      <w:szCs w:val="20"/>
    </w:rPr>
  </w:style>
  <w:style w:type="table" w:customStyle="1" w:styleId="15">
    <w:name w:val="Сетка таблицы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aliases w:val="Маркер"/>
    <w:basedOn w:val="a1"/>
    <w:link w:val="afa"/>
    <w:uiPriority w:val="34"/>
    <w:qFormat/>
    <w:rsid w:val="00F34195"/>
    <w:pPr>
      <w:spacing w:before="120" w:after="0" w:line="240" w:lineRule="auto"/>
      <w:ind w:left="720" w:hanging="567"/>
      <w:contextualSpacing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s1">
    <w:name w:val="s_1"/>
    <w:basedOn w:val="a1"/>
    <w:rsid w:val="00F34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Hyperlink"/>
    <w:uiPriority w:val="99"/>
    <w:unhideWhenUsed/>
    <w:rsid w:val="00F34195"/>
    <w:rPr>
      <w:color w:val="0000FF"/>
      <w:u w:val="single"/>
    </w:rPr>
  </w:style>
  <w:style w:type="table" w:customStyle="1" w:styleId="24">
    <w:name w:val="Сетка таблицы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Body Text"/>
    <w:basedOn w:val="a1"/>
    <w:link w:val="afc"/>
    <w:rsid w:val="00F34195"/>
    <w:pPr>
      <w:numPr>
        <w:ilvl w:val="8"/>
        <w:numId w:val="1"/>
      </w:numPr>
      <w:spacing w:before="120" w:after="120" w:line="240" w:lineRule="auto"/>
      <w:ind w:left="0" w:firstLine="0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afc">
    <w:name w:val="Основной текст Знак"/>
    <w:link w:val="a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3">
    <w:name w:val="Подзаголовок-3"/>
    <w:basedOn w:val="-30"/>
    <w:locked/>
    <w:rsid w:val="00F34195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F34195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rsid w:val="00F34195"/>
    <w:pPr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20"/>
      <w:lang w:val="x-none" w:eastAsia="x-none"/>
    </w:rPr>
  </w:style>
  <w:style w:type="character" w:customStyle="1" w:styleId="HTML0">
    <w:name w:val="Адрес HTML Знак"/>
    <w:link w:val="HTML"/>
    <w:rsid w:val="00F34195"/>
    <w:rPr>
      <w:rFonts w:ascii="Proxima Nova ExCn Rg" w:eastAsia="Times New Roman" w:hAnsi="Proxima Nova ExCn Rg" w:cs="Times New Roman"/>
      <w:i/>
      <w:iCs/>
      <w:sz w:val="28"/>
      <w:szCs w:val="20"/>
    </w:rPr>
  </w:style>
  <w:style w:type="paragraph" w:styleId="afd">
    <w:name w:val="header"/>
    <w:basedOn w:val="a1"/>
    <w:link w:val="afe"/>
    <w:uiPriority w:val="99"/>
    <w:rsid w:val="00F34195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before="120" w:after="0" w:line="240" w:lineRule="auto"/>
      <w:jc w:val="center"/>
    </w:pPr>
    <w:rPr>
      <w:rFonts w:ascii="Proxima Nova ExCn Rg" w:hAnsi="Proxima Nova ExCn Rg"/>
      <w:i/>
      <w:iCs/>
      <w:sz w:val="20"/>
      <w:szCs w:val="20"/>
      <w:lang w:val="x-none" w:eastAsia="x-none"/>
    </w:rPr>
  </w:style>
  <w:style w:type="character" w:customStyle="1" w:styleId="afe">
    <w:name w:val="Верхний колонтитул Знак"/>
    <w:link w:val="afd"/>
    <w:uiPriority w:val="99"/>
    <w:rsid w:val="00F34195"/>
    <w:rPr>
      <w:rFonts w:ascii="Proxima Nova ExCn Rg" w:eastAsia="Times New Roman" w:hAnsi="Proxima Nova ExCn Rg" w:cs="Times New Roman"/>
      <w:i/>
      <w:iCs/>
      <w:sz w:val="20"/>
      <w:szCs w:val="20"/>
    </w:rPr>
  </w:style>
  <w:style w:type="character" w:styleId="aff">
    <w:name w:val="Emphasis"/>
    <w:qFormat/>
    <w:rsid w:val="00F34195"/>
    <w:rPr>
      <w:i/>
      <w:iCs/>
    </w:rPr>
  </w:style>
  <w:style w:type="character" w:customStyle="1" w:styleId="FontStyle21">
    <w:name w:val="Font Style21"/>
    <w:locked/>
    <w:rsid w:val="00F341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34195"/>
  </w:style>
  <w:style w:type="paragraph" w:styleId="aff0">
    <w:name w:val="Title"/>
    <w:basedOn w:val="a1"/>
    <w:link w:val="aff1"/>
    <w:qFormat/>
    <w:rsid w:val="00F34195"/>
    <w:pPr>
      <w:keepNext/>
      <w:spacing w:before="240" w:after="120" w:line="240" w:lineRule="auto"/>
      <w:jc w:val="both"/>
    </w:pPr>
    <w:rPr>
      <w:rFonts w:ascii="Proxima Nova ExCn Rg" w:hAnsi="Proxima Nova ExCn Rg"/>
      <w:bCs/>
      <w:i/>
      <w:sz w:val="28"/>
      <w:szCs w:val="28"/>
      <w:lang w:val="x-none" w:eastAsia="x-none"/>
    </w:rPr>
  </w:style>
  <w:style w:type="character" w:customStyle="1" w:styleId="aff1">
    <w:name w:val="Название Знак"/>
    <w:link w:val="aff0"/>
    <w:rsid w:val="00F34195"/>
    <w:rPr>
      <w:rFonts w:ascii="Proxima Nova ExCn Rg" w:eastAsia="Times New Roman" w:hAnsi="Proxima Nova ExCn Rg" w:cs="Times New Roman"/>
      <w:bCs/>
      <w:i/>
      <w:sz w:val="28"/>
      <w:szCs w:val="28"/>
    </w:rPr>
  </w:style>
  <w:style w:type="paragraph" w:styleId="aff2">
    <w:name w:val="caption"/>
    <w:basedOn w:val="a1"/>
    <w:next w:val="a1"/>
    <w:qFormat/>
    <w:rsid w:val="00F34195"/>
    <w:pPr>
      <w:keepNext/>
      <w:suppressAutoHyphens/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30"/>
    </w:rPr>
  </w:style>
  <w:style w:type="paragraph" w:styleId="aff3">
    <w:name w:val="footer"/>
    <w:basedOn w:val="a1"/>
    <w:link w:val="aff4"/>
    <w:uiPriority w:val="99"/>
    <w:rsid w:val="00F34195"/>
    <w:pPr>
      <w:tabs>
        <w:tab w:val="center" w:pos="4253"/>
        <w:tab w:val="right" w:pos="9356"/>
      </w:tabs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f5">
    <w:name w:val="page number"/>
    <w:rsid w:val="00F34195"/>
    <w:rPr>
      <w:rFonts w:ascii="Times New Roman" w:hAnsi="Times New Roman" w:cs="Times New Roman"/>
      <w:sz w:val="20"/>
      <w:szCs w:val="20"/>
    </w:rPr>
  </w:style>
  <w:style w:type="paragraph" w:styleId="aff6">
    <w:name w:val="List Number"/>
    <w:basedOn w:val="a1"/>
    <w:rsid w:val="00F3419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Proxima Nova ExCn Rg" w:hAnsi="Proxima Nova ExCn Rg"/>
      <w:sz w:val="28"/>
      <w:szCs w:val="28"/>
    </w:rPr>
  </w:style>
  <w:style w:type="paragraph" w:styleId="25">
    <w:name w:val="List Number 2"/>
    <w:basedOn w:val="a1"/>
    <w:rsid w:val="00F34195"/>
    <w:pPr>
      <w:spacing w:before="60" w:after="0" w:line="240" w:lineRule="auto"/>
      <w:jc w:val="both"/>
      <w:outlineLvl w:val="1"/>
    </w:pPr>
    <w:rPr>
      <w:rFonts w:ascii="Proxima Nova ExCn Rg" w:hAnsi="Proxima Nova ExCn Rg"/>
      <w:kern w:val="20"/>
      <w:sz w:val="28"/>
      <w:szCs w:val="20"/>
    </w:rPr>
  </w:style>
  <w:style w:type="paragraph" w:styleId="aff7">
    <w:name w:val="Normal (Web)"/>
    <w:basedOn w:val="a1"/>
    <w:uiPriority w:val="99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sz w:val="28"/>
      <w:szCs w:val="30"/>
    </w:rPr>
  </w:style>
  <w:style w:type="paragraph" w:styleId="26">
    <w:name w:val="Body Text 2"/>
    <w:basedOn w:val="a1"/>
    <w:link w:val="27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27">
    <w:name w:val="Основной текст 2 Знак"/>
    <w:link w:val="26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35">
    <w:name w:val="Body Text 3"/>
    <w:basedOn w:val="a1"/>
    <w:link w:val="36"/>
    <w:rsid w:val="00F34195"/>
    <w:pPr>
      <w:tabs>
        <w:tab w:val="num" w:pos="720"/>
      </w:tabs>
      <w:spacing w:before="120" w:after="120" w:line="288" w:lineRule="auto"/>
      <w:ind w:left="720" w:hanging="720"/>
      <w:jc w:val="both"/>
    </w:pPr>
    <w:rPr>
      <w:rFonts w:ascii="Proxima Nova ExCn Rg" w:hAnsi="Proxima Nova ExCn Rg"/>
      <w:sz w:val="16"/>
      <w:szCs w:val="16"/>
      <w:lang w:val="x-none" w:eastAsia="x-none"/>
    </w:rPr>
  </w:style>
  <w:style w:type="character" w:customStyle="1" w:styleId="36">
    <w:name w:val="Основной текст 3 Знак"/>
    <w:link w:val="35"/>
    <w:rsid w:val="00F34195"/>
    <w:rPr>
      <w:rFonts w:ascii="Proxima Nova ExCn Rg" w:eastAsia="Times New Roman" w:hAnsi="Proxima Nova ExCn Rg" w:cs="Times New Roman"/>
      <w:sz w:val="16"/>
      <w:szCs w:val="16"/>
    </w:rPr>
  </w:style>
  <w:style w:type="paragraph" w:styleId="aff8">
    <w:name w:val="Body Text Indent"/>
    <w:basedOn w:val="a1"/>
    <w:link w:val="aff9"/>
    <w:rsid w:val="00F34195"/>
    <w:pPr>
      <w:autoSpaceDE w:val="0"/>
      <w:autoSpaceDN w:val="0"/>
      <w:adjustRightInd w:val="0"/>
      <w:spacing w:before="120" w:after="0" w:line="288" w:lineRule="auto"/>
      <w:ind w:firstLine="485"/>
      <w:jc w:val="both"/>
    </w:pPr>
    <w:rPr>
      <w:rFonts w:ascii="Proxima Nova ExCn Rg" w:hAnsi="Proxima Nova ExCn Rg"/>
      <w:i/>
      <w:iCs/>
      <w:color w:val="000000"/>
      <w:sz w:val="28"/>
      <w:szCs w:val="28"/>
      <w:lang w:val="x-none" w:eastAsia="x-none"/>
    </w:rPr>
  </w:style>
  <w:style w:type="character" w:customStyle="1" w:styleId="aff9">
    <w:name w:val="Основной текст с отступом Знак"/>
    <w:link w:val="aff8"/>
    <w:rsid w:val="00F34195"/>
    <w:rPr>
      <w:rFonts w:ascii="Proxima Nova ExCn Rg" w:eastAsia="Times New Roman" w:hAnsi="Proxima Nova ExCn Rg" w:cs="Times New Roman"/>
      <w:i/>
      <w:iCs/>
      <w:color w:val="000000"/>
      <w:sz w:val="28"/>
      <w:szCs w:val="28"/>
    </w:rPr>
  </w:style>
  <w:style w:type="paragraph" w:styleId="28">
    <w:name w:val="Body Text Indent 2"/>
    <w:basedOn w:val="a1"/>
    <w:link w:val="29"/>
    <w:rsid w:val="00F34195"/>
    <w:pPr>
      <w:spacing w:before="120" w:after="120" w:line="480" w:lineRule="auto"/>
      <w:ind w:left="283"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29">
    <w:name w:val="Основной текст с отступом 2 Знак"/>
    <w:link w:val="28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styleId="37">
    <w:name w:val="Body Text Indent 3"/>
    <w:basedOn w:val="a1"/>
    <w:link w:val="38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character" w:customStyle="1" w:styleId="38">
    <w:name w:val="Основной текст с отступом 3 Знак"/>
    <w:link w:val="37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paragraph" w:customStyle="1" w:styleId="-41">
    <w:name w:val="пункт-4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a">
    <w:name w:val="FollowedHyperlink"/>
    <w:rsid w:val="00F34195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-50">
    <w:name w:val="пункт-5 Знак"/>
    <w:link w:val="-5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6">
    <w:name w:val="пункт-6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7">
    <w:name w:val="пункт-7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b">
    <w:name w:val="Strong"/>
    <w:uiPriority w:val="22"/>
    <w:qFormat/>
    <w:rsid w:val="00F34195"/>
    <w:rPr>
      <w:b/>
      <w:bCs/>
    </w:rPr>
  </w:style>
  <w:style w:type="paragraph" w:customStyle="1" w:styleId="affc">
    <w:name w:val="Таблица текст"/>
    <w:basedOn w:val="a1"/>
    <w:locked/>
    <w:rsid w:val="00F34195"/>
    <w:pPr>
      <w:spacing w:before="40" w:after="40" w:line="240" w:lineRule="auto"/>
      <w:ind w:left="57" w:right="57"/>
      <w:jc w:val="both"/>
    </w:pPr>
    <w:rPr>
      <w:rFonts w:ascii="Proxima Nova ExCn Rg" w:hAnsi="Proxima Nova ExCn Rg"/>
      <w:sz w:val="28"/>
      <w:szCs w:val="30"/>
    </w:rPr>
  </w:style>
  <w:style w:type="paragraph" w:customStyle="1" w:styleId="affd">
    <w:name w:val="Таблица шапка"/>
    <w:basedOn w:val="a1"/>
    <w:link w:val="affe"/>
    <w:locked/>
    <w:rsid w:val="00F34195"/>
    <w:pPr>
      <w:keepNext/>
      <w:spacing w:before="40" w:after="40" w:line="240" w:lineRule="auto"/>
      <w:ind w:left="57" w:right="57"/>
      <w:jc w:val="both"/>
    </w:pPr>
    <w:rPr>
      <w:rFonts w:ascii="Proxima Nova ExCn Rg" w:hAnsi="Proxima Nova ExCn Rg"/>
      <w:sz w:val="18"/>
      <w:szCs w:val="18"/>
      <w:lang w:val="x-none" w:eastAsia="x-none"/>
    </w:rPr>
  </w:style>
  <w:style w:type="paragraph" w:styleId="afff">
    <w:name w:val="Plain Text"/>
    <w:basedOn w:val="a1"/>
    <w:link w:val="afff0"/>
    <w:rsid w:val="00F34195"/>
    <w:pPr>
      <w:spacing w:before="120" w:after="0" w:line="240" w:lineRule="auto"/>
      <w:ind w:firstLine="720"/>
      <w:jc w:val="both"/>
    </w:pPr>
    <w:rPr>
      <w:rFonts w:ascii="Proxima Nova ExCn Rg" w:hAnsi="Proxima Nova ExCn Rg"/>
      <w:sz w:val="26"/>
      <w:szCs w:val="26"/>
      <w:lang w:val="x-none" w:eastAsia="x-none"/>
    </w:rPr>
  </w:style>
  <w:style w:type="character" w:customStyle="1" w:styleId="afff0">
    <w:name w:val="Текст Знак"/>
    <w:link w:val="afff"/>
    <w:rsid w:val="00F34195"/>
    <w:rPr>
      <w:rFonts w:ascii="Proxima Nova ExCn Rg" w:eastAsia="Times New Roman" w:hAnsi="Proxima Nova ExCn Rg" w:cs="Times New Roman"/>
      <w:sz w:val="26"/>
      <w:szCs w:val="26"/>
    </w:rPr>
  </w:style>
  <w:style w:type="paragraph" w:styleId="afff1">
    <w:name w:val="Block Text"/>
    <w:basedOn w:val="a1"/>
    <w:rsid w:val="00F34195"/>
    <w:pPr>
      <w:spacing w:before="120" w:after="0" w:line="240" w:lineRule="auto"/>
      <w:ind w:left="170" w:right="170" w:firstLine="170"/>
      <w:jc w:val="both"/>
    </w:pPr>
    <w:rPr>
      <w:rFonts w:ascii="Proxima Nova ExCn Rg" w:hAnsi="Proxima Nova ExCn Rg"/>
      <w:sz w:val="28"/>
      <w:szCs w:val="30"/>
    </w:rPr>
  </w:style>
  <w:style w:type="paragraph" w:customStyle="1" w:styleId="afff2">
    <w:name w:val="Глава"/>
    <w:basedOn w:val="a1"/>
    <w:locked/>
    <w:rsid w:val="00F34195"/>
    <w:pPr>
      <w:keepNext/>
      <w:suppressAutoHyphens/>
      <w:spacing w:before="120" w:after="0" w:line="240" w:lineRule="auto"/>
      <w:jc w:val="center"/>
      <w:outlineLvl w:val="0"/>
    </w:pPr>
    <w:rPr>
      <w:rFonts w:ascii="Proxima Nova ExCn Rg" w:hAnsi="Proxima Nova ExCn Rg" w:cs="Arial"/>
      <w:b/>
      <w:caps/>
      <w:sz w:val="28"/>
      <w:szCs w:val="48"/>
    </w:rPr>
  </w:style>
  <w:style w:type="paragraph" w:customStyle="1" w:styleId="afff3">
    <w:name w:val="Примечание"/>
    <w:basedOn w:val="a1"/>
    <w:link w:val="afff4"/>
    <w:locked/>
    <w:rsid w:val="00F34195"/>
    <w:pPr>
      <w:spacing w:before="240" w:after="240" w:line="240" w:lineRule="auto"/>
      <w:ind w:left="1134" w:right="1134"/>
      <w:jc w:val="both"/>
    </w:pPr>
    <w:rPr>
      <w:rFonts w:ascii="Proxima Nova ExCn Rg" w:hAnsi="Proxima Nova ExCn Rg"/>
      <w:spacing w:val="20"/>
      <w:sz w:val="24"/>
      <w:szCs w:val="28"/>
      <w:lang w:val="x-none" w:eastAsia="x-none"/>
    </w:rPr>
  </w:style>
  <w:style w:type="paragraph" w:customStyle="1" w:styleId="afff5">
    <w:name w:val="Подподпункт"/>
    <w:basedOn w:val="a1"/>
    <w:link w:val="afff6"/>
    <w:locked/>
    <w:rsid w:val="00F34195"/>
    <w:pPr>
      <w:tabs>
        <w:tab w:val="left" w:pos="851"/>
        <w:tab w:val="left" w:pos="1134"/>
        <w:tab w:val="left" w:pos="1418"/>
        <w:tab w:val="num" w:pos="2978"/>
      </w:tabs>
      <w:spacing w:before="120" w:after="0" w:line="360" w:lineRule="auto"/>
      <w:ind w:left="2978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afff7">
    <w:name w:val="Часть Знак"/>
    <w:link w:val="afff8"/>
    <w:rsid w:val="00F34195"/>
    <w:rPr>
      <w:sz w:val="28"/>
    </w:rPr>
  </w:style>
  <w:style w:type="paragraph" w:customStyle="1" w:styleId="afff8">
    <w:name w:val="Часть"/>
    <w:basedOn w:val="a1"/>
    <w:link w:val="afff7"/>
    <w:locked/>
    <w:rsid w:val="00F34195"/>
    <w:pPr>
      <w:tabs>
        <w:tab w:val="num" w:pos="1134"/>
      </w:tabs>
      <w:spacing w:before="120" w:after="0" w:line="288" w:lineRule="auto"/>
      <w:ind w:firstLine="567"/>
      <w:jc w:val="both"/>
    </w:pPr>
    <w:rPr>
      <w:sz w:val="28"/>
      <w:szCs w:val="20"/>
      <w:lang w:val="x-none" w:eastAsia="x-none"/>
    </w:rPr>
  </w:style>
  <w:style w:type="paragraph" w:styleId="afff9">
    <w:name w:val="endnote text"/>
    <w:basedOn w:val="a1"/>
    <w:link w:val="afffa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fa">
    <w:name w:val="Текст концевой сноски Знак"/>
    <w:link w:val="afff9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customStyle="1" w:styleId="afffb">
    <w:name w:val="маркированный"/>
    <w:basedOn w:val="a1"/>
    <w:locked/>
    <w:rsid w:val="00F34195"/>
    <w:pPr>
      <w:tabs>
        <w:tab w:val="num" w:pos="0"/>
        <w:tab w:val="num" w:pos="432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c">
    <w:name w:val="нумерованный"/>
    <w:basedOn w:val="a1"/>
    <w:locked/>
    <w:rsid w:val="00F34195"/>
    <w:pPr>
      <w:tabs>
        <w:tab w:val="num" w:pos="432"/>
        <w:tab w:val="num" w:pos="567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d">
    <w:name w:val="Подпункт"/>
    <w:basedOn w:val="a1"/>
    <w:locked/>
    <w:rsid w:val="00F34195"/>
    <w:pPr>
      <w:tabs>
        <w:tab w:val="num" w:pos="1701"/>
      </w:tabs>
      <w:spacing w:before="120" w:after="0" w:line="288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e">
    <w:name w:val="Подподподпункт"/>
    <w:basedOn w:val="a1"/>
    <w:locked/>
    <w:rsid w:val="00F34195"/>
    <w:pPr>
      <w:tabs>
        <w:tab w:val="num" w:pos="1008"/>
        <w:tab w:val="num" w:pos="1701"/>
        <w:tab w:val="num" w:pos="2448"/>
        <w:tab w:val="num" w:pos="3560"/>
        <w:tab w:val="num" w:pos="3600"/>
      </w:tabs>
      <w:spacing w:before="120" w:after="0" w:line="360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f">
    <w:name w:val="Пункт б/н"/>
    <w:basedOn w:val="a1"/>
    <w:locked/>
    <w:rsid w:val="00F34195"/>
    <w:pPr>
      <w:spacing w:before="120" w:after="0" w:line="360" w:lineRule="auto"/>
      <w:ind w:left="1134" w:firstLine="567"/>
      <w:jc w:val="both"/>
    </w:pPr>
    <w:rPr>
      <w:rFonts w:ascii="Proxima Nova ExCn Rg" w:hAnsi="Proxima Nova ExCn Rg"/>
      <w:sz w:val="28"/>
      <w:szCs w:val="28"/>
    </w:rPr>
  </w:style>
  <w:style w:type="character" w:styleId="affff0">
    <w:name w:val="endnote reference"/>
    <w:rsid w:val="00F34195"/>
    <w:rPr>
      <w:vertAlign w:val="superscript"/>
    </w:rPr>
  </w:style>
  <w:style w:type="paragraph" w:customStyle="1" w:styleId="-310">
    <w:name w:val="Светлая сетка - Акцент 3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paragraph" w:customStyle="1" w:styleId="16">
    <w:name w:val="Абзац списка1"/>
    <w:basedOn w:val="a1"/>
    <w:uiPriority w:val="34"/>
    <w:qFormat/>
    <w:locked/>
    <w:rsid w:val="00F34195"/>
    <w:pPr>
      <w:spacing w:before="120"/>
      <w:ind w:left="720"/>
      <w:contextualSpacing/>
    </w:pPr>
    <w:rPr>
      <w:rFonts w:eastAsia="Calibri"/>
    </w:rPr>
  </w:style>
  <w:style w:type="paragraph" w:customStyle="1" w:styleId="affff1">
    <w:name w:val="Новая редакция"/>
    <w:basedOn w:val="a1"/>
    <w:locked/>
    <w:rsid w:val="00F34195"/>
    <w:pPr>
      <w:spacing w:before="120" w:after="0" w:line="360" w:lineRule="auto"/>
      <w:ind w:firstLine="567"/>
      <w:jc w:val="both"/>
    </w:pPr>
    <w:rPr>
      <w:rFonts w:ascii="Arial" w:hAnsi="Arial" w:cs="Arial"/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F3419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F34195"/>
    <w:pPr>
      <w:spacing w:before="120" w:after="0" w:line="288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-22">
    <w:name w:val="Пункт-2 Знак"/>
    <w:link w:val="-20"/>
    <w:rsid w:val="00F34195"/>
    <w:rPr>
      <w:rFonts w:ascii="Proxima Nova ExCn Rg" w:eastAsia="Times New Roman" w:hAnsi="Proxima Nova ExCn Rg" w:cs="Times New Roman"/>
      <w:sz w:val="28"/>
      <w:szCs w:val="20"/>
    </w:rPr>
  </w:style>
  <w:style w:type="character" w:customStyle="1" w:styleId="-21">
    <w:name w:val="Подзаголовок-2 Знак"/>
    <w:link w:val="-2"/>
    <w:rsid w:val="00F34195"/>
    <w:rPr>
      <w:rFonts w:ascii="Proxima Nova ExCn Rg" w:eastAsia="Times New Roman" w:hAnsi="Proxima Nova ExCn Rg" w:cs="Times New Roman"/>
      <w:b/>
      <w:caps/>
      <w:sz w:val="28"/>
      <w:szCs w:val="20"/>
    </w:rPr>
  </w:style>
  <w:style w:type="paragraph" w:customStyle="1" w:styleId="-30">
    <w:name w:val="Пункт-3"/>
    <w:basedOn w:val="a1"/>
    <w:link w:val="-3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40">
    <w:name w:val="Пункт-4"/>
    <w:basedOn w:val="a1"/>
    <w:link w:val="-4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51">
    <w:name w:val="Пункт-5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60">
    <w:name w:val="Пункт-6"/>
    <w:basedOn w:val="a1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70">
    <w:name w:val="Пункт-7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character" w:customStyle="1" w:styleId="2a">
    <w:name w:val="Основной шрифт абзаца2"/>
    <w:locked/>
    <w:rsid w:val="00F34195"/>
  </w:style>
  <w:style w:type="character" w:customStyle="1" w:styleId="17">
    <w:name w:val="Основной шрифт абзаца1"/>
    <w:locked/>
    <w:rsid w:val="00F34195"/>
  </w:style>
  <w:style w:type="character" w:customStyle="1" w:styleId="affff2">
    <w:name w:val="Символ нумерации"/>
    <w:locked/>
    <w:rsid w:val="00F34195"/>
  </w:style>
  <w:style w:type="paragraph" w:customStyle="1" w:styleId="2b">
    <w:name w:val="Название2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2c">
    <w:name w:val="Указатель2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8">
    <w:name w:val="Название1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19">
    <w:name w:val="Указатель1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3">
    <w:name w:val="пункт-2"/>
    <w:basedOn w:val="a"/>
    <w:locked/>
    <w:rsid w:val="00F34195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e">
    <w:name w:val="Таблица шапка Знак"/>
    <w:link w:val="affd"/>
    <w:rsid w:val="00F34195"/>
    <w:rPr>
      <w:rFonts w:ascii="Proxima Nova ExCn Rg" w:eastAsia="Times New Roman" w:hAnsi="Proxima Nova ExCn Rg" w:cs="Times New Roman"/>
      <w:sz w:val="18"/>
      <w:szCs w:val="18"/>
    </w:rPr>
  </w:style>
  <w:style w:type="paragraph" w:customStyle="1" w:styleId="affff3">
    <w:name w:val="Пункт_б/н"/>
    <w:basedOn w:val="a1"/>
    <w:locked/>
    <w:rsid w:val="00F34195"/>
    <w:pPr>
      <w:spacing w:before="120" w:after="0" w:line="360" w:lineRule="auto"/>
      <w:ind w:left="1134"/>
      <w:jc w:val="both"/>
    </w:pPr>
    <w:rPr>
      <w:rFonts w:ascii="Proxima Nova ExCn Rg" w:hAnsi="Proxima Nova ExCn Rg"/>
      <w:snapToGrid w:val="0"/>
      <w:sz w:val="28"/>
      <w:szCs w:val="28"/>
    </w:rPr>
  </w:style>
  <w:style w:type="character" w:customStyle="1" w:styleId="affff4">
    <w:name w:val="комментарий"/>
    <w:locked/>
    <w:rsid w:val="00F34195"/>
    <w:rPr>
      <w:b/>
      <w:i/>
      <w:shd w:val="clear" w:color="auto" w:fill="FFFF99"/>
    </w:rPr>
  </w:style>
  <w:style w:type="paragraph" w:customStyle="1" w:styleId="2d">
    <w:name w:val="Подзаголовок_2"/>
    <w:basedOn w:val="a1"/>
    <w:locked/>
    <w:rsid w:val="00F3419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Proxima Nova ExCn Rg" w:hAnsi="Proxima Nova ExCn Rg"/>
      <w:b/>
      <w:sz w:val="32"/>
      <w:szCs w:val="20"/>
    </w:rPr>
  </w:style>
  <w:style w:type="character" w:customStyle="1" w:styleId="afff6">
    <w:name w:val="Подподпункт Знак"/>
    <w:link w:val="afff5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e">
    <w:name w:val="Стиль Примечание + разреженный на  2 пт"/>
    <w:basedOn w:val="afff3"/>
    <w:link w:val="2f"/>
    <w:locked/>
    <w:rsid w:val="00F34195"/>
    <w:rPr>
      <w:spacing w:val="40"/>
    </w:rPr>
  </w:style>
  <w:style w:type="character" w:customStyle="1" w:styleId="afff4">
    <w:name w:val="Примечание Знак"/>
    <w:link w:val="afff3"/>
    <w:rsid w:val="00F34195"/>
    <w:rPr>
      <w:rFonts w:ascii="Proxima Nova ExCn Rg" w:eastAsia="Times New Roman" w:hAnsi="Proxima Nova ExCn Rg" w:cs="Times New Roman"/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F34195"/>
    <w:rPr>
      <w:rFonts w:ascii="Proxima Nova ExCn Rg" w:eastAsia="Times New Roman" w:hAnsi="Proxima Nova ExCn Rg" w:cs="Times New Roman"/>
      <w:spacing w:val="40"/>
      <w:sz w:val="24"/>
      <w:szCs w:val="28"/>
    </w:rPr>
  </w:style>
  <w:style w:type="paragraph" w:customStyle="1" w:styleId="112">
    <w:name w:val="Цветной список — акцент 1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character" w:customStyle="1" w:styleId="affff5">
    <w:name w:val="Гипертекстовая ссылка"/>
    <w:uiPriority w:val="99"/>
    <w:locked/>
    <w:rsid w:val="00F34195"/>
    <w:rPr>
      <w:b/>
      <w:bCs/>
      <w:color w:val="106BBE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f0">
    <w:name w:val="Пункт_2"/>
    <w:basedOn w:val="a1"/>
    <w:uiPriority w:val="99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9">
    <w:name w:val="Пункт_3"/>
    <w:basedOn w:val="2f0"/>
    <w:locked/>
    <w:rsid w:val="00F34195"/>
    <w:pPr>
      <w:numPr>
        <w:ilvl w:val="2"/>
      </w:numPr>
    </w:pPr>
  </w:style>
  <w:style w:type="paragraph" w:customStyle="1" w:styleId="47">
    <w:name w:val="Пункт_4"/>
    <w:basedOn w:val="39"/>
    <w:uiPriority w:val="99"/>
    <w:locked/>
    <w:rsid w:val="00F3419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a">
    <w:name w:val="Пункт_1"/>
    <w:basedOn w:val="a1"/>
    <w:locked/>
    <w:rsid w:val="00F34195"/>
    <w:pPr>
      <w:keepNext/>
      <w:spacing w:before="480" w:after="240" w:line="240" w:lineRule="auto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styleId="affff6">
    <w:name w:val="List Bullet"/>
    <w:basedOn w:val="a1"/>
    <w:autoRedefine/>
    <w:rsid w:val="00F34195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ocked/>
    <w:rsid w:val="00F341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10">
    <w:name w:val="s_10"/>
    <w:basedOn w:val="a2"/>
    <w:locked/>
    <w:rsid w:val="00F34195"/>
  </w:style>
  <w:style w:type="character" w:customStyle="1" w:styleId="-42">
    <w:name w:val="Пункт-4 Знак"/>
    <w:link w:val="-40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S11">
    <w:name w:val="S_Заголовок1_СписокН"/>
    <w:basedOn w:val="a1"/>
    <w:next w:val="a1"/>
    <w:locked/>
    <w:rsid w:val="00F34195"/>
    <w:pPr>
      <w:keepNext/>
      <w:pageBreakBefore/>
      <w:spacing w:before="120" w:after="0" w:line="240" w:lineRule="auto"/>
      <w:ind w:left="360" w:hanging="36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F34195"/>
    <w:pPr>
      <w:keepNext/>
      <w:tabs>
        <w:tab w:val="num" w:pos="576"/>
      </w:tabs>
      <w:spacing w:before="120" w:after="0" w:line="240" w:lineRule="auto"/>
      <w:ind w:left="576" w:hanging="576"/>
      <w:jc w:val="both"/>
      <w:outlineLvl w:val="1"/>
    </w:pPr>
    <w:rPr>
      <w:rFonts w:ascii="Arial" w:hAnsi="Arial"/>
      <w:b/>
      <w:caps/>
      <w:sz w:val="24"/>
      <w:szCs w:val="30"/>
    </w:rPr>
  </w:style>
  <w:style w:type="paragraph" w:customStyle="1" w:styleId="S3">
    <w:name w:val="S_Заголовок3_СписокН"/>
    <w:basedOn w:val="a1"/>
    <w:next w:val="a1"/>
    <w:locked/>
    <w:rsid w:val="00F34195"/>
    <w:pPr>
      <w:keepNext/>
      <w:tabs>
        <w:tab w:val="num" w:pos="720"/>
      </w:tabs>
      <w:spacing w:before="120" w:after="0" w:line="240" w:lineRule="auto"/>
      <w:ind w:left="720" w:hanging="72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F34195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0">
    <w:name w:val="S_Обычный Знак"/>
    <w:link w:val="S"/>
    <w:rsid w:val="00F34195"/>
    <w:rPr>
      <w:rFonts w:ascii="Times New Roman" w:eastAsia="Times New Roman" w:hAnsi="Times New Roman" w:cs="Times New Roman"/>
      <w:sz w:val="24"/>
      <w:szCs w:val="20"/>
    </w:rPr>
  </w:style>
  <w:style w:type="paragraph" w:customStyle="1" w:styleId="-43">
    <w:name w:val="-4"/>
    <w:basedOn w:val="a1"/>
    <w:locked/>
    <w:rsid w:val="00F34195"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30"/>
    </w:rPr>
  </w:style>
  <w:style w:type="paragraph" w:customStyle="1" w:styleId="s091">
    <w:name w:val="s09 Список а1)"/>
    <w:basedOn w:val="a1"/>
    <w:uiPriority w:val="99"/>
    <w:rsid w:val="00F34195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1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C9F8CD2-71F8-4570-976A-DD0C4914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BB3133E2</Template>
  <TotalTime>319</TotalTime>
  <Pages>22</Pages>
  <Words>5947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39772</CharactersWithSpaces>
  <SharedDoc>false</SharedDoc>
  <HLinks>
    <vt:vector size="6" baseType="variant">
      <vt:variant>
        <vt:i4>7274549</vt:i4>
      </vt:variant>
      <vt:variant>
        <vt:i4>87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</dc:creator>
  <cp:lastModifiedBy>Кузнецов Виталий Викторович</cp:lastModifiedBy>
  <cp:revision>5</cp:revision>
  <cp:lastPrinted>2015-07-23T08:06:00Z</cp:lastPrinted>
  <dcterms:created xsi:type="dcterms:W3CDTF">2016-10-25T09:10:00Z</dcterms:created>
  <dcterms:modified xsi:type="dcterms:W3CDTF">2017-03-07T17:34:00Z</dcterms:modified>
</cp:coreProperties>
</file>